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9E" w:rsidRDefault="00D63A9E" w:rsidP="00D63A9E">
      <w:pPr>
        <w:pStyle w:val="ColtNormal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DF5">
        <w:tab/>
      </w:r>
      <w:r w:rsidR="00243DF5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65pt;height:36.3pt">
            <v:imagedata r:id="rId13" o:title="colt_logo_cmyk_black"/>
          </v:shape>
        </w:pict>
      </w:r>
    </w:p>
    <w:p w:rsidR="003B0FFF" w:rsidRDefault="003B0FFF" w:rsidP="00D63A9E">
      <w:pPr>
        <w:pStyle w:val="ColtNormal"/>
      </w:pPr>
      <w:r w:rsidRPr="00D63A9E">
        <w:rPr>
          <w:color w:val="00A59B"/>
          <w:sz w:val="28"/>
          <w:lang w:val="de-DE"/>
        </w:rPr>
        <w:t xml:space="preserve">FIX </w:t>
      </w:r>
      <w:r w:rsidRPr="00243DF5">
        <w:rPr>
          <w:color w:val="00A59B"/>
          <w:lang w:val="de-DE"/>
        </w:rPr>
        <w:t xml:space="preserve">– </w:t>
      </w:r>
      <w:r w:rsidRPr="00243DF5">
        <w:rPr>
          <w:color w:val="00A59B"/>
          <w:sz w:val="28"/>
          <w:szCs w:val="28"/>
          <w:lang w:val="de-DE"/>
        </w:rPr>
        <w:t>Vollmacht Portierung</w:t>
      </w:r>
      <w:r w:rsidRPr="00243DF5">
        <w:rPr>
          <w:color w:val="00A59B"/>
          <w:lang w:val="de-DE"/>
        </w:rPr>
        <w:t xml:space="preserve"> Nr.</w:t>
      </w:r>
      <w:r w:rsidRPr="00653025">
        <w:rPr>
          <w:lang w:val="de-DE"/>
        </w:rPr>
        <w:t xml:space="preserve"> </w:t>
      </w:r>
      <w:r>
        <w:fldChar w:fldCharType="begin">
          <w:ffData>
            <w:name w:val="Nummer"/>
            <w:enabled/>
            <w:calcOnExit w:val="0"/>
            <w:statusText w:type="text" w:val="Bei einer Firma ist der Name des Vollmachtgebers und der Name der Firma einzutragen."/>
            <w:textInput/>
          </w:ffData>
        </w:fldChar>
      </w:r>
      <w:r w:rsidRPr="00653025">
        <w:rPr>
          <w:lang w:val="de-DE"/>
        </w:rP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A9E" w:rsidRPr="00D63A9E" w:rsidRDefault="00D63A9E" w:rsidP="00D63A9E">
      <w:pPr>
        <w:pStyle w:val="ColtNormal"/>
      </w:pPr>
    </w:p>
    <w:p w:rsidR="003B0FFF" w:rsidRPr="003B0FFF" w:rsidRDefault="003B0FFF" w:rsidP="003B0FFF">
      <w:pPr>
        <w:pStyle w:val="ColtBodyText"/>
        <w:rPr>
          <w:rStyle w:val="ColtBold"/>
          <w:lang w:val="de-DE"/>
        </w:rPr>
      </w:pPr>
      <w:r w:rsidRPr="003B0FFF">
        <w:rPr>
          <w:rStyle w:val="ColtBold"/>
          <w:lang w:val="de-DE"/>
        </w:rPr>
        <w:t>Ich will meinen Telekomdienstanbieter wechseln und meine Rufnummer(n) beibehalten</w:t>
      </w:r>
    </w:p>
    <w:tbl>
      <w:tblPr>
        <w:tblW w:w="97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7740"/>
      </w:tblGrid>
      <w:tr w:rsidR="003B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8" w:type="dxa"/>
            <w:vAlign w:val="bottom"/>
          </w:tcPr>
          <w:p w:rsidR="003B0FFF" w:rsidRDefault="003B0FFF" w:rsidP="00B77205">
            <w:pPr>
              <w:pStyle w:val="ColtTBText"/>
            </w:pPr>
            <w:r>
              <w:t>Name</w:t>
            </w:r>
          </w:p>
        </w:tc>
        <w:tc>
          <w:tcPr>
            <w:tcW w:w="7740" w:type="dxa"/>
            <w:vAlign w:val="bottom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8" w:type="dxa"/>
            <w:vAlign w:val="bottom"/>
          </w:tcPr>
          <w:p w:rsidR="003B0FFF" w:rsidRDefault="003B0FFF" w:rsidP="00B77205">
            <w:pPr>
              <w:pStyle w:val="ColtTBText"/>
            </w:pPr>
            <w:proofErr w:type="spellStart"/>
            <w:r>
              <w:t>Vorn</w:t>
            </w:r>
            <w:r>
              <w:t>a</w:t>
            </w:r>
            <w:r>
              <w:t>me</w:t>
            </w:r>
            <w:proofErr w:type="spellEnd"/>
          </w:p>
        </w:tc>
        <w:tc>
          <w:tcPr>
            <w:tcW w:w="7740" w:type="dxa"/>
            <w:vAlign w:val="bottom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8" w:type="dxa"/>
            <w:vAlign w:val="bottom"/>
          </w:tcPr>
          <w:p w:rsidR="003B0FFF" w:rsidRDefault="003B0FFF" w:rsidP="00B77205">
            <w:pPr>
              <w:pStyle w:val="ColtTBText"/>
            </w:pPr>
            <w:proofErr w:type="spellStart"/>
            <w:r>
              <w:t>Str</w:t>
            </w:r>
            <w:r>
              <w:t>a</w:t>
            </w:r>
            <w:r>
              <w:t>sse</w:t>
            </w:r>
            <w:proofErr w:type="spellEnd"/>
          </w:p>
        </w:tc>
        <w:tc>
          <w:tcPr>
            <w:tcW w:w="7740" w:type="dxa"/>
            <w:vAlign w:val="bottom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8" w:type="dxa"/>
            <w:vAlign w:val="bottom"/>
          </w:tcPr>
          <w:p w:rsidR="003B0FFF" w:rsidRDefault="003B0FFF" w:rsidP="00B77205">
            <w:pPr>
              <w:pStyle w:val="ColtTBText"/>
            </w:pPr>
            <w:r>
              <w:t>PLZ/Ort</w:t>
            </w:r>
          </w:p>
        </w:tc>
        <w:tc>
          <w:tcPr>
            <w:tcW w:w="7740" w:type="dxa"/>
            <w:vAlign w:val="bottom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rPr>
                <w:rFonts w:ascii="MS Mincho" w:eastAsia="MS Mincho" w:hAnsi="MS Mincho" w:cs="MS Mincho" w:hint="eastAsia"/>
              </w:rPr>
              <w:t> </w:t>
            </w:r>
            <w:r>
              <w:fldChar w:fldCharType="end"/>
            </w:r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8" w:type="dxa"/>
            <w:vAlign w:val="bottom"/>
          </w:tcPr>
          <w:p w:rsidR="003B0FFF" w:rsidRDefault="003B0FFF" w:rsidP="00B77205">
            <w:pPr>
              <w:pStyle w:val="ColtTBText"/>
            </w:pPr>
            <w:proofErr w:type="spellStart"/>
            <w:r>
              <w:t>Bisheriger</w:t>
            </w:r>
            <w:proofErr w:type="spellEnd"/>
            <w:r>
              <w:t xml:space="preserve"> </w:t>
            </w:r>
            <w:proofErr w:type="spellStart"/>
            <w:r>
              <w:t>Anbieter</w:t>
            </w:r>
            <w:proofErr w:type="spellEnd"/>
          </w:p>
        </w:tc>
        <w:tc>
          <w:tcPr>
            <w:tcW w:w="7740" w:type="dxa"/>
            <w:vAlign w:val="bottom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</w:p>
        </w:tc>
      </w:tr>
    </w:tbl>
    <w:p w:rsidR="003B0FFF" w:rsidRDefault="003B0FFF" w:rsidP="003B0FFF">
      <w:pPr>
        <w:pStyle w:val="ColtNormal"/>
      </w:pPr>
    </w:p>
    <w:p w:rsidR="003B0FFF" w:rsidRPr="003B0FFF" w:rsidRDefault="00D87414" w:rsidP="003B0FFF">
      <w:pPr>
        <w:pStyle w:val="ColtBodyText"/>
        <w:rPr>
          <w:lang w:val="de-DE"/>
        </w:rPr>
      </w:pPr>
      <w:r>
        <w:rPr>
          <w:lang w:val="de-DE"/>
        </w:rPr>
        <w:t xml:space="preserve">Gewünschtes Datum: </w:t>
      </w:r>
      <w:r w:rsidR="003B0FFF" w:rsidRPr="003B0FFF">
        <w:rPr>
          <w:lang w:val="de-DE"/>
        </w:rPr>
        <w:t xml:space="preserve">__  __  __  </w:t>
      </w:r>
    </w:p>
    <w:p w:rsidR="003B0FFF" w:rsidRPr="003B0FFF" w:rsidRDefault="003B0FFF" w:rsidP="003B0FFF">
      <w:pPr>
        <w:pStyle w:val="ColtBodyText"/>
        <w:rPr>
          <w:lang w:val="de-DE"/>
        </w:rPr>
      </w:pPr>
      <w:r w:rsidRPr="003B0FFF">
        <w:rPr>
          <w:rStyle w:val="ColtBold"/>
          <w:lang w:val="de-DE"/>
        </w:rPr>
        <w:t>Hinweis</w:t>
      </w:r>
      <w:r w:rsidRPr="003B0FFF">
        <w:rPr>
          <w:lang w:val="de-DE"/>
        </w:rPr>
        <w:t>: Im Falle einer vorzeitigen Nummer</w:t>
      </w:r>
      <w:r w:rsidR="00D531C7">
        <w:rPr>
          <w:lang w:val="de-DE"/>
        </w:rPr>
        <w:t>n</w:t>
      </w:r>
      <w:r w:rsidRPr="003B0FFF">
        <w:rPr>
          <w:lang w:val="de-DE"/>
        </w:rPr>
        <w:t>übernahme, bzw. vor Ablauf der Mindestvertrags</w:t>
      </w:r>
      <w:r w:rsidR="00D531C7">
        <w:rPr>
          <w:lang w:val="de-DE"/>
        </w:rPr>
        <w:t>-</w:t>
      </w:r>
      <w:r w:rsidRPr="003B0FFF">
        <w:rPr>
          <w:lang w:val="de-DE"/>
        </w:rPr>
        <w:t>dauer, erkläre ich mich hiermit bereit, dem bisherigen Anbieter alle in diesem Zusammenhang allenfalls geschuldeten Zahlungen zu leisten.</w:t>
      </w:r>
    </w:p>
    <w:p w:rsidR="003B0FFF" w:rsidRPr="00783B97" w:rsidRDefault="003B0FFF" w:rsidP="003B0FFF">
      <w:pPr>
        <w:pStyle w:val="ColtBodyText"/>
        <w:rPr>
          <w:lang w:val="de-DE"/>
        </w:rPr>
      </w:pPr>
      <w:r w:rsidRPr="00783B97">
        <w:rPr>
          <w:lang w:val="de-DE"/>
        </w:rPr>
        <w:t>nach Ablauf der Mindestvertragsdauer; Datum:</w:t>
      </w:r>
      <w:r w:rsidR="00D87414">
        <w:rPr>
          <w:lang w:val="de-DE"/>
        </w:rPr>
        <w:t xml:space="preserve"> </w:t>
      </w:r>
      <w:r w:rsidRPr="00783B97">
        <w:rPr>
          <w:lang w:val="de-DE"/>
        </w:rPr>
        <w:t>__  __  __</w:t>
      </w:r>
    </w:p>
    <w:p w:rsidR="003B0FFF" w:rsidRPr="003B0FFF" w:rsidRDefault="003B0FFF" w:rsidP="003B0FFF">
      <w:pPr>
        <w:pStyle w:val="ColtBodyText"/>
        <w:rPr>
          <w:lang w:val="de-DE"/>
        </w:rPr>
      </w:pPr>
      <w:r w:rsidRPr="003B0FFF">
        <w:rPr>
          <w:lang w:val="de-DE"/>
        </w:rPr>
        <w:t xml:space="preserve">Ich ermächtige </w:t>
      </w:r>
      <w:r w:rsidRPr="003B0FFF">
        <w:rPr>
          <w:rStyle w:val="ColtBold"/>
          <w:lang w:val="de-DE"/>
        </w:rPr>
        <w:t>Colt Technology Services GmbH</w:t>
      </w:r>
    </w:p>
    <w:p w:rsidR="003B0FFF" w:rsidRPr="00D63A9E" w:rsidRDefault="003B0FFF" w:rsidP="00D63A9E">
      <w:pPr>
        <w:pStyle w:val="ColtBulletOne"/>
      </w:pPr>
      <w:bookmarkStart w:id="3" w:name="_GoBack"/>
      <w:bookmarkEnd w:id="3"/>
      <w:r w:rsidRPr="00D63A9E">
        <w:t>die Übernahme der unten aufgeführten Nummer(n) bei meinem bisherigen Anbieter zu veranlassen und</w:t>
      </w:r>
    </w:p>
    <w:p w:rsidR="003B0FFF" w:rsidRPr="003B0FFF" w:rsidRDefault="003B0FFF" w:rsidP="00091164">
      <w:pPr>
        <w:pStyle w:val="ColtBulletOneLast"/>
      </w:pPr>
      <w:r w:rsidRPr="003B0FFF">
        <w:t>meinen entsprechenden bisherigen Vertrag (bzw. meine bisherigen Verträge) zu kündigen. Enthält der Vertrag weitere Leistungen, bezieht sich die Kündigung nur auf den Vertragsteil mit der/den entsprechenden Nummer(n).</w:t>
      </w:r>
    </w:p>
    <w:p w:rsidR="003B0FFF" w:rsidRPr="00D531C7" w:rsidRDefault="003B0FFF" w:rsidP="003B0FFF">
      <w:pPr>
        <w:pStyle w:val="ColtBodyText"/>
        <w:rPr>
          <w:u w:val="single"/>
          <w:lang w:val="de-DE"/>
        </w:rPr>
      </w:pPr>
      <w:r w:rsidRPr="00D531C7">
        <w:rPr>
          <w:rStyle w:val="ColtBold"/>
          <w:u w:val="single"/>
          <w:lang w:val="de-DE"/>
        </w:rPr>
        <w:t>Diese Vollmacht gilt als Kündigung des/der mit meinem bisherigen Telekommunikations</w:t>
      </w:r>
      <w:r w:rsidR="00D531C7" w:rsidRPr="00D531C7">
        <w:rPr>
          <w:rStyle w:val="ColtBold"/>
          <w:u w:val="single"/>
          <w:lang w:val="de-DE"/>
        </w:rPr>
        <w:t>-</w:t>
      </w:r>
      <w:r w:rsidRPr="00D531C7">
        <w:rPr>
          <w:rStyle w:val="ColtBold"/>
          <w:u w:val="single"/>
          <w:lang w:val="de-DE"/>
        </w:rPr>
        <w:t>anbieter abgeschlossenen Vertrages/Verträge resp. Vertragsteile, die von der Übernahme der unten aufgeführten Nummer(n) betroffen sind</w:t>
      </w:r>
      <w:r w:rsidRPr="00D531C7">
        <w:rPr>
          <w:b/>
          <w:color w:val="000000"/>
          <w:u w:val="single"/>
          <w:lang w:val="de-DE"/>
        </w:rPr>
        <w:t>.</w:t>
      </w:r>
    </w:p>
    <w:p w:rsidR="003B0FFF" w:rsidRPr="001C60D6" w:rsidRDefault="003B0FFF" w:rsidP="003B0FFF">
      <w:pPr>
        <w:pStyle w:val="ColtTabletitle"/>
      </w:pPr>
      <w:r w:rsidRPr="001C60D6">
        <w:t xml:space="preserve">Anschluss </w:t>
      </w:r>
      <w:proofErr w:type="spellStart"/>
      <w:r w:rsidRPr="001C60D6">
        <w:t>analog</w:t>
      </w:r>
      <w:proofErr w:type="spellEnd"/>
      <w:r w:rsidRPr="001C60D6">
        <w:t xml:space="preserve"> </w:t>
      </w:r>
      <w:proofErr w:type="spellStart"/>
      <w:r w:rsidRPr="001C60D6">
        <w:t>inkl</w:t>
      </w:r>
      <w:proofErr w:type="spellEnd"/>
      <w:r w:rsidRPr="001C60D6">
        <w:t xml:space="preserve">. </w:t>
      </w:r>
      <w:proofErr w:type="spellStart"/>
      <w:r w:rsidRPr="001C60D6">
        <w:t>Mehrfach</w:t>
      </w:r>
      <w:proofErr w:type="spellEnd"/>
    </w:p>
    <w:tbl>
      <w:tblPr>
        <w:tblW w:w="0" w:type="auto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4"/>
        <w:gridCol w:w="1985"/>
        <w:gridCol w:w="454"/>
        <w:gridCol w:w="1985"/>
        <w:gridCol w:w="454"/>
        <w:gridCol w:w="1985"/>
        <w:gridCol w:w="454"/>
        <w:gridCol w:w="1985"/>
      </w:tblGrid>
      <w:tr w:rsidR="003B0FF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5" w:name="Text11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11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2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6" w:name="Text1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16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7" w:name="Text13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4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maxLength w:val="10"/>
                  </w:textInput>
                </w:ffData>
              </w:fldChar>
            </w:r>
            <w:bookmarkStart w:id="8" w:name="Text14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5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9" w:name="Text1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12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6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0" w:name="Text16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17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7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1" w:name="Text17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13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18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14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3B0FFF" w:rsidRDefault="003B0FFF" w:rsidP="00B77205">
            <w:pPr>
              <w:pStyle w:val="ColtTBText"/>
            </w:pPr>
            <w:r>
              <w:t>19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3B0FF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2" w:name="Text18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19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3" w:name="Text19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15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2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4" w:name="Text2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t>20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B0FFF" w:rsidRDefault="003B0FFF" w:rsidP="00B77205">
            <w:pPr>
              <w:pStyle w:val="ColtTBText"/>
            </w:pPr>
            <w:r>
              <w:fldChar w:fldCharType="begin">
                <w:ffData>
                  <w:name w:val="Text2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5" w:name="Text21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5"/>
          </w:p>
        </w:tc>
      </w:tr>
    </w:tbl>
    <w:p w:rsidR="00243DF5" w:rsidRDefault="00243DF5" w:rsidP="000B1287">
      <w:pPr>
        <w:pStyle w:val="ColtNormal"/>
        <w:sectPr w:rsidR="00243DF5" w:rsidSect="00D63A9E">
          <w:pgSz w:w="11907" w:h="16840" w:code="9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:rsidR="0065573A" w:rsidRPr="006E457A" w:rsidRDefault="0065573A" w:rsidP="0065573A">
      <w:pPr>
        <w:pStyle w:val="ColtTabletitle"/>
        <w:rPr>
          <w:lang w:val="de-DE"/>
        </w:rPr>
      </w:pPr>
      <w:r w:rsidRPr="006E457A">
        <w:rPr>
          <w:lang w:val="de-DE"/>
        </w:rPr>
        <w:lastRenderedPageBreak/>
        <w:t xml:space="preserve">Basisanschluss inkl. </w:t>
      </w:r>
      <w:smartTag w:uri="urn:schemas-microsoft-com:office:smarttags" w:element="stockticker">
        <w:r w:rsidRPr="006E457A">
          <w:rPr>
            <w:lang w:val="de-DE"/>
          </w:rPr>
          <w:t>MSN</w:t>
        </w:r>
      </w:smartTag>
      <w:r w:rsidRPr="006E457A">
        <w:rPr>
          <w:lang w:val="de-DE"/>
        </w:rPr>
        <w:tab/>
      </w:r>
      <w:r w:rsidR="006E457A" w:rsidRPr="006E457A">
        <w:rPr>
          <w:lang w:val="de-DE"/>
        </w:rPr>
        <w:tab/>
      </w:r>
      <w:r w:rsidR="006E457A">
        <w:rPr>
          <w:lang w:val="de-DE"/>
        </w:rPr>
        <w:tab/>
      </w:r>
      <w:r w:rsidR="006E457A">
        <w:rPr>
          <w:lang w:val="de-DE"/>
        </w:rPr>
        <w:tab/>
      </w:r>
      <w:r w:rsidRPr="006E457A">
        <w:rPr>
          <w:lang w:val="de-DE"/>
        </w:rPr>
        <w:t>VAS, Mehrwertdienstnummer</w:t>
      </w:r>
    </w:p>
    <w:tbl>
      <w:tblPr>
        <w:tblW w:w="976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4"/>
        <w:gridCol w:w="1985"/>
        <w:gridCol w:w="454"/>
        <w:gridCol w:w="1985"/>
        <w:gridCol w:w="454"/>
        <w:gridCol w:w="1985"/>
        <w:gridCol w:w="454"/>
        <w:gridCol w:w="1991"/>
      </w:tblGrid>
      <w:tr w:rsidR="0065573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 w:rsidRPr="006E457A">
              <w:rPr>
                <w:lang w:val="de-DE"/>
              </w:rP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 w:rsidRPr="006E457A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 w:rsidRPr="006E457A">
              <w:rPr>
                <w:lang w:val="de-DE"/>
              </w:rP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>
              <w:fldChar w:fldCharType="begin">
                <w:ffData>
                  <w:name w:val="Text1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 w:rsidRPr="006E457A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  <w:left w:val="nil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 w:rsidRPr="006E457A">
              <w:rPr>
                <w:lang w:val="de-DE"/>
              </w:rP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>
              <w:fldChar w:fldCharType="begin">
                <w:ffData>
                  <w:name w:val="Text12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 w:rsidRPr="006E457A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 w:rsidRPr="006E457A">
              <w:rPr>
                <w:lang w:val="de-DE"/>
              </w:rPr>
              <w:t>2</w:t>
            </w:r>
          </w:p>
        </w:tc>
        <w:tc>
          <w:tcPr>
            <w:tcW w:w="1991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 w:rsidRPr="006E457A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65573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 w:rsidRPr="006E457A">
              <w:rPr>
                <w:lang w:val="de-DE"/>
              </w:rP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maxLength w:val="10"/>
                  </w:textInput>
                </w:ffData>
              </w:fldChar>
            </w:r>
            <w:r w:rsidRPr="006E457A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65573A" w:rsidRPr="006E457A" w:rsidRDefault="0065573A" w:rsidP="00B77205">
            <w:pPr>
              <w:pStyle w:val="ColtTBText"/>
              <w:rPr>
                <w:lang w:val="de-DE"/>
              </w:rPr>
            </w:pPr>
            <w:r w:rsidRPr="006E457A">
              <w:rPr>
                <w:lang w:val="de-DE"/>
              </w:rP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5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 w:rsidRPr="006E457A"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6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65573A" w:rsidRDefault="0065573A" w:rsidP="00B77205">
            <w:pPr>
              <w:pStyle w:val="ColtTBText"/>
            </w:pPr>
            <w:r>
              <w:t>4</w:t>
            </w:r>
          </w:p>
        </w:tc>
        <w:tc>
          <w:tcPr>
            <w:tcW w:w="1991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7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65573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6" w:name="Text13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454" w:type="dxa"/>
            <w:vAlign w:val="center"/>
          </w:tcPr>
          <w:p w:rsidR="0065573A" w:rsidRDefault="0065573A" w:rsidP="00B77205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17" w:name="Text131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8" w:name="Text13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454" w:type="dxa"/>
            <w:vAlign w:val="center"/>
          </w:tcPr>
          <w:p w:rsidR="0065573A" w:rsidRDefault="0065573A" w:rsidP="00B77205">
            <w:pPr>
              <w:pStyle w:val="ColtTBText"/>
            </w:pPr>
            <w:r>
              <w:t>6</w:t>
            </w:r>
          </w:p>
        </w:tc>
        <w:tc>
          <w:tcPr>
            <w:tcW w:w="1991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9" w:name="Text133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65573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20" w:name="Text134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454" w:type="dxa"/>
            <w:vAlign w:val="center"/>
          </w:tcPr>
          <w:p w:rsidR="0065573A" w:rsidRDefault="0065573A" w:rsidP="00B77205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21" w:name="Text13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22" w:name="Text136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454" w:type="dxa"/>
            <w:vAlign w:val="center"/>
          </w:tcPr>
          <w:p w:rsidR="0065573A" w:rsidRDefault="0065573A" w:rsidP="00B77205">
            <w:pPr>
              <w:pStyle w:val="ColtTBText"/>
            </w:pPr>
            <w:r>
              <w:t>8</w:t>
            </w:r>
          </w:p>
        </w:tc>
        <w:tc>
          <w:tcPr>
            <w:tcW w:w="1991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23" w:name="Text137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65573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9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left w:val="nil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2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t>10</w:t>
            </w:r>
          </w:p>
        </w:tc>
        <w:tc>
          <w:tcPr>
            <w:tcW w:w="1991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2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</w:tbl>
    <w:p w:rsidR="003E0270" w:rsidRDefault="003E0270" w:rsidP="003E0270">
      <w:pPr>
        <w:pStyle w:val="ColtNormal"/>
      </w:pPr>
    </w:p>
    <w:p w:rsidR="0065573A" w:rsidRPr="001C60D6" w:rsidRDefault="0065573A" w:rsidP="0065573A">
      <w:pPr>
        <w:pStyle w:val="ColtTabletitle"/>
      </w:pPr>
      <w:r w:rsidRPr="001C60D6">
        <w:t>DDI/Corporate Access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5"/>
        <w:gridCol w:w="3335"/>
        <w:gridCol w:w="3335"/>
      </w:tblGrid>
      <w:tr w:rsidR="0065573A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proofErr w:type="spellStart"/>
            <w:r>
              <w:t>Stammnummer</w:t>
            </w:r>
            <w:proofErr w:type="spellEnd"/>
            <w:r>
              <w:t>:</w:t>
            </w:r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proofErr w:type="spellStart"/>
            <w:r>
              <w:t>Durchwahlbereich</w:t>
            </w:r>
            <w:proofErr w:type="spellEnd"/>
            <w:r>
              <w:t xml:space="preserve"> von</w:t>
            </w:r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proofErr w:type="spellStart"/>
            <w:r>
              <w:t>bis</w:t>
            </w:r>
            <w:proofErr w:type="spellEnd"/>
          </w:p>
        </w:tc>
      </w:tr>
      <w:tr w:rsidR="0065573A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24" w:name="Text138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25" w:name="Text139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26" w:name="Text14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6"/>
          </w:p>
        </w:tc>
      </w:tr>
      <w:tr w:rsidR="0065573A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65573A" w:rsidRDefault="0065573A" w:rsidP="00B77205">
            <w:pPr>
              <w:pStyle w:val="ColtTBText"/>
            </w:pPr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27" w:name="Text14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28" w:name="Text143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65573A">
        <w:tblPrEx>
          <w:tblCellMar>
            <w:top w:w="0" w:type="dxa"/>
            <w:bottom w:w="0" w:type="dxa"/>
          </w:tblCellMar>
        </w:tblPrEx>
        <w:tc>
          <w:tcPr>
            <w:tcW w:w="3335" w:type="dxa"/>
          </w:tcPr>
          <w:p w:rsidR="0065573A" w:rsidRDefault="0065573A" w:rsidP="00B77205">
            <w:pPr>
              <w:pStyle w:val="ColtTBText"/>
            </w:pPr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29" w:name="Text14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3335" w:type="dxa"/>
          </w:tcPr>
          <w:p w:rsidR="0065573A" w:rsidRDefault="0065573A" w:rsidP="00B77205">
            <w:pPr>
              <w:pStyle w:val="ColtTB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30" w:name="Text146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30"/>
          </w:p>
        </w:tc>
      </w:tr>
    </w:tbl>
    <w:p w:rsidR="0065573A" w:rsidRDefault="0065573A" w:rsidP="0065573A">
      <w:pPr>
        <w:pStyle w:val="ColtNormal"/>
      </w:pPr>
    </w:p>
    <w:p w:rsidR="0065573A" w:rsidRPr="0065573A" w:rsidRDefault="002B44C8" w:rsidP="0065573A">
      <w:pPr>
        <w:pStyle w:val="ColtBodyText"/>
        <w:rPr>
          <w:lang w:val="fr-FR"/>
        </w:rPr>
      </w:pPr>
      <w:r>
        <w:rPr>
          <w:lang w:val="fr-FR"/>
        </w:rPr>
        <w:t xml:space="preserve">Das </w:t>
      </w:r>
      <w:proofErr w:type="spellStart"/>
      <w:r>
        <w:rPr>
          <w:lang w:val="fr-FR"/>
        </w:rPr>
        <w:t>genaue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Datum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</w:t>
      </w:r>
      <w:proofErr w:type="spellEnd"/>
      <w:r>
        <w:rPr>
          <w:lang w:val="fr-FR"/>
        </w:rPr>
        <w:t xml:space="preserve"> die </w:t>
      </w:r>
      <w:proofErr w:type="spellStart"/>
      <w:r>
        <w:rPr>
          <w:lang w:val="fr-FR"/>
        </w:rPr>
        <w:t>Zeit</w:t>
      </w:r>
      <w:proofErr w:type="spellEnd"/>
      <w:r>
        <w:rPr>
          <w:lang w:val="fr-FR"/>
        </w:rPr>
        <w:t xml:space="preserve"> der </w:t>
      </w:r>
      <w:proofErr w:type="spellStart"/>
      <w:r>
        <w:rPr>
          <w:lang w:val="fr-FR"/>
        </w:rPr>
        <w:t>Übernahme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wird</w:t>
      </w:r>
      <w:proofErr w:type="spellEnd"/>
      <w:r>
        <w:rPr>
          <w:lang w:val="fr-FR"/>
        </w:rPr>
        <w:t xml:space="preserve"> mir </w:t>
      </w:r>
      <w:proofErr w:type="spellStart"/>
      <w:r>
        <w:rPr>
          <w:lang w:val="fr-FR"/>
        </w:rPr>
        <w:t>später</w:t>
      </w:r>
      <w:proofErr w:type="spellEnd"/>
      <w:r>
        <w:rPr>
          <w:lang w:val="fr-FR"/>
        </w:rPr>
        <w:t xml:space="preserve"> von </w:t>
      </w:r>
      <w:r w:rsidR="0065573A" w:rsidRPr="0065573A">
        <w:rPr>
          <w:rStyle w:val="ColtBold"/>
          <w:lang w:val="fr-FR"/>
        </w:rPr>
        <w:t xml:space="preserve">Colt </w:t>
      </w:r>
      <w:proofErr w:type="spellStart"/>
      <w:r w:rsidR="0065573A" w:rsidRPr="0065573A">
        <w:rPr>
          <w:rStyle w:val="ColtBold"/>
          <w:lang w:val="fr-FR"/>
        </w:rPr>
        <w:t>Technology</w:t>
      </w:r>
      <w:proofErr w:type="spellEnd"/>
      <w:r w:rsidR="0065573A" w:rsidRPr="0065573A">
        <w:rPr>
          <w:rStyle w:val="ColtBold"/>
          <w:lang w:val="fr-FR"/>
        </w:rPr>
        <w:t xml:space="preserve"> Services </w:t>
      </w:r>
      <w:r>
        <w:rPr>
          <w:rStyle w:val="ColtBold"/>
          <w:lang w:val="fr-FR"/>
        </w:rPr>
        <w:t xml:space="preserve">GmbH </w:t>
      </w:r>
      <w:proofErr w:type="spellStart"/>
      <w:r>
        <w:rPr>
          <w:rStyle w:val="ColtBold"/>
          <w:b w:val="0"/>
          <w:lang w:val="fr-FR"/>
        </w:rPr>
        <w:t>bekanntgegeben</w:t>
      </w:r>
      <w:proofErr w:type="spellEnd"/>
      <w:r w:rsidR="0065573A" w:rsidRPr="0065573A">
        <w:rPr>
          <w:lang w:val="fr-FR"/>
        </w:rPr>
        <w:t xml:space="preserve">. </w:t>
      </w:r>
      <w:r>
        <w:rPr>
          <w:lang w:val="fr-FR"/>
        </w:rPr>
        <w:t xml:space="preserve">Die </w:t>
      </w:r>
      <w:proofErr w:type="spellStart"/>
      <w:r>
        <w:rPr>
          <w:lang w:val="fr-FR"/>
        </w:rPr>
        <w:t>Leistungserbringung</w:t>
      </w:r>
      <w:proofErr w:type="spellEnd"/>
      <w:r>
        <w:rPr>
          <w:lang w:val="fr-FR"/>
        </w:rPr>
        <w:t xml:space="preserve"> des </w:t>
      </w:r>
      <w:proofErr w:type="spellStart"/>
      <w:r>
        <w:rPr>
          <w:lang w:val="fr-FR"/>
        </w:rPr>
        <w:t>bisherigen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Anbieters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endet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auf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diesen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Zeitpunkt</w:t>
      </w:r>
      <w:proofErr w:type="spellEnd"/>
      <w:r w:rsidR="0065573A" w:rsidRPr="0065573A">
        <w:rPr>
          <w:lang w:val="fr-FR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851"/>
        <w:gridCol w:w="4632"/>
      </w:tblGrid>
      <w:tr w:rsidR="0065573A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65573A" w:rsidRDefault="002B44C8" w:rsidP="00B77205">
            <w:pPr>
              <w:pStyle w:val="ColtTBText"/>
            </w:pPr>
            <w:r>
              <w:t>Ort/D</w:t>
            </w:r>
            <w:r w:rsidR="0065573A">
              <w:t>atum:</w:t>
            </w:r>
          </w:p>
        </w:tc>
        <w:tc>
          <w:tcPr>
            <w:tcW w:w="851" w:type="dxa"/>
          </w:tcPr>
          <w:p w:rsidR="0065573A" w:rsidRDefault="0065573A" w:rsidP="00B77205">
            <w:pPr>
              <w:pStyle w:val="ColtTBText"/>
            </w:pPr>
          </w:p>
        </w:tc>
        <w:tc>
          <w:tcPr>
            <w:tcW w:w="4632" w:type="dxa"/>
          </w:tcPr>
          <w:p w:rsidR="0065573A" w:rsidRPr="0065573A" w:rsidRDefault="0065573A" w:rsidP="00B77205">
            <w:pPr>
              <w:pStyle w:val="ColtTBText"/>
              <w:rPr>
                <w:lang w:val="de-DE"/>
              </w:rPr>
            </w:pPr>
            <w:r w:rsidRPr="0065573A">
              <w:rPr>
                <w:lang w:val="de-DE"/>
              </w:rPr>
              <w:t>Unterschrift: (bitte zusätzlich in Blockschrift)</w:t>
            </w:r>
          </w:p>
          <w:p w:rsidR="0065573A" w:rsidRPr="0065573A" w:rsidRDefault="0065573A" w:rsidP="00B77205">
            <w:pPr>
              <w:pStyle w:val="ColtTBText"/>
              <w:rPr>
                <w:lang w:val="de-DE"/>
              </w:rPr>
            </w:pPr>
          </w:p>
        </w:tc>
      </w:tr>
    </w:tbl>
    <w:p w:rsidR="002D33C3" w:rsidRDefault="002D33C3" w:rsidP="000B1287">
      <w:pPr>
        <w:pStyle w:val="ColtNormal"/>
      </w:pPr>
    </w:p>
    <w:p w:rsidR="00D531C7" w:rsidRDefault="00D531C7" w:rsidP="000B1287">
      <w:pPr>
        <w:pStyle w:val="ColtNormal"/>
      </w:pPr>
    </w:p>
    <w:p w:rsidR="00D531C7" w:rsidRDefault="00D531C7" w:rsidP="00D531C7">
      <w:pPr>
        <w:pStyle w:val="ColtNormal"/>
        <w:tabs>
          <w:tab w:val="left" w:pos="5529"/>
        </w:tabs>
      </w:pP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ascii="MS Mincho" w:eastAsia="MS Mincho" w:hAnsi="MS Mincho" w:cs="MS Mincho" w:hint="eastAsia"/>
          <w:noProof/>
        </w:rPr>
        <w:t> </w:t>
      </w:r>
      <w:r>
        <w:rPr>
          <w:rFonts w:ascii="MS Mincho" w:eastAsia="MS Mincho" w:hAnsi="MS Mincho" w:cs="MS Mincho" w:hint="eastAsia"/>
          <w:noProof/>
        </w:rPr>
        <w:t> </w:t>
      </w:r>
      <w:r>
        <w:rPr>
          <w:rFonts w:ascii="MS Mincho" w:eastAsia="MS Mincho" w:hAnsi="MS Mincho" w:cs="MS Mincho" w:hint="eastAsia"/>
          <w:noProof/>
        </w:rPr>
        <w:t> </w:t>
      </w:r>
      <w:r>
        <w:rPr>
          <w:rFonts w:ascii="MS Mincho" w:eastAsia="MS Mincho" w:hAnsi="MS Mincho" w:cs="MS Mincho" w:hint="eastAsia"/>
          <w:noProof/>
        </w:rPr>
        <w:t> </w:t>
      </w:r>
      <w:r>
        <w:rPr>
          <w:rFonts w:ascii="MS Mincho" w:eastAsia="MS Mincho" w:hAnsi="MS Mincho" w:cs="MS Mincho" w:hint="eastAsia"/>
          <w:noProof/>
        </w:rPr>
        <w:t> </w:t>
      </w:r>
      <w:r>
        <w:fldChar w:fldCharType="end"/>
      </w:r>
    </w:p>
    <w:p w:rsidR="00D531C7" w:rsidRDefault="00D531C7" w:rsidP="000B1287">
      <w:pPr>
        <w:pStyle w:val="ColtNormal"/>
      </w:pPr>
    </w:p>
    <w:p w:rsidR="00D531C7" w:rsidRPr="00D531C7" w:rsidRDefault="00D531C7" w:rsidP="000B1287">
      <w:pPr>
        <w:pStyle w:val="ColtNormal"/>
        <w:rPr>
          <w:lang w:val="de-CH"/>
        </w:rPr>
      </w:pPr>
      <w:r w:rsidRPr="00D531C7">
        <w:rPr>
          <w:lang w:val="de-CH"/>
        </w:rPr>
        <w:t xml:space="preserve">Eine Kopie dieser Vollmacht wird dem bisherigen Anbieter zugestellt. </w:t>
      </w:r>
      <w:r>
        <w:rPr>
          <w:lang w:val="de-CH"/>
        </w:rPr>
        <w:t xml:space="preserve">Das Original bleibt </w:t>
      </w:r>
      <w:r w:rsidR="005F54C8">
        <w:rPr>
          <w:lang w:val="de-CH"/>
        </w:rPr>
        <w:t xml:space="preserve">bei </w:t>
      </w:r>
      <w:r w:rsidRPr="00D531C7">
        <w:rPr>
          <w:b/>
          <w:lang w:val="de-CH"/>
        </w:rPr>
        <w:t>Colt Technology Services GmbH</w:t>
      </w:r>
      <w:r>
        <w:rPr>
          <w:b/>
          <w:lang w:val="de-CH"/>
        </w:rPr>
        <w:t>.</w:t>
      </w:r>
    </w:p>
    <w:sectPr w:rsidR="00D531C7" w:rsidRPr="00D531C7" w:rsidSect="006232D1">
      <w:pgSz w:w="11907" w:h="16840" w:code="9"/>
      <w:pgMar w:top="22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3C1" w:rsidRDefault="001873C1">
      <w:r>
        <w:separator/>
      </w:r>
    </w:p>
  </w:endnote>
  <w:endnote w:type="continuationSeparator" w:id="0">
    <w:p w:rsidR="001873C1" w:rsidRDefault="0018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3C1" w:rsidRDefault="001873C1">
      <w:r>
        <w:separator/>
      </w:r>
    </w:p>
  </w:footnote>
  <w:footnote w:type="continuationSeparator" w:id="0">
    <w:p w:rsidR="001873C1" w:rsidRDefault="00187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4096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6292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5A94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C28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8AFB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3A09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DCC2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061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3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24C6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F58AA"/>
    <w:multiLevelType w:val="hybridMultilevel"/>
    <w:tmpl w:val="0A2ED382"/>
    <w:lvl w:ilvl="0" w:tplc="ADC4E66A">
      <w:start w:val="1"/>
      <w:numFmt w:val="upperLetter"/>
      <w:pStyle w:val="ColtHeadingA"/>
      <w:lvlText w:val="%1"/>
      <w:lvlJc w:val="left"/>
      <w:pPr>
        <w:tabs>
          <w:tab w:val="num" w:pos="0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AA40D1"/>
    <w:multiLevelType w:val="multilevel"/>
    <w:tmpl w:val="FF8C31B0"/>
    <w:lvl w:ilvl="0">
      <w:start w:val="1"/>
      <w:numFmt w:val="decimal"/>
      <w:pStyle w:val="ColtHeading1"/>
      <w:suff w:val="space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oltHeading2"/>
      <w:suff w:val="space"/>
      <w:lvlText w:val="%1.%2"/>
      <w:lvlJc w:val="left"/>
      <w:pPr>
        <w:ind w:left="792" w:hanging="792"/>
      </w:pPr>
      <w:rPr>
        <w:rFonts w:hint="default"/>
        <w:b/>
        <w:i w:val="0"/>
        <w:color w:val="009DE0"/>
        <w:sz w:val="28"/>
      </w:rPr>
    </w:lvl>
    <w:lvl w:ilvl="2">
      <w:start w:val="1"/>
      <w:numFmt w:val="decimal"/>
      <w:pStyle w:val="ColtHeading3"/>
      <w:suff w:val="space"/>
      <w:lvlText w:val="%1.%2.%3"/>
      <w:lvlJc w:val="left"/>
      <w:pPr>
        <w:ind w:left="1224" w:hanging="1224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pStyle w:val="ColtHeading4"/>
      <w:suff w:val="space"/>
      <w:lvlText w:val="%1.%2.%3.%4"/>
      <w:lvlJc w:val="left"/>
      <w:pPr>
        <w:ind w:left="1728" w:hanging="1728"/>
      </w:pPr>
      <w:rPr>
        <w:rFonts w:hint="default"/>
        <w:b/>
        <w:i w:val="0"/>
        <w:color w:val="009DE0"/>
        <w:sz w:val="20"/>
      </w:rPr>
    </w:lvl>
    <w:lvl w:ilvl="4">
      <w:start w:val="1"/>
      <w:numFmt w:val="decimal"/>
      <w:pStyle w:val="ColtHeading5"/>
      <w:suff w:val="space"/>
      <w:lvlText w:val="%1.%2.%3.%4.%5"/>
      <w:lvlJc w:val="left"/>
      <w:pPr>
        <w:ind w:left="2232" w:hanging="2232"/>
      </w:pPr>
      <w:rPr>
        <w:rFonts w:hint="default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12" w15:restartNumberingAfterBreak="0">
    <w:nsid w:val="0DCB49B2"/>
    <w:multiLevelType w:val="multilevel"/>
    <w:tmpl w:val="0236345E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 w15:restartNumberingAfterBreak="0">
    <w:nsid w:val="15940C50"/>
    <w:multiLevelType w:val="hybridMultilevel"/>
    <w:tmpl w:val="F18AD200"/>
    <w:lvl w:ilvl="0" w:tplc="90D83D6E">
      <w:start w:val="1"/>
      <w:numFmt w:val="decimal"/>
      <w:pStyle w:val="ColtNumberList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9DE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297CA8"/>
    <w:multiLevelType w:val="hybridMultilevel"/>
    <w:tmpl w:val="151E8638"/>
    <w:lvl w:ilvl="0" w:tplc="5E08D6BA">
      <w:start w:val="1"/>
      <w:numFmt w:val="bullet"/>
      <w:pStyle w:val="ColtBulletThree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1" w:tplc="0813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 w:tplc="5C6E6F0E">
      <w:start w:val="1"/>
      <w:numFmt w:val="bullet"/>
      <w:pStyle w:val="ColtBulletThree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179E5968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 w:tplc="0813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 w15:restartNumberingAfterBreak="0">
    <w:nsid w:val="2BED67A7"/>
    <w:multiLevelType w:val="hybridMultilevel"/>
    <w:tmpl w:val="B0DC9134"/>
    <w:lvl w:ilvl="0" w:tplc="864EEA22">
      <w:start w:val="1"/>
      <w:numFmt w:val="bullet"/>
      <w:pStyle w:val="ColtBulletTwo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968E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9DE392A"/>
    <w:multiLevelType w:val="multilevel"/>
    <w:tmpl w:val="BD944620"/>
    <w:lvl w:ilvl="0">
      <w:start w:val="1"/>
      <w:numFmt w:val="bullet"/>
      <w:lvlText w:val="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8" w15:restartNumberingAfterBreak="0">
    <w:nsid w:val="3E2D7940"/>
    <w:multiLevelType w:val="multilevel"/>
    <w:tmpl w:val="108E71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792"/>
      </w:pPr>
      <w:rPr>
        <w:rFonts w:hint="default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224" w:hanging="1224"/>
      </w:pPr>
      <w:rPr>
        <w:rFonts w:ascii="Arial Bold" w:hint="cs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1728"/>
      </w:pPr>
      <w:rPr>
        <w:rFonts w:ascii="Arial Bold" w:hint="cs"/>
        <w:b/>
        <w:i w:val="0"/>
        <w:color w:val="009DE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2232"/>
      </w:pPr>
      <w:rPr>
        <w:rFonts w:ascii="Arial Bold" w:hint="cs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19" w15:restartNumberingAfterBreak="0">
    <w:nsid w:val="404C5C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70C6989"/>
    <w:multiLevelType w:val="hybridMultilevel"/>
    <w:tmpl w:val="F1F6F914"/>
    <w:lvl w:ilvl="0" w:tplc="25EC3A9A">
      <w:start w:val="1"/>
      <w:numFmt w:val="upperLetter"/>
      <w:pStyle w:val="ColtAlphaList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9DE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407670"/>
    <w:multiLevelType w:val="multilevel"/>
    <w:tmpl w:val="11D0B64E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3B332C"/>
    <w:multiLevelType w:val="multilevel"/>
    <w:tmpl w:val="C9904F08"/>
    <w:lvl w:ilvl="0">
      <w:start w:val="1"/>
      <w:numFmt w:val="bullet"/>
      <w:lvlText w:val=""/>
      <w:lvlJc w:val="left"/>
      <w:pPr>
        <w:tabs>
          <w:tab w:val="num" w:pos="284"/>
        </w:tabs>
        <w:ind w:left="284" w:firstLine="283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3" w15:restartNumberingAfterBreak="0">
    <w:nsid w:val="5B0B0FE2"/>
    <w:multiLevelType w:val="multilevel"/>
    <w:tmpl w:val="3ED870C4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792"/>
      </w:pPr>
      <w:rPr>
        <w:rFonts w:ascii="Arial Bold" w:hint="cs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224" w:hanging="1224"/>
      </w:pPr>
      <w:rPr>
        <w:rFonts w:ascii="Arial Bold" w:hint="cs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1728"/>
      </w:pPr>
      <w:rPr>
        <w:rFonts w:ascii="Arial Bold" w:hint="cs"/>
        <w:b/>
        <w:i w:val="0"/>
        <w:color w:val="009DE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2232"/>
      </w:pPr>
      <w:rPr>
        <w:rFonts w:ascii="Arial Bold" w:hint="cs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24" w15:restartNumberingAfterBreak="0">
    <w:nsid w:val="5D0308C0"/>
    <w:multiLevelType w:val="multilevel"/>
    <w:tmpl w:val="53C2B3EC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53776F"/>
    <w:multiLevelType w:val="hybridMultilevel"/>
    <w:tmpl w:val="730613C0"/>
    <w:lvl w:ilvl="0" w:tplc="3B3A85A8">
      <w:start w:val="1"/>
      <w:numFmt w:val="bullet"/>
      <w:pStyle w:val="ColtBullet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A59B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230858"/>
    <w:multiLevelType w:val="multilevel"/>
    <w:tmpl w:val="FD66EAEC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754BA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5"/>
  </w:num>
  <w:num w:numId="2">
    <w:abstractNumId w:val="15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3"/>
  </w:num>
  <w:num w:numId="19">
    <w:abstractNumId w:val="27"/>
  </w:num>
  <w:num w:numId="20">
    <w:abstractNumId w:val="18"/>
  </w:num>
  <w:num w:numId="21">
    <w:abstractNumId w:val="19"/>
  </w:num>
  <w:num w:numId="22">
    <w:abstractNumId w:val="14"/>
  </w:num>
  <w:num w:numId="23">
    <w:abstractNumId w:val="10"/>
  </w:num>
  <w:num w:numId="24">
    <w:abstractNumId w:val="12"/>
  </w:num>
  <w:num w:numId="25">
    <w:abstractNumId w:val="22"/>
  </w:num>
  <w:num w:numId="26">
    <w:abstractNumId w:val="17"/>
  </w:num>
  <w:num w:numId="27">
    <w:abstractNumId w:val="20"/>
  </w:num>
  <w:num w:numId="28">
    <w:abstractNumId w:val="13"/>
  </w:num>
  <w:num w:numId="29">
    <w:abstractNumId w:val="16"/>
  </w:num>
  <w:num w:numId="30">
    <w:abstractNumId w:val="24"/>
  </w:num>
  <w:num w:numId="31">
    <w:abstractNumId w:val="21"/>
  </w:num>
  <w:num w:numId="32">
    <w:abstractNumId w:val="26"/>
  </w:num>
  <w:num w:numId="33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hdrShapeDefaults>
    <o:shapedefaults v:ext="edit" spidmax="3074" fillcolor="#009de0">
      <v:fill color="#009de0"/>
      <o:colormru v:ext="edit" colors="#009de0,#a1bf35,#9f905d,#be006b,#b94a13,#009fbb,#dbc300,black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6C1"/>
    <w:rsid w:val="00001628"/>
    <w:rsid w:val="000036A8"/>
    <w:rsid w:val="000041BD"/>
    <w:rsid w:val="000120D1"/>
    <w:rsid w:val="0003505E"/>
    <w:rsid w:val="00053FEE"/>
    <w:rsid w:val="0005424F"/>
    <w:rsid w:val="00063E83"/>
    <w:rsid w:val="00070C92"/>
    <w:rsid w:val="000905D0"/>
    <w:rsid w:val="00091164"/>
    <w:rsid w:val="000A0496"/>
    <w:rsid w:val="000B1287"/>
    <w:rsid w:val="000C095A"/>
    <w:rsid w:val="000D2014"/>
    <w:rsid w:val="000E778B"/>
    <w:rsid w:val="00117D39"/>
    <w:rsid w:val="001341C2"/>
    <w:rsid w:val="0013790C"/>
    <w:rsid w:val="00144036"/>
    <w:rsid w:val="00160519"/>
    <w:rsid w:val="00163B81"/>
    <w:rsid w:val="00180EF8"/>
    <w:rsid w:val="001873C1"/>
    <w:rsid w:val="001A172C"/>
    <w:rsid w:val="001B1A86"/>
    <w:rsid w:val="001B2D87"/>
    <w:rsid w:val="001B757E"/>
    <w:rsid w:val="001C04C1"/>
    <w:rsid w:val="001C27BF"/>
    <w:rsid w:val="001D1F2F"/>
    <w:rsid w:val="001D4AAC"/>
    <w:rsid w:val="001E4250"/>
    <w:rsid w:val="001E71CD"/>
    <w:rsid w:val="001F5337"/>
    <w:rsid w:val="00202AF2"/>
    <w:rsid w:val="00214455"/>
    <w:rsid w:val="00224E92"/>
    <w:rsid w:val="002312B2"/>
    <w:rsid w:val="00232063"/>
    <w:rsid w:val="00232840"/>
    <w:rsid w:val="00241B0B"/>
    <w:rsid w:val="00243DF5"/>
    <w:rsid w:val="00282EC6"/>
    <w:rsid w:val="00284C88"/>
    <w:rsid w:val="00285915"/>
    <w:rsid w:val="002B44C8"/>
    <w:rsid w:val="002C6C32"/>
    <w:rsid w:val="002D33C3"/>
    <w:rsid w:val="002E45ED"/>
    <w:rsid w:val="00302664"/>
    <w:rsid w:val="003051D3"/>
    <w:rsid w:val="00310649"/>
    <w:rsid w:val="0031480F"/>
    <w:rsid w:val="00323929"/>
    <w:rsid w:val="003316C1"/>
    <w:rsid w:val="00334DA6"/>
    <w:rsid w:val="003361D2"/>
    <w:rsid w:val="00336B8F"/>
    <w:rsid w:val="00371FB7"/>
    <w:rsid w:val="003A27D1"/>
    <w:rsid w:val="003A6516"/>
    <w:rsid w:val="003A7B28"/>
    <w:rsid w:val="003B0FFF"/>
    <w:rsid w:val="003C4D62"/>
    <w:rsid w:val="003C4EFC"/>
    <w:rsid w:val="003D4711"/>
    <w:rsid w:val="003E0270"/>
    <w:rsid w:val="003E5D70"/>
    <w:rsid w:val="003F3400"/>
    <w:rsid w:val="003F3E76"/>
    <w:rsid w:val="003F56B6"/>
    <w:rsid w:val="00400BF9"/>
    <w:rsid w:val="0041605E"/>
    <w:rsid w:val="0043050F"/>
    <w:rsid w:val="00453147"/>
    <w:rsid w:val="00481E66"/>
    <w:rsid w:val="00490951"/>
    <w:rsid w:val="0049684F"/>
    <w:rsid w:val="004C53F6"/>
    <w:rsid w:val="004D2038"/>
    <w:rsid w:val="004D207A"/>
    <w:rsid w:val="004E1E33"/>
    <w:rsid w:val="004F64A0"/>
    <w:rsid w:val="00506D2B"/>
    <w:rsid w:val="00514C19"/>
    <w:rsid w:val="00533D75"/>
    <w:rsid w:val="0055724A"/>
    <w:rsid w:val="00590EEF"/>
    <w:rsid w:val="005E31BE"/>
    <w:rsid w:val="005F54C8"/>
    <w:rsid w:val="00611E9D"/>
    <w:rsid w:val="00612DE5"/>
    <w:rsid w:val="00614FAF"/>
    <w:rsid w:val="006232D1"/>
    <w:rsid w:val="00623D24"/>
    <w:rsid w:val="00641810"/>
    <w:rsid w:val="00641957"/>
    <w:rsid w:val="00647B3B"/>
    <w:rsid w:val="006509CC"/>
    <w:rsid w:val="0065573A"/>
    <w:rsid w:val="00674C97"/>
    <w:rsid w:val="0067749A"/>
    <w:rsid w:val="006934CB"/>
    <w:rsid w:val="0069585D"/>
    <w:rsid w:val="006959B7"/>
    <w:rsid w:val="006A3A7E"/>
    <w:rsid w:val="006B43EA"/>
    <w:rsid w:val="006C10B5"/>
    <w:rsid w:val="006D153A"/>
    <w:rsid w:val="006E457A"/>
    <w:rsid w:val="006E73FF"/>
    <w:rsid w:val="006F0C8C"/>
    <w:rsid w:val="006F478A"/>
    <w:rsid w:val="006F4D34"/>
    <w:rsid w:val="007022BC"/>
    <w:rsid w:val="00710037"/>
    <w:rsid w:val="007154D2"/>
    <w:rsid w:val="00716DD0"/>
    <w:rsid w:val="00724772"/>
    <w:rsid w:val="00761CD4"/>
    <w:rsid w:val="00776129"/>
    <w:rsid w:val="00780967"/>
    <w:rsid w:val="0079213D"/>
    <w:rsid w:val="007A1AF6"/>
    <w:rsid w:val="007A2477"/>
    <w:rsid w:val="007A3250"/>
    <w:rsid w:val="007A67AF"/>
    <w:rsid w:val="007B4E52"/>
    <w:rsid w:val="007D56AF"/>
    <w:rsid w:val="007F1807"/>
    <w:rsid w:val="007F5CC1"/>
    <w:rsid w:val="00807308"/>
    <w:rsid w:val="0082513C"/>
    <w:rsid w:val="00836EA2"/>
    <w:rsid w:val="00840641"/>
    <w:rsid w:val="00871EB8"/>
    <w:rsid w:val="008A7726"/>
    <w:rsid w:val="008B2E9E"/>
    <w:rsid w:val="008B3491"/>
    <w:rsid w:val="008C1C80"/>
    <w:rsid w:val="008E6536"/>
    <w:rsid w:val="00907B88"/>
    <w:rsid w:val="0091145C"/>
    <w:rsid w:val="00911EB1"/>
    <w:rsid w:val="009227E5"/>
    <w:rsid w:val="00950BCB"/>
    <w:rsid w:val="00976C05"/>
    <w:rsid w:val="00980382"/>
    <w:rsid w:val="00981476"/>
    <w:rsid w:val="00982B14"/>
    <w:rsid w:val="009B38FE"/>
    <w:rsid w:val="009C7DB2"/>
    <w:rsid w:val="009D0999"/>
    <w:rsid w:val="009D5777"/>
    <w:rsid w:val="009E7E92"/>
    <w:rsid w:val="009F6DB7"/>
    <w:rsid w:val="00A11CF3"/>
    <w:rsid w:val="00A1569D"/>
    <w:rsid w:val="00A232B1"/>
    <w:rsid w:val="00A50C03"/>
    <w:rsid w:val="00A60AE4"/>
    <w:rsid w:val="00A60FA0"/>
    <w:rsid w:val="00A6467F"/>
    <w:rsid w:val="00A811C7"/>
    <w:rsid w:val="00A81251"/>
    <w:rsid w:val="00A83EC2"/>
    <w:rsid w:val="00A83FBC"/>
    <w:rsid w:val="00AA49C3"/>
    <w:rsid w:val="00AA4D8A"/>
    <w:rsid w:val="00AF4D2A"/>
    <w:rsid w:val="00B00A4C"/>
    <w:rsid w:val="00B04F6D"/>
    <w:rsid w:val="00B21087"/>
    <w:rsid w:val="00B22FC9"/>
    <w:rsid w:val="00B23434"/>
    <w:rsid w:val="00B45684"/>
    <w:rsid w:val="00B503FE"/>
    <w:rsid w:val="00B55B4B"/>
    <w:rsid w:val="00B70C58"/>
    <w:rsid w:val="00B77205"/>
    <w:rsid w:val="00B93198"/>
    <w:rsid w:val="00BA1DF0"/>
    <w:rsid w:val="00BA5F18"/>
    <w:rsid w:val="00BA788E"/>
    <w:rsid w:val="00BB0E00"/>
    <w:rsid w:val="00BB4C5C"/>
    <w:rsid w:val="00C005FB"/>
    <w:rsid w:val="00C0212F"/>
    <w:rsid w:val="00C03B4A"/>
    <w:rsid w:val="00C14C5E"/>
    <w:rsid w:val="00C26495"/>
    <w:rsid w:val="00C33071"/>
    <w:rsid w:val="00C758E2"/>
    <w:rsid w:val="00C75F11"/>
    <w:rsid w:val="00CA2AD3"/>
    <w:rsid w:val="00CA6FA4"/>
    <w:rsid w:val="00CC0BB4"/>
    <w:rsid w:val="00CD01A4"/>
    <w:rsid w:val="00CE1367"/>
    <w:rsid w:val="00D03AAF"/>
    <w:rsid w:val="00D06C88"/>
    <w:rsid w:val="00D3068A"/>
    <w:rsid w:val="00D5029B"/>
    <w:rsid w:val="00D531C7"/>
    <w:rsid w:val="00D535AD"/>
    <w:rsid w:val="00D63A9E"/>
    <w:rsid w:val="00D76EA0"/>
    <w:rsid w:val="00D871BF"/>
    <w:rsid w:val="00D87414"/>
    <w:rsid w:val="00D92D78"/>
    <w:rsid w:val="00DB7E5F"/>
    <w:rsid w:val="00DC2D0F"/>
    <w:rsid w:val="00DC5373"/>
    <w:rsid w:val="00DC7623"/>
    <w:rsid w:val="00DD66EF"/>
    <w:rsid w:val="00DD6915"/>
    <w:rsid w:val="00DF0979"/>
    <w:rsid w:val="00DF1D9B"/>
    <w:rsid w:val="00E323A2"/>
    <w:rsid w:val="00E80C63"/>
    <w:rsid w:val="00E812E5"/>
    <w:rsid w:val="00E844DB"/>
    <w:rsid w:val="00E91570"/>
    <w:rsid w:val="00EB449E"/>
    <w:rsid w:val="00ED0A66"/>
    <w:rsid w:val="00EE16B2"/>
    <w:rsid w:val="00F106AD"/>
    <w:rsid w:val="00F10991"/>
    <w:rsid w:val="00F24784"/>
    <w:rsid w:val="00F31241"/>
    <w:rsid w:val="00F41EC6"/>
    <w:rsid w:val="00F42AA4"/>
    <w:rsid w:val="00F5385D"/>
    <w:rsid w:val="00F5767D"/>
    <w:rsid w:val="00F71F98"/>
    <w:rsid w:val="00F735B9"/>
    <w:rsid w:val="00F90260"/>
    <w:rsid w:val="00FB314D"/>
    <w:rsid w:val="00F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4" fillcolor="#009de0">
      <v:fill color="#009de0"/>
      <o:colormru v:ext="edit" colors="#009de0,#a1bf35,#9f905d,#be006b,#b94a13,#009fbb,#dbc300,black"/>
    </o:shapedefaults>
    <o:shapelayout v:ext="edit">
      <o:idmap v:ext="edit" data="1"/>
    </o:shapelayout>
  </w:shapeDefaults>
  <w:decimalSymbol w:val="."/>
  <w:listSeparator w:val=","/>
  <w14:docId w14:val="00E9F2D3"/>
  <w15:chartTrackingRefBased/>
  <w15:docId w15:val="{F03275C5-2AEC-44D1-AF2C-F0DD610A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B0FFF"/>
    <w:pPr>
      <w:spacing w:line="259" w:lineRule="auto"/>
    </w:pPr>
    <w:rPr>
      <w:rFonts w:ascii="Arial" w:hAnsi="Arial"/>
      <w:lang w:val="de-CH" w:eastAsia="en-GB"/>
    </w:rPr>
  </w:style>
  <w:style w:type="paragraph" w:styleId="Heading1">
    <w:name w:val="heading 1"/>
    <w:basedOn w:val="ColtNormal"/>
    <w:next w:val="ColtBodyText"/>
    <w:qFormat/>
    <w:rsid w:val="00232063"/>
    <w:pPr>
      <w:keepNext/>
      <w:spacing w:before="200" w:after="60" w:line="312" w:lineRule="auto"/>
      <w:outlineLvl w:val="0"/>
    </w:pPr>
    <w:rPr>
      <w:rFonts w:ascii="Arial Bold" w:hAnsi="Arial Bold" w:cs="Arial"/>
      <w:b/>
      <w:bCs/>
      <w:color w:val="009DE0"/>
      <w:kern w:val="32"/>
      <w:sz w:val="32"/>
      <w:szCs w:val="32"/>
    </w:rPr>
  </w:style>
  <w:style w:type="paragraph" w:styleId="Heading2">
    <w:name w:val="heading 2"/>
    <w:basedOn w:val="ColtNormal"/>
    <w:next w:val="ColtBodyText"/>
    <w:qFormat/>
    <w:rsid w:val="00232063"/>
    <w:pPr>
      <w:widowControl w:val="0"/>
      <w:autoSpaceDE w:val="0"/>
      <w:autoSpaceDN w:val="0"/>
      <w:adjustRightInd w:val="0"/>
      <w:spacing w:before="200" w:after="60" w:line="312" w:lineRule="auto"/>
      <w:outlineLvl w:val="1"/>
    </w:pPr>
    <w:rPr>
      <w:rFonts w:ascii="Arial Bold" w:hAnsi="Arial Bold"/>
      <w:b/>
      <w:iCs/>
      <w:color w:val="009DE0"/>
      <w:sz w:val="28"/>
      <w:szCs w:val="28"/>
    </w:rPr>
  </w:style>
  <w:style w:type="paragraph" w:styleId="Heading3">
    <w:name w:val="heading 3"/>
    <w:basedOn w:val="ColtNormal"/>
    <w:next w:val="ColtBodyText"/>
    <w:qFormat/>
    <w:rsid w:val="00232063"/>
    <w:pPr>
      <w:tabs>
        <w:tab w:val="left" w:pos="357"/>
      </w:tabs>
      <w:spacing w:before="200" w:after="60" w:line="312" w:lineRule="auto"/>
      <w:outlineLvl w:val="2"/>
    </w:pPr>
    <w:rPr>
      <w:rFonts w:eastAsia="MS Mincho"/>
      <w:b/>
      <w:iCs/>
      <w:color w:val="000000"/>
      <w:sz w:val="24"/>
      <w:szCs w:val="26"/>
      <w:lang w:eastAsia="en-US"/>
    </w:rPr>
  </w:style>
  <w:style w:type="paragraph" w:styleId="Heading4">
    <w:name w:val="heading 4"/>
    <w:basedOn w:val="ColtNormal"/>
    <w:next w:val="ColtBodyText"/>
    <w:qFormat/>
    <w:rsid w:val="00232063"/>
    <w:pPr>
      <w:tabs>
        <w:tab w:val="left" w:pos="907"/>
      </w:tabs>
      <w:spacing w:before="200" w:after="60"/>
      <w:outlineLvl w:val="3"/>
    </w:pPr>
    <w:rPr>
      <w:rFonts w:eastAsia="MS Mincho"/>
      <w:b/>
      <w:iCs/>
      <w:color w:val="009DE0"/>
      <w:sz w:val="20"/>
      <w:szCs w:val="24"/>
      <w:lang w:val="en-US" w:eastAsia="en-US"/>
    </w:rPr>
  </w:style>
  <w:style w:type="paragraph" w:styleId="Heading5">
    <w:name w:val="heading 5"/>
    <w:basedOn w:val="ColtNormal"/>
    <w:next w:val="ColtBodyText"/>
    <w:qFormat/>
    <w:rsid w:val="00232063"/>
    <w:pPr>
      <w:tabs>
        <w:tab w:val="left" w:pos="1021"/>
      </w:tabs>
      <w:spacing w:before="200" w:after="60"/>
      <w:outlineLvl w:val="4"/>
    </w:pPr>
    <w:rPr>
      <w:b/>
      <w:bCs/>
      <w:iCs/>
      <w:color w:val="009DE0"/>
      <w:sz w:val="20"/>
      <w:szCs w:val="26"/>
    </w:rPr>
  </w:style>
  <w:style w:type="paragraph" w:styleId="Heading6">
    <w:name w:val="heading 6"/>
    <w:basedOn w:val="ColtNormal"/>
    <w:next w:val="ColtBodyText"/>
    <w:qFormat/>
    <w:rsid w:val="00232063"/>
    <w:pPr>
      <w:widowControl w:val="0"/>
      <w:tabs>
        <w:tab w:val="left" w:pos="1304"/>
      </w:tabs>
      <w:autoSpaceDE w:val="0"/>
      <w:autoSpaceDN w:val="0"/>
      <w:adjustRightInd w:val="0"/>
      <w:spacing w:before="200" w:after="60"/>
      <w:outlineLvl w:val="5"/>
    </w:pPr>
    <w:rPr>
      <w:rFonts w:cs="Arial"/>
      <w:b/>
      <w:sz w:val="20"/>
      <w:szCs w:val="20"/>
    </w:rPr>
  </w:style>
  <w:style w:type="paragraph" w:styleId="Heading7">
    <w:name w:val="heading 7"/>
    <w:basedOn w:val="ColtNormal"/>
    <w:next w:val="Heading8"/>
    <w:qFormat/>
    <w:rsid w:val="00232063"/>
    <w:pPr>
      <w:widowControl w:val="0"/>
      <w:autoSpaceDE w:val="0"/>
      <w:autoSpaceDN w:val="0"/>
      <w:adjustRightInd w:val="0"/>
      <w:spacing w:before="200" w:after="60"/>
      <w:outlineLvl w:val="6"/>
    </w:pPr>
    <w:rPr>
      <w:rFonts w:cs="Arial"/>
      <w:b/>
      <w:bCs/>
      <w:color w:val="009DE0"/>
      <w:sz w:val="18"/>
      <w:szCs w:val="20"/>
    </w:rPr>
  </w:style>
  <w:style w:type="paragraph" w:styleId="Heading8">
    <w:name w:val="heading 8"/>
    <w:basedOn w:val="ColtNormal"/>
    <w:next w:val="ColtBodyText"/>
    <w:qFormat/>
    <w:rsid w:val="00232063"/>
    <w:pPr>
      <w:widowControl w:val="0"/>
      <w:tabs>
        <w:tab w:val="left" w:pos="1701"/>
      </w:tabs>
      <w:autoSpaceDE w:val="0"/>
      <w:autoSpaceDN w:val="0"/>
      <w:adjustRightInd w:val="0"/>
      <w:spacing w:before="200" w:after="60"/>
      <w:outlineLvl w:val="7"/>
    </w:pPr>
    <w:rPr>
      <w:rFonts w:cs="Arial"/>
      <w:bCs/>
      <w:color w:val="009DE0"/>
      <w:sz w:val="18"/>
      <w:szCs w:val="20"/>
    </w:rPr>
  </w:style>
  <w:style w:type="paragraph" w:styleId="Heading9">
    <w:name w:val="heading 9"/>
    <w:basedOn w:val="ColtNormal"/>
    <w:next w:val="ColtBodyText"/>
    <w:qFormat/>
    <w:rsid w:val="00232063"/>
    <w:pPr>
      <w:widowControl w:val="0"/>
      <w:tabs>
        <w:tab w:val="left" w:pos="1871"/>
      </w:tabs>
      <w:autoSpaceDE w:val="0"/>
      <w:autoSpaceDN w:val="0"/>
      <w:adjustRightInd w:val="0"/>
      <w:spacing w:before="200" w:after="60"/>
      <w:outlineLvl w:val="8"/>
    </w:pPr>
    <w:rPr>
      <w:rFonts w:cs="Arial"/>
      <w:bCs/>
      <w:sz w:val="1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ltNormal">
    <w:name w:val="Colt_Normal"/>
    <w:link w:val="ColtNormalChar"/>
    <w:qFormat/>
    <w:rsid w:val="00224E92"/>
    <w:rPr>
      <w:rFonts w:ascii="Arial" w:hAnsi="Arial"/>
      <w:sz w:val="22"/>
      <w:szCs w:val="48"/>
      <w:lang w:eastAsia="en-GB"/>
    </w:rPr>
  </w:style>
  <w:style w:type="paragraph" w:customStyle="1" w:styleId="ColtBodyText">
    <w:name w:val="Colt_Body Text"/>
    <w:basedOn w:val="ColtNormal"/>
    <w:link w:val="ColtBodyTextChar"/>
    <w:rsid w:val="00B55B4B"/>
    <w:pPr>
      <w:spacing w:after="240" w:line="312" w:lineRule="auto"/>
    </w:pPr>
  </w:style>
  <w:style w:type="paragraph" w:customStyle="1" w:styleId="ColtBulletOne">
    <w:name w:val="Colt_Bullet One"/>
    <w:basedOn w:val="ColtNormal"/>
    <w:rsid w:val="00B70C58"/>
    <w:pPr>
      <w:numPr>
        <w:numId w:val="1"/>
      </w:numPr>
      <w:spacing w:after="120"/>
    </w:pPr>
  </w:style>
  <w:style w:type="paragraph" w:customStyle="1" w:styleId="ColtBulletTwo">
    <w:name w:val="Colt_Bullet Two"/>
    <w:basedOn w:val="ColtBulletOne"/>
    <w:rsid w:val="00B70C58"/>
    <w:pPr>
      <w:numPr>
        <w:numId w:val="2"/>
      </w:numPr>
    </w:pPr>
  </w:style>
  <w:style w:type="paragraph" w:customStyle="1" w:styleId="ColtHeading1">
    <w:name w:val="Colt_Heading 1"/>
    <w:basedOn w:val="ColtNormal"/>
    <w:next w:val="ColtBodyText"/>
    <w:rsid w:val="00780967"/>
    <w:pPr>
      <w:numPr>
        <w:numId w:val="7"/>
      </w:numPr>
      <w:spacing w:before="200" w:after="60" w:line="312" w:lineRule="auto"/>
      <w:outlineLvl w:val="0"/>
    </w:pPr>
    <w:rPr>
      <w:b/>
      <w:color w:val="009DE0"/>
      <w:sz w:val="32"/>
    </w:rPr>
  </w:style>
  <w:style w:type="paragraph" w:customStyle="1" w:styleId="ColtHeading2">
    <w:name w:val="Colt_Heading 2"/>
    <w:basedOn w:val="ColtNormal"/>
    <w:next w:val="ColtBodyText"/>
    <w:rsid w:val="00780967"/>
    <w:pPr>
      <w:numPr>
        <w:ilvl w:val="1"/>
        <w:numId w:val="7"/>
      </w:numPr>
      <w:tabs>
        <w:tab w:val="left" w:pos="567"/>
      </w:tabs>
      <w:spacing w:before="200" w:after="60" w:line="312" w:lineRule="auto"/>
      <w:outlineLvl w:val="1"/>
    </w:pPr>
    <w:rPr>
      <w:b/>
      <w:color w:val="009DE0"/>
      <w:sz w:val="28"/>
    </w:rPr>
  </w:style>
  <w:style w:type="paragraph" w:customStyle="1" w:styleId="ColtHeading3">
    <w:name w:val="Colt_Heading 3"/>
    <w:basedOn w:val="ColtNormal"/>
    <w:next w:val="ColtBodyText"/>
    <w:rsid w:val="00780967"/>
    <w:pPr>
      <w:numPr>
        <w:ilvl w:val="2"/>
        <w:numId w:val="7"/>
      </w:numPr>
      <w:tabs>
        <w:tab w:val="left" w:pos="851"/>
      </w:tabs>
      <w:spacing w:before="200" w:after="60" w:line="312" w:lineRule="auto"/>
      <w:outlineLvl w:val="2"/>
    </w:pPr>
    <w:rPr>
      <w:b/>
      <w:sz w:val="24"/>
    </w:rPr>
  </w:style>
  <w:style w:type="paragraph" w:customStyle="1" w:styleId="ColtHeading4">
    <w:name w:val="Colt_Heading 4"/>
    <w:basedOn w:val="ColtNormal"/>
    <w:next w:val="ColtBodyText"/>
    <w:rsid w:val="00780967"/>
    <w:pPr>
      <w:numPr>
        <w:ilvl w:val="3"/>
        <w:numId w:val="7"/>
      </w:numPr>
      <w:tabs>
        <w:tab w:val="left" w:pos="851"/>
      </w:tabs>
      <w:spacing w:before="200" w:after="60" w:line="312" w:lineRule="auto"/>
      <w:outlineLvl w:val="3"/>
    </w:pPr>
    <w:rPr>
      <w:b/>
      <w:color w:val="009DE0"/>
      <w:sz w:val="20"/>
    </w:rPr>
  </w:style>
  <w:style w:type="paragraph" w:customStyle="1" w:styleId="ColtHeading5">
    <w:name w:val="Colt_Heading 5"/>
    <w:basedOn w:val="ColtNormal"/>
    <w:next w:val="ColtBodyText"/>
    <w:rsid w:val="00780967"/>
    <w:pPr>
      <w:numPr>
        <w:ilvl w:val="4"/>
        <w:numId w:val="7"/>
      </w:numPr>
      <w:tabs>
        <w:tab w:val="left" w:pos="1021"/>
        <w:tab w:val="left" w:pos="1418"/>
        <w:tab w:val="left" w:pos="1985"/>
        <w:tab w:val="left" w:pos="2552"/>
      </w:tabs>
      <w:spacing w:before="200" w:after="60" w:line="312" w:lineRule="auto"/>
      <w:outlineLvl w:val="4"/>
    </w:pPr>
    <w:rPr>
      <w:b/>
      <w:color w:val="009DE0"/>
      <w:sz w:val="20"/>
    </w:rPr>
  </w:style>
  <w:style w:type="paragraph" w:styleId="Header">
    <w:name w:val="header"/>
    <w:basedOn w:val="Normal"/>
    <w:rsid w:val="006232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32D1"/>
    <w:pPr>
      <w:tabs>
        <w:tab w:val="center" w:pos="4320"/>
        <w:tab w:val="right" w:pos="8640"/>
      </w:tabs>
    </w:pPr>
  </w:style>
  <w:style w:type="paragraph" w:customStyle="1" w:styleId="ColtFooter">
    <w:name w:val="Colt_Footer"/>
    <w:basedOn w:val="ColtNormal"/>
    <w:rsid w:val="006232D1"/>
    <w:pPr>
      <w:jc w:val="both"/>
    </w:pPr>
    <w:rPr>
      <w:sz w:val="16"/>
    </w:rPr>
  </w:style>
  <w:style w:type="paragraph" w:customStyle="1" w:styleId="ColtDocTitle">
    <w:name w:val="Colt_Doc Title"/>
    <w:basedOn w:val="ColtNormal"/>
    <w:rsid w:val="006232D1"/>
    <w:pPr>
      <w:spacing w:after="120"/>
      <w:contextualSpacing/>
    </w:pPr>
    <w:rPr>
      <w:color w:val="009DE0"/>
      <w:sz w:val="56"/>
    </w:rPr>
  </w:style>
  <w:style w:type="paragraph" w:customStyle="1" w:styleId="ColtContentsTitle">
    <w:name w:val="Colt_Contents Title"/>
    <w:basedOn w:val="ColtNormal"/>
    <w:rsid w:val="00A83EC2"/>
    <w:pPr>
      <w:spacing w:after="120" w:line="312" w:lineRule="auto"/>
    </w:pPr>
    <w:rPr>
      <w:color w:val="009DE0"/>
      <w:sz w:val="36"/>
    </w:rPr>
  </w:style>
  <w:style w:type="paragraph" w:styleId="TOC1">
    <w:name w:val="toc 1"/>
    <w:basedOn w:val="ColtTOCOne"/>
    <w:next w:val="Normal"/>
    <w:autoRedefine/>
    <w:semiHidden/>
    <w:rsid w:val="00A83EC2"/>
  </w:style>
  <w:style w:type="paragraph" w:customStyle="1" w:styleId="ColtDisclaimer">
    <w:name w:val="Colt_Disclaimer"/>
    <w:basedOn w:val="ColtNormal"/>
    <w:rsid w:val="002D33C3"/>
    <w:rPr>
      <w:sz w:val="16"/>
    </w:rPr>
  </w:style>
  <w:style w:type="paragraph" w:customStyle="1" w:styleId="ColtTOCOne">
    <w:name w:val="Colt_TOC One"/>
    <w:basedOn w:val="ColtNormal"/>
    <w:rsid w:val="00D06C88"/>
    <w:pPr>
      <w:tabs>
        <w:tab w:val="right" w:leader="dot" w:pos="9356"/>
      </w:tabs>
      <w:spacing w:after="120" w:line="312" w:lineRule="auto"/>
    </w:pPr>
  </w:style>
  <w:style w:type="paragraph" w:customStyle="1" w:styleId="ColtTOCTwo">
    <w:name w:val="Colt_TOC Two"/>
    <w:basedOn w:val="ColtNormal"/>
    <w:rsid w:val="00D06C88"/>
    <w:pPr>
      <w:tabs>
        <w:tab w:val="right" w:leader="dot" w:pos="9356"/>
      </w:tabs>
      <w:spacing w:after="120" w:line="312" w:lineRule="auto"/>
      <w:ind w:left="284"/>
    </w:pPr>
  </w:style>
  <w:style w:type="paragraph" w:customStyle="1" w:styleId="ColtTOCThree">
    <w:name w:val="Colt_TOC Three"/>
    <w:basedOn w:val="ColtNormal"/>
    <w:rsid w:val="00D06C88"/>
    <w:pPr>
      <w:tabs>
        <w:tab w:val="right" w:leader="dot" w:pos="9356"/>
      </w:tabs>
      <w:spacing w:after="120" w:line="312" w:lineRule="auto"/>
      <w:ind w:left="567"/>
    </w:pPr>
  </w:style>
  <w:style w:type="character" w:styleId="Hyperlink">
    <w:name w:val="Hyperlink"/>
    <w:rsid w:val="00232063"/>
    <w:rPr>
      <w:rFonts w:ascii="Arial" w:hAnsi="Arial"/>
      <w:color w:val="009DE0"/>
      <w:u w:val="single"/>
    </w:rPr>
  </w:style>
  <w:style w:type="paragraph" w:styleId="TOC2">
    <w:name w:val="toc 2"/>
    <w:basedOn w:val="ColtTOCTwo"/>
    <w:next w:val="Normal"/>
    <w:autoRedefine/>
    <w:semiHidden/>
    <w:rsid w:val="00A50C03"/>
  </w:style>
  <w:style w:type="paragraph" w:styleId="TOC3">
    <w:name w:val="toc 3"/>
    <w:basedOn w:val="ColtTOCThree"/>
    <w:next w:val="Normal"/>
    <w:autoRedefine/>
    <w:semiHidden/>
    <w:rsid w:val="00A50C03"/>
  </w:style>
  <w:style w:type="table" w:styleId="TableGrid">
    <w:name w:val="Table Grid"/>
    <w:basedOn w:val="TableNormal"/>
    <w:semiHidden/>
    <w:rsid w:val="00A64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tBold">
    <w:name w:val="Colt_Bold"/>
    <w:rsid w:val="00232063"/>
    <w:rPr>
      <w:rFonts w:ascii="Arial" w:hAnsi="Arial"/>
      <w:b/>
      <w:sz w:val="22"/>
    </w:rPr>
  </w:style>
  <w:style w:type="character" w:customStyle="1" w:styleId="ColtItalic">
    <w:name w:val="Colt_Italic"/>
    <w:rsid w:val="00232063"/>
    <w:rPr>
      <w:rFonts w:ascii="Arial" w:hAnsi="Arial"/>
      <w:i/>
      <w:sz w:val="22"/>
    </w:rPr>
  </w:style>
  <w:style w:type="paragraph" w:styleId="Caption">
    <w:name w:val="caption"/>
    <w:basedOn w:val="ColtNormal"/>
    <w:qFormat/>
    <w:rsid w:val="001C27BF"/>
    <w:pPr>
      <w:widowControl w:val="0"/>
      <w:autoSpaceDE w:val="0"/>
      <w:autoSpaceDN w:val="0"/>
      <w:adjustRightInd w:val="0"/>
      <w:spacing w:before="120" w:after="120" w:line="312" w:lineRule="auto"/>
    </w:pPr>
    <w:rPr>
      <w:rFonts w:eastAsia="MS Mincho" w:cs="Arial"/>
      <w:b/>
      <w:bCs/>
      <w:szCs w:val="18"/>
    </w:rPr>
  </w:style>
  <w:style w:type="paragraph" w:customStyle="1" w:styleId="ColtTBText">
    <w:name w:val="Colt_TB Text"/>
    <w:basedOn w:val="ColtNormal"/>
    <w:rsid w:val="00284C88"/>
    <w:pPr>
      <w:spacing w:line="312" w:lineRule="auto"/>
      <w:ind w:left="108"/>
    </w:pPr>
    <w:rPr>
      <w:sz w:val="20"/>
      <w:szCs w:val="18"/>
      <w:lang w:eastAsia="ja-JP"/>
    </w:rPr>
  </w:style>
  <w:style w:type="paragraph" w:customStyle="1" w:styleId="ColtTBHeader">
    <w:name w:val="Colt_TB Header"/>
    <w:basedOn w:val="ColtNormal"/>
    <w:rsid w:val="00302664"/>
    <w:pPr>
      <w:spacing w:after="120"/>
    </w:pPr>
    <w:rPr>
      <w:rFonts w:ascii="Arial Bold" w:hAnsi="Arial Bold" w:cs="Arial Bold"/>
      <w:b/>
      <w:bCs/>
      <w:color w:val="009DE0"/>
      <w:sz w:val="20"/>
      <w:szCs w:val="20"/>
    </w:rPr>
  </w:style>
  <w:style w:type="table" w:customStyle="1" w:styleId="ColtTable">
    <w:name w:val="Colt_Table"/>
    <w:basedOn w:val="TableNormal"/>
    <w:rsid w:val="00302664"/>
    <w:pPr>
      <w:ind w:left="108"/>
    </w:pPr>
    <w:rPr>
      <w:rFonts w:ascii="Arial" w:hAnsi="Arial"/>
    </w:rPr>
    <w:tblPr>
      <w:tblCellMar>
        <w:left w:w="0" w:type="dxa"/>
        <w:right w:w="0" w:type="dxa"/>
      </w:tblCellMar>
    </w:tblPr>
    <w:tblStylePr w:type="firstRow">
      <w:rPr>
        <w:color w:val="009DE0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</w:tcBorders>
      </w:tcPr>
    </w:tblStylePr>
    <w:tblStylePr w:type="lastRow"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oltTabletitle">
    <w:name w:val="Colt_Table title"/>
    <w:basedOn w:val="Caption"/>
    <w:rsid w:val="001C27BF"/>
  </w:style>
  <w:style w:type="paragraph" w:customStyle="1" w:styleId="ColtBulletThree">
    <w:name w:val="Colt_Bullet Three"/>
    <w:basedOn w:val="ColtBulletTwo"/>
    <w:rsid w:val="008B3491"/>
    <w:pPr>
      <w:numPr>
        <w:numId w:val="22"/>
      </w:numPr>
    </w:pPr>
    <w:rPr>
      <w:rFonts w:cs="Arial"/>
      <w:bCs/>
      <w:szCs w:val="22"/>
    </w:rPr>
  </w:style>
  <w:style w:type="paragraph" w:customStyle="1" w:styleId="ColtTOCFour">
    <w:name w:val="Colt_TOC Four"/>
    <w:basedOn w:val="ColtNormal"/>
    <w:rsid w:val="007A67AF"/>
    <w:pPr>
      <w:tabs>
        <w:tab w:val="right" w:leader="dot" w:pos="9356"/>
      </w:tabs>
      <w:spacing w:after="120" w:line="312" w:lineRule="auto"/>
      <w:ind w:left="851"/>
    </w:pPr>
    <w:rPr>
      <w:noProof/>
    </w:rPr>
  </w:style>
  <w:style w:type="paragraph" w:customStyle="1" w:styleId="ColtTOCFive">
    <w:name w:val="Colt_TOC Five"/>
    <w:basedOn w:val="ColtNormal"/>
    <w:rsid w:val="007A67AF"/>
    <w:pPr>
      <w:tabs>
        <w:tab w:val="right" w:leader="dot" w:pos="9356"/>
      </w:tabs>
      <w:spacing w:after="120" w:line="312" w:lineRule="auto"/>
      <w:ind w:left="1134"/>
    </w:pPr>
  </w:style>
  <w:style w:type="character" w:styleId="FollowedHyperlink">
    <w:name w:val="FollowedHyperlink"/>
    <w:rsid w:val="00D06C88"/>
    <w:rPr>
      <w:color w:val="009DE0"/>
      <w:u w:val="single"/>
    </w:rPr>
  </w:style>
  <w:style w:type="paragraph" w:styleId="TOC4">
    <w:name w:val="toc 4"/>
    <w:basedOn w:val="ColtTOCFour"/>
    <w:next w:val="Normal"/>
    <w:autoRedefine/>
    <w:semiHidden/>
    <w:rsid w:val="00D06C88"/>
  </w:style>
  <w:style w:type="paragraph" w:styleId="TOC5">
    <w:name w:val="toc 5"/>
    <w:basedOn w:val="ColtTOCFive"/>
    <w:next w:val="Normal"/>
    <w:autoRedefine/>
    <w:semiHidden/>
    <w:rsid w:val="007A67AF"/>
  </w:style>
  <w:style w:type="paragraph" w:customStyle="1" w:styleId="ColtDocTitle2">
    <w:name w:val="Colt_Doc Title 2"/>
    <w:basedOn w:val="ColtDocTitle"/>
    <w:rsid w:val="00FB314D"/>
    <w:pPr>
      <w:framePr w:wrap="around" w:vAnchor="page" w:hAnchor="page" w:x="1135" w:y="6040"/>
      <w:suppressOverlap/>
    </w:pPr>
    <w:rPr>
      <w:sz w:val="44"/>
      <w:szCs w:val="44"/>
    </w:rPr>
  </w:style>
  <w:style w:type="paragraph" w:customStyle="1" w:styleId="ColtDocTitle3">
    <w:name w:val="Colt_Doc Title 3"/>
    <w:basedOn w:val="ColtDocTitle"/>
    <w:rsid w:val="00001628"/>
    <w:rPr>
      <w:color w:val="auto"/>
      <w:sz w:val="36"/>
      <w:szCs w:val="36"/>
    </w:rPr>
  </w:style>
  <w:style w:type="table" w:customStyle="1" w:styleId="ColtTable2">
    <w:name w:val="Colt_Table 2"/>
    <w:basedOn w:val="ColtTable"/>
    <w:rsid w:val="0028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color w:val="009DE0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il"/>
          <w:insideV w:val="single" w:sz="8" w:space="0" w:color="auto"/>
        </w:tcBorders>
      </w:tcPr>
    </w:tblStylePr>
    <w:tblStylePr w:type="lastRow"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</w:tcPr>
    </w:tblStylePr>
  </w:style>
  <w:style w:type="paragraph" w:customStyle="1" w:styleId="ColtDocTitle4">
    <w:name w:val="Colt_Doc Title 4"/>
    <w:basedOn w:val="ColtDocTitle"/>
    <w:rsid w:val="008A7726"/>
    <w:rPr>
      <w:color w:val="auto"/>
      <w:sz w:val="24"/>
    </w:rPr>
  </w:style>
  <w:style w:type="paragraph" w:customStyle="1" w:styleId="ColtContents2">
    <w:name w:val="Colt_Contents 2"/>
    <w:basedOn w:val="ColtContentsTitle"/>
    <w:rsid w:val="00F71F98"/>
    <w:rPr>
      <w:color w:val="auto"/>
      <w:sz w:val="22"/>
    </w:rPr>
  </w:style>
  <w:style w:type="paragraph" w:customStyle="1" w:styleId="ColtHeadingA">
    <w:name w:val="Colt_Heading A"/>
    <w:basedOn w:val="ColtNormal"/>
    <w:rsid w:val="00F5385D"/>
    <w:pPr>
      <w:numPr>
        <w:numId w:val="23"/>
      </w:numPr>
      <w:tabs>
        <w:tab w:val="clear" w:pos="0"/>
      </w:tabs>
      <w:spacing w:before="200" w:after="60" w:line="312" w:lineRule="auto"/>
      <w:ind w:left="425" w:hanging="425"/>
      <w:outlineLvl w:val="0"/>
    </w:pPr>
    <w:rPr>
      <w:rFonts w:hAnsi="Arial Bold"/>
      <w:b/>
      <w:color w:val="009DE0"/>
      <w:sz w:val="32"/>
      <w:szCs w:val="32"/>
    </w:rPr>
  </w:style>
  <w:style w:type="paragraph" w:customStyle="1" w:styleId="ColtTBHeader2">
    <w:name w:val="Colt_TB Header 2"/>
    <w:basedOn w:val="ColtTBHeader"/>
    <w:rsid w:val="00302664"/>
    <w:rPr>
      <w:color w:val="auto"/>
    </w:rPr>
  </w:style>
  <w:style w:type="paragraph" w:customStyle="1" w:styleId="ColtAppendix">
    <w:name w:val="Colt_Appendix"/>
    <w:basedOn w:val="Heading1"/>
    <w:rsid w:val="00A811C7"/>
  </w:style>
  <w:style w:type="paragraph" w:customStyle="1" w:styleId="ColtCaption">
    <w:name w:val="Colt_Caption"/>
    <w:basedOn w:val="ColtBodyText"/>
    <w:rsid w:val="007F1807"/>
    <w:rPr>
      <w:b/>
      <w:sz w:val="18"/>
    </w:rPr>
  </w:style>
  <w:style w:type="paragraph" w:customStyle="1" w:styleId="ColtAlphaList">
    <w:name w:val="Colt_Alpha List"/>
    <w:basedOn w:val="ColtNormal"/>
    <w:rsid w:val="000905D0"/>
    <w:pPr>
      <w:numPr>
        <w:numId w:val="27"/>
      </w:numPr>
      <w:spacing w:after="120"/>
    </w:pPr>
  </w:style>
  <w:style w:type="paragraph" w:customStyle="1" w:styleId="ColtNumberList">
    <w:name w:val="Colt_Number List"/>
    <w:basedOn w:val="ColtNormal"/>
    <w:rsid w:val="000036A8"/>
    <w:pPr>
      <w:numPr>
        <w:numId w:val="28"/>
      </w:numPr>
      <w:spacing w:after="120"/>
    </w:pPr>
  </w:style>
  <w:style w:type="character" w:customStyle="1" w:styleId="ColtNormalChar">
    <w:name w:val="Colt_Normal Char"/>
    <w:link w:val="ColtNormal"/>
    <w:rsid w:val="001341C2"/>
    <w:rPr>
      <w:rFonts w:ascii="Arial" w:hAnsi="Arial"/>
      <w:sz w:val="22"/>
      <w:szCs w:val="48"/>
      <w:lang w:val="en-GB" w:eastAsia="en-GB" w:bidi="ar-SA"/>
    </w:rPr>
  </w:style>
  <w:style w:type="character" w:customStyle="1" w:styleId="ColtBodyTextChar">
    <w:name w:val="Colt_Body Text Char"/>
    <w:basedOn w:val="ColtNormalChar"/>
    <w:link w:val="ColtBodyText"/>
    <w:rsid w:val="001341C2"/>
    <w:rPr>
      <w:rFonts w:ascii="Arial" w:hAnsi="Arial"/>
      <w:sz w:val="22"/>
      <w:szCs w:val="48"/>
      <w:lang w:val="en-GB" w:eastAsia="en-GB" w:bidi="ar-SA"/>
    </w:rPr>
  </w:style>
  <w:style w:type="paragraph" w:customStyle="1" w:styleId="ColtTBBullet">
    <w:name w:val="Colt_TB_Bullet"/>
    <w:basedOn w:val="ColtBulletOne"/>
    <w:rsid w:val="00BA5F18"/>
    <w:pPr>
      <w:ind w:left="392"/>
    </w:pPr>
    <w:rPr>
      <w:sz w:val="20"/>
    </w:rPr>
  </w:style>
  <w:style w:type="paragraph" w:customStyle="1" w:styleId="ColtBulletOneLast">
    <w:name w:val="Colt_Bullet One (Last)"/>
    <w:basedOn w:val="ColtBulletOne"/>
    <w:rsid w:val="00F42AA4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LPGCTMFIL005\DKumar10$\Final%20Template\Colt%20Document%20v0.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841" ma:contentTypeDescription="Create a new document." ma:contentTypeScope="" ma:versionID="55d76888a991d2fa535ed73ce39f72cf">
  <xsd:schema xmlns:xsd="http://www.w3.org/2001/XMLSchema" xmlns:xs="http://www.w3.org/2001/XMLSchema" xmlns:p="http://schemas.microsoft.com/office/2006/metadata/properties" xmlns:ns2="85bdb67a-68dc-4b72-be68-a086d460c31f" xmlns:ns3="f1d1c7a4-d8f1-45db-9f4e-e74acd9c8e06" xmlns:ns4="http://schemas.microsoft.com/sharepoint/v3/fields" targetNamespace="http://schemas.microsoft.com/office/2006/metadata/properties" ma:root="true" ma:fieldsID="d0e389e3ed68dd7b47f58c35b52d47ad" ns2:_="" ns3:_="" ns4:_="">
    <xsd:import namespace="85bdb67a-68dc-4b72-be68-a086d460c31f"/>
    <xsd:import namespace="f1d1c7a4-d8f1-45db-9f4e-e74acd9c8e0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4:_DCDateCreated" minOccurs="0"/>
                <xsd:element ref="ns4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9" nillable="true" ma:displayName="Date Created" ma:description="The date on which this resource was created" ma:format="DateTime" ma:internalName="_DCDateCreated">
      <xsd:simpleType>
        <xsd:restriction base="dms:DateTime"/>
      </xsd:simpleType>
    </xsd:element>
    <xsd:element name="_DCDateModified" ma:index="20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7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DHQ4KNS6T2M2-2111369996-99</_dlc_DocId>
    <_dlc_DocIdUrl xmlns="85bdb67a-68dc-4b72-be68-a086d460c31f">
      <Url>https://coltinternal.sharepoint.com/sites/pt/PortingInformation/_layouts/15/DocIdRedir.aspx?ID=DHQ4KNS6T2M2-2111369996-99</Url>
      <Description>DHQ4KNS6T2M2-2111369996-99</Description>
    </_dlc_DocIdUrl>
    <_DCDateModified xmlns="http://schemas.microsoft.com/sharepoint/v3/fields" xsi:nil="true"/>
    <_DCDateCreated xmlns="http://schemas.microsoft.com/sharepoint/v3/fields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D55AD-5E2B-4F67-B8AC-AE5BC0D4AB00}"/>
</file>

<file path=customXml/itemProps2.xml><?xml version="1.0" encoding="utf-8"?>
<ds:datastoreItem xmlns:ds="http://schemas.openxmlformats.org/officeDocument/2006/customXml" ds:itemID="{6888F8D9-FB8A-4215-A831-A1C0C06CAE33}"/>
</file>

<file path=customXml/itemProps3.xml><?xml version="1.0" encoding="utf-8"?>
<ds:datastoreItem xmlns:ds="http://schemas.openxmlformats.org/officeDocument/2006/customXml" ds:itemID="{D9F12C9A-CC27-4608-A822-DE7BD84941F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03FFEF6-1CA4-42BF-9973-461D449C2B6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EB11D3-2DC5-4C67-BD55-16E25F351D2A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50b0189-bf5a-45d3-a56e-db048c045054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0FE76DF4-3CBA-4537-B270-57E395DF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Colt Document v0.3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report name here]</vt:lpstr>
    </vt:vector>
  </TitlesOfParts>
  <Company>Meta One Limited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report name here]</dc:title>
  <dc:subject/>
  <dc:creator>dkumar10</dc:creator>
  <cp:keywords/>
  <cp:lastModifiedBy>Christodoulou, Konstantinos</cp:lastModifiedBy>
  <cp:revision>2</cp:revision>
  <cp:lastPrinted>1601-01-01T00:00:00Z</cp:lastPrinted>
  <dcterms:created xsi:type="dcterms:W3CDTF">2019-05-01T16:17:00Z</dcterms:created>
  <dcterms:modified xsi:type="dcterms:W3CDTF">2019-05-01T16:17:00Z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neP_Classification">
    <vt:lpwstr>Confidential</vt:lpwstr>
  </property>
  <property fmtid="{D5CDD505-2E9C-101B-9397-08002B2CF9AE}" pid="3" name="moneP_FPLogo">
    <vt:lpwstr>moneA_FPLogoDecrStrapLght</vt:lpwstr>
  </property>
  <property fmtid="{D5CDD505-2E9C-101B-9397-08002B2CF9AE}" pid="4" name="moneP_Descriptor">
    <vt:lpwstr>moneA_DescriptorBottom</vt:lpwstr>
  </property>
  <property fmtid="{D5CDD505-2E9C-101B-9397-08002B2CF9AE}" pid="5" name="_dlc_DocId">
    <vt:lpwstr>JS7K5FWMVA44-482-86</vt:lpwstr>
  </property>
  <property fmtid="{D5CDD505-2E9C-101B-9397-08002B2CF9AE}" pid="6" name="_dlc_DocIdItemGuid">
    <vt:lpwstr>434bd7c8-04a0-461c-9ab6-fefa17fe0144</vt:lpwstr>
  </property>
  <property fmtid="{D5CDD505-2E9C-101B-9397-08002B2CF9AE}" pid="7" name="_dlc_DocIdUrl">
    <vt:lpwstr>http://coltdiscover/SPC3/_layouts/DocIdRedir.aspx?ID=JS7K5FWMVA44-482-86, JS7K5FWMVA44-482-86</vt:lpwstr>
  </property>
  <property fmtid="{D5CDD505-2E9C-101B-9397-08002B2CF9AE}" pid="8" name="ContentTypeId">
    <vt:lpwstr>0x0101005A4394DB821ADB47B1D0005AAB7277E1</vt:lpwstr>
  </property>
</Properties>
</file>