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tblGrid>
      <w:tr w:rsidR="00CA3E45" w14:paraId="1D7728B3" w14:textId="77777777" w:rsidTr="001B096D">
        <w:trPr>
          <w:trHeight w:val="2126"/>
        </w:trPr>
        <w:tc>
          <w:tcPr>
            <w:tcW w:w="8505" w:type="dxa"/>
          </w:tcPr>
          <w:p w14:paraId="0DA9D644" w14:textId="77777777" w:rsidR="00AF5546" w:rsidRPr="00DE2BDF" w:rsidRDefault="00AF5546" w:rsidP="00AF5546">
            <w:pPr>
              <w:pStyle w:val="Documenttitle"/>
              <w:rPr>
                <w:sz w:val="40"/>
              </w:rPr>
            </w:pPr>
            <w:r w:rsidRPr="00DE2BDF">
              <w:rPr>
                <w:sz w:val="40"/>
              </w:rPr>
              <w:t>Letter of Authorisation (Power of Attorney)</w:t>
            </w:r>
          </w:p>
          <w:p w14:paraId="478D9418" w14:textId="77777777" w:rsidR="00CA3E45" w:rsidRDefault="00AF5546" w:rsidP="00AF5546">
            <w:pPr>
              <w:pStyle w:val="Documenttitle"/>
            </w:pPr>
            <w:r w:rsidRPr="00C50A79">
              <w:rPr>
                <w:sz w:val="24"/>
                <w:szCs w:val="21"/>
              </w:rPr>
              <w:t xml:space="preserve">To </w:t>
            </w:r>
            <w:r w:rsidR="00C50A79" w:rsidRPr="00C50A79">
              <w:rPr>
                <w:sz w:val="24"/>
                <w:szCs w:val="21"/>
              </w:rPr>
              <w:t>keep and port number(s) - terminate or continue existing agreement</w:t>
            </w:r>
          </w:p>
        </w:tc>
      </w:tr>
    </w:tbl>
    <w:p w14:paraId="7F61158B" w14:textId="77777777" w:rsidR="002664BC" w:rsidRDefault="004A77C6" w:rsidP="004A77C6">
      <w:r>
        <w:rPr>
          <w:noProof/>
          <w:lang w:eastAsia="en-GB"/>
        </w:rPr>
        <mc:AlternateContent>
          <mc:Choice Requires="wps">
            <w:drawing>
              <wp:anchor distT="0" distB="0" distL="114300" distR="114300" simplePos="0" relativeHeight="251658240" behindDoc="0" locked="1" layoutInCell="1" allowOverlap="1" wp14:anchorId="47DC1DC1" wp14:editId="626E51A6">
                <wp:simplePos x="0" y="0"/>
                <wp:positionH relativeFrom="page">
                  <wp:posOffset>4849495</wp:posOffset>
                </wp:positionH>
                <wp:positionV relativeFrom="page">
                  <wp:posOffset>1831975</wp:posOffset>
                </wp:positionV>
                <wp:extent cx="1985645" cy="1114425"/>
                <wp:effectExtent l="0" t="0" r="1460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2C2A0BA" w14:textId="77777777" w:rsidR="004A77C6" w:rsidRDefault="004A77C6" w:rsidP="004A77C6">
                            <w:pPr>
                              <w:pStyle w:val="ColtCompanyAddress"/>
                              <w:rPr>
                                <w:rFonts w:cs="Arial"/>
                                <w:szCs w:val="15"/>
                                <w:lang w:val="nl-NL"/>
                              </w:rPr>
                            </w:pPr>
                            <w:r>
                              <w:rPr>
                                <w:rFonts w:cs="Arial"/>
                                <w:szCs w:val="15"/>
                                <w:lang w:val="nl-NL"/>
                              </w:rPr>
                              <w:t xml:space="preserve">Van der Madeweg 12 – 14 a </w:t>
                            </w:r>
                          </w:p>
                          <w:p w14:paraId="5F9CEB51" w14:textId="77777777" w:rsidR="004A77C6" w:rsidRDefault="004A77C6" w:rsidP="004A77C6">
                            <w:pPr>
                              <w:pStyle w:val="ColtCompanyAddress"/>
                              <w:rPr>
                                <w:rFonts w:cs="Arial"/>
                                <w:szCs w:val="15"/>
                                <w:lang w:val="nl-NL"/>
                              </w:rPr>
                            </w:pPr>
                            <w:r>
                              <w:rPr>
                                <w:rFonts w:cs="Arial"/>
                                <w:szCs w:val="15"/>
                                <w:lang w:val="nl-NL"/>
                              </w:rPr>
                              <w:t xml:space="preserve">Postbus 94014 </w:t>
                            </w:r>
                          </w:p>
                          <w:p w14:paraId="21FC63E9" w14:textId="77777777" w:rsidR="004A77C6" w:rsidRDefault="004A77C6" w:rsidP="004A77C6">
                            <w:pPr>
                              <w:pStyle w:val="ColtCompanyAddress"/>
                              <w:rPr>
                                <w:rFonts w:cs="Arial"/>
                                <w:szCs w:val="15"/>
                                <w:lang w:val="nl-NL"/>
                              </w:rPr>
                            </w:pPr>
                            <w:r>
                              <w:rPr>
                                <w:rFonts w:cs="Arial"/>
                                <w:szCs w:val="15"/>
                                <w:lang w:val="nl-NL"/>
                              </w:rPr>
                              <w:t xml:space="preserve">1090 GA Amsterdam </w:t>
                            </w:r>
                          </w:p>
                          <w:p w14:paraId="6A91A12E" w14:textId="77777777" w:rsidR="004A77C6" w:rsidRDefault="004A77C6" w:rsidP="004A77C6">
                            <w:pPr>
                              <w:pStyle w:val="ColtCompanyAddress"/>
                              <w:rPr>
                                <w:rFonts w:cs="Arial"/>
                                <w:szCs w:val="15"/>
                              </w:rPr>
                            </w:pPr>
                            <w:r>
                              <w:rPr>
                                <w:rFonts w:cs="Arial"/>
                                <w:szCs w:val="15"/>
                              </w:rPr>
                              <w:t>The Netherlands</w:t>
                            </w:r>
                          </w:p>
                          <w:p w14:paraId="6FE1631C" w14:textId="77777777" w:rsidR="004A77C6" w:rsidRDefault="004A77C6" w:rsidP="004A77C6">
                            <w:pPr>
                              <w:pStyle w:val="ColtCompanyAddress"/>
                              <w:rPr>
                                <w:szCs w:val="15"/>
                              </w:rPr>
                            </w:pPr>
                          </w:p>
                          <w:p w14:paraId="34A41D9D" w14:textId="77777777" w:rsidR="004A77C6" w:rsidRDefault="004A77C6" w:rsidP="004A77C6">
                            <w:pPr>
                              <w:pStyle w:val="ColtCompanyAddress"/>
                              <w:tabs>
                                <w:tab w:val="left" w:pos="426"/>
                              </w:tabs>
                              <w:rPr>
                                <w:szCs w:val="15"/>
                              </w:rPr>
                            </w:pPr>
                            <w:r>
                              <w:rPr>
                                <w:szCs w:val="15"/>
                              </w:rPr>
                              <w:t xml:space="preserve">Tel: </w:t>
                            </w:r>
                            <w:r>
                              <w:rPr>
                                <w:szCs w:val="15"/>
                              </w:rPr>
                              <w:tab/>
                            </w:r>
                            <w:r>
                              <w:rPr>
                                <w:rFonts w:cs="Arial"/>
                                <w:szCs w:val="15"/>
                              </w:rPr>
                              <w:t>+31 (0)20 888 2020</w:t>
                            </w:r>
                          </w:p>
                          <w:p w14:paraId="1710CE01" w14:textId="77777777" w:rsidR="004A77C6" w:rsidRDefault="004A77C6" w:rsidP="004A77C6">
                            <w:pPr>
                              <w:pStyle w:val="ColtCompanyAddress"/>
                              <w:tabs>
                                <w:tab w:val="left" w:pos="426"/>
                              </w:tabs>
                              <w:rPr>
                                <w:szCs w:val="15"/>
                              </w:rPr>
                            </w:pPr>
                            <w:r>
                              <w:rPr>
                                <w:szCs w:val="15"/>
                              </w:rPr>
                              <w:t xml:space="preserve">Fax: </w:t>
                            </w:r>
                            <w:r>
                              <w:rPr>
                                <w:szCs w:val="15"/>
                              </w:rPr>
                              <w:tab/>
                            </w:r>
                            <w:r>
                              <w:rPr>
                                <w:rFonts w:cs="Arial"/>
                                <w:szCs w:val="15"/>
                              </w:rPr>
                              <w:t>+31 (0)20 888 2010</w:t>
                            </w:r>
                          </w:p>
                          <w:p w14:paraId="7ABBB827" w14:textId="77777777" w:rsidR="004A77C6" w:rsidRDefault="004A77C6" w:rsidP="004A77C6">
                            <w:pPr>
                              <w:pStyle w:val="ColtCompanyAddress"/>
                              <w:tabs>
                                <w:tab w:val="left" w:pos="426"/>
                              </w:tabs>
                              <w:rPr>
                                <w:szCs w:val="15"/>
                              </w:rPr>
                            </w:pPr>
                          </w:p>
                          <w:p w14:paraId="0E94AE6D" w14:textId="77777777" w:rsidR="004A77C6" w:rsidRDefault="004A77C6" w:rsidP="004A77C6">
                            <w:pPr>
                              <w:pStyle w:val="ColtCompanyAddress"/>
                              <w:tabs>
                                <w:tab w:val="left" w:pos="426"/>
                              </w:tabs>
                              <w:rPr>
                                <w:szCs w:val="15"/>
                              </w:rPr>
                            </w:pPr>
                            <w:r>
                              <w:rPr>
                                <w:szCs w:val="15"/>
                              </w:rPr>
                              <w:t>www.colt.net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1.85pt;margin-top:144.25pt;width:156.35pt;height:87.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" filled="f" stroked="f" strokeweight="0">
                <v:textbox style="mso-fit-shape-to-text:t" inset="0,0,0,0">
                  <w:txbxContent>
                    <w:p w:rsidR="004A77C6" w:rsidRDefault="004A77C6" w:rsidP="004A77C6">
                      <w:pPr>
                        <w:pStyle w:val="ColtCompanyAddress"/>
                        <w:rPr>
                          <w:rFonts w:cs="Arial"/>
                          <w:szCs w:val="15"/>
                          <w:lang w:val="nl-NL"/>
                        </w:rPr>
                      </w:pPr>
                      <w:r>
                        <w:rPr>
                          <w:rFonts w:cs="Arial"/>
                          <w:szCs w:val="15"/>
                          <w:lang w:val="nl-NL"/>
                        </w:rPr>
                        <w:t xml:space="preserve">Van der </w:t>
                      </w:r>
                      <w:proofErr w:type="spellStart"/>
                      <w:r>
                        <w:rPr>
                          <w:rFonts w:cs="Arial"/>
                          <w:szCs w:val="15"/>
                          <w:lang w:val="nl-NL"/>
                        </w:rPr>
                        <w:t>Madeweg</w:t>
                      </w:r>
                      <w:proofErr w:type="spellEnd"/>
                      <w:r>
                        <w:rPr>
                          <w:rFonts w:cs="Arial"/>
                          <w:szCs w:val="15"/>
                          <w:lang w:val="nl-NL"/>
                        </w:rPr>
                        <w:t xml:space="preserve"> 12 – 14 a </w:t>
                      </w:r>
                    </w:p>
                    <w:p w:rsidR="004A77C6" w:rsidRDefault="004A77C6" w:rsidP="004A77C6">
                      <w:pPr>
                        <w:pStyle w:val="ColtCompanyAddress"/>
                        <w:rPr>
                          <w:rFonts w:cs="Arial"/>
                          <w:szCs w:val="15"/>
                          <w:lang w:val="nl-NL"/>
                        </w:rPr>
                      </w:pPr>
                      <w:r>
                        <w:rPr>
                          <w:rFonts w:cs="Arial"/>
                          <w:szCs w:val="15"/>
                          <w:lang w:val="nl-NL"/>
                        </w:rPr>
                        <w:t xml:space="preserve">Postbus 94014 </w:t>
                      </w:r>
                    </w:p>
                    <w:p w:rsidR="004A77C6" w:rsidRDefault="004A77C6" w:rsidP="004A77C6">
                      <w:pPr>
                        <w:pStyle w:val="ColtCompanyAddress"/>
                        <w:rPr>
                          <w:rFonts w:cs="Arial"/>
                          <w:szCs w:val="15"/>
                          <w:lang w:val="nl-NL"/>
                        </w:rPr>
                      </w:pPr>
                      <w:r>
                        <w:rPr>
                          <w:rFonts w:cs="Arial"/>
                          <w:szCs w:val="15"/>
                          <w:lang w:val="nl-NL"/>
                        </w:rPr>
                        <w:t xml:space="preserve">1090 GA Amsterdam </w:t>
                      </w:r>
                    </w:p>
                    <w:p w:rsidR="004A77C6" w:rsidRDefault="004A77C6" w:rsidP="004A77C6">
                      <w:pPr>
                        <w:pStyle w:val="ColtCompanyAddress"/>
                        <w:rPr>
                          <w:rFonts w:cs="Arial"/>
                          <w:szCs w:val="15"/>
                        </w:rPr>
                      </w:pPr>
                      <w:r>
                        <w:rPr>
                          <w:rFonts w:cs="Arial"/>
                          <w:szCs w:val="15"/>
                        </w:rPr>
                        <w:t>The Netherlands</w:t>
                      </w:r>
                    </w:p>
                    <w:p w:rsidR="004A77C6" w:rsidRDefault="004A77C6" w:rsidP="004A77C6">
                      <w:pPr>
                        <w:pStyle w:val="ColtCompanyAddress"/>
                        <w:rPr>
                          <w:szCs w:val="15"/>
                        </w:rPr>
                      </w:pPr>
                    </w:p>
                    <w:p w:rsidR="004A77C6" w:rsidRDefault="004A77C6" w:rsidP="004A77C6">
                      <w:pPr>
                        <w:pStyle w:val="ColtCompanyAddress"/>
                        <w:tabs>
                          <w:tab w:val="left" w:pos="426"/>
                        </w:tabs>
                        <w:rPr>
                          <w:szCs w:val="15"/>
                        </w:rPr>
                      </w:pPr>
                      <w:r>
                        <w:rPr>
                          <w:szCs w:val="15"/>
                        </w:rPr>
                        <w:t xml:space="preserve">Tel: </w:t>
                      </w:r>
                      <w:r>
                        <w:rPr>
                          <w:szCs w:val="15"/>
                        </w:rPr>
                        <w:tab/>
                      </w:r>
                      <w:r>
                        <w:rPr>
                          <w:rFonts w:cs="Arial"/>
                          <w:szCs w:val="15"/>
                        </w:rPr>
                        <w:t>+31 (0)20 888 2020</w:t>
                      </w:r>
                    </w:p>
                    <w:p w:rsidR="004A77C6" w:rsidRDefault="004A77C6" w:rsidP="004A77C6">
                      <w:pPr>
                        <w:pStyle w:val="ColtCompanyAddress"/>
                        <w:tabs>
                          <w:tab w:val="left" w:pos="426"/>
                        </w:tabs>
                        <w:rPr>
                          <w:szCs w:val="15"/>
                        </w:rPr>
                      </w:pPr>
                      <w:r>
                        <w:rPr>
                          <w:szCs w:val="15"/>
                        </w:rPr>
                        <w:t xml:space="preserve">Fax: </w:t>
                      </w:r>
                      <w:r>
                        <w:rPr>
                          <w:szCs w:val="15"/>
                        </w:rPr>
                        <w:tab/>
                      </w:r>
                      <w:r>
                        <w:rPr>
                          <w:rFonts w:cs="Arial"/>
                          <w:szCs w:val="15"/>
                        </w:rPr>
                        <w:t>+31 (0)20 888 2010</w:t>
                      </w:r>
                    </w:p>
                    <w:p w:rsidR="004A77C6" w:rsidRDefault="004A77C6" w:rsidP="004A77C6">
                      <w:pPr>
                        <w:pStyle w:val="ColtCompanyAddress"/>
                        <w:tabs>
                          <w:tab w:val="left" w:pos="426"/>
                        </w:tabs>
                        <w:rPr>
                          <w:szCs w:val="15"/>
                        </w:rPr>
                      </w:pPr>
                    </w:p>
                    <w:p w:rsidR="004A77C6" w:rsidRDefault="004A77C6" w:rsidP="004A77C6">
                      <w:pPr>
                        <w:pStyle w:val="ColtCompanyAddress"/>
                        <w:tabs>
                          <w:tab w:val="left" w:pos="426"/>
                        </w:tabs>
                        <w:rPr>
                          <w:szCs w:val="15"/>
                        </w:rPr>
                      </w:pPr>
                      <w:r>
                        <w:rPr>
                          <w:szCs w:val="15"/>
                        </w:rPr>
                        <w:t>www.colt.net</w:t>
                      </w:r>
                    </w:p>
                  </w:txbxContent>
                </v:textbox>
                <w10:wrap anchorx="page" anchory="page"/>
                <w10:anchorlock/>
              </v:shape>
            </w:pict>
          </mc:Fallback>
        </mc:AlternateContent>
      </w:r>
    </w:p>
    <w:p w14:paraId="4A847061" w14:textId="77777777" w:rsidR="002664BC" w:rsidRDefault="002664BC" w:rsidP="004A77C6"/>
    <w:p w14:paraId="55D80EE1" w14:textId="77777777" w:rsidR="002664BC" w:rsidRDefault="002664BC" w:rsidP="004A77C6"/>
    <w:p w14:paraId="5CBFBF2E" w14:textId="77777777" w:rsidR="002664BC" w:rsidRDefault="002664BC" w:rsidP="004A77C6"/>
    <w:p w14:paraId="431621B3" w14:textId="77777777" w:rsidR="002664BC" w:rsidRDefault="002664BC" w:rsidP="004A77C6"/>
    <w:p w14:paraId="4317AFA3" w14:textId="77777777" w:rsidR="002664BC" w:rsidRDefault="002664BC" w:rsidP="002664BC">
      <w:pPr>
        <w:pStyle w:val="P68B1DB1-Normal1"/>
      </w:pPr>
      <w:r>
        <w:rPr>
          <w:b/>
        </w:rPr>
        <w:t>THE UNDERSIGNED</w:t>
      </w:r>
      <w:r>
        <w:t xml:space="preserve"> (hereinafter "</w:t>
      </w:r>
      <w:r>
        <w:rPr>
          <w:b/>
        </w:rPr>
        <w:t>Subscriber</w:t>
      </w:r>
      <w:r>
        <w:t>") is a:</w:t>
      </w:r>
    </w:p>
    <w:p w14:paraId="7EB9D15C" w14:textId="77777777" w:rsidR="002664BC" w:rsidRDefault="002664BC" w:rsidP="002664BC">
      <w:pPr>
        <w:rPr>
          <w:rFonts w:ascii="Arial" w:hAnsi="Arial" w:cs="Arial"/>
          <w:sz w:val="22"/>
        </w:rPr>
      </w:pPr>
    </w:p>
    <w:p w14:paraId="39A1ABC3" w14:textId="77777777" w:rsidR="002664BC" w:rsidRDefault="00186C0F" w:rsidP="002664BC">
      <w:pPr>
        <w:pStyle w:val="P68B1DB1-Normal2"/>
        <w:ind w:right="-483"/>
        <w:jc w:val="both"/>
        <w:rPr>
          <w:rFonts w:hAnsi="Arial"/>
        </w:rPr>
      </w:pPr>
      <w:sdt>
        <w:sdtPr>
          <w:id w:val="1032764885"/>
          <w14:checkbox>
            <w14:checked w14:val="0"/>
            <w14:checkedState w14:val="2612" w14:font="MS Gothic"/>
            <w14:uncheckedState w14:val="2610" w14:font="MS Gothic"/>
          </w14:checkbox>
        </w:sdtPr>
        <w:sdtEndPr/>
        <w:sdtContent>
          <w:r w:rsidR="000F049D">
            <w:rPr>
              <w:rFonts w:ascii="MS Gothic" w:eastAsia="MS Gothic" w:hAnsi="MS Gothic" w:hint="eastAsia"/>
            </w:rPr>
            <w:t>☐</w:t>
          </w:r>
        </w:sdtContent>
      </w:sdt>
      <w:r w:rsidR="002664BC">
        <w:tab/>
        <w:t>Company:</w:t>
      </w:r>
    </w:p>
    <w:p w14:paraId="0A471CB4" w14:textId="77777777" w:rsidR="002664BC" w:rsidRDefault="002664BC" w:rsidP="002664BC">
      <w:pPr>
        <w:ind w:right="-483"/>
        <w:jc w:val="both"/>
        <w:rPr>
          <w:rFonts w:ascii="Arial" w:hAnsi="Arial" w:cs="Arial"/>
          <w:sz w:val="22"/>
        </w:rPr>
      </w:pPr>
    </w:p>
    <w:p w14:paraId="6524D618" w14:textId="77777777" w:rsidR="002664BC" w:rsidRDefault="002664BC" w:rsidP="002664BC">
      <w:pPr>
        <w:pStyle w:val="P68B1DB1-Normal1"/>
        <w:ind w:left="720" w:right="-483"/>
        <w:jc w:val="both"/>
      </w:pPr>
      <w:r>
        <w:t>with the name: [</w:t>
      </w:r>
      <w:sdt>
        <w:sdtPr>
          <w:rPr>
            <w:i/>
          </w:rPr>
          <w:id w:val="186416488"/>
          <w:placeholder>
            <w:docPart w:val="DefaultPlaceholder_-1854013440"/>
          </w:placeholder>
          <w:text/>
        </w:sdtPr>
        <w:sdtEndPr/>
        <w:sdtContent>
          <w:r w:rsidRPr="000F049D">
            <w:rPr>
              <w:i/>
            </w:rPr>
            <w:t>FULL LEGAL NAME]</w:t>
          </w:r>
        </w:sdtContent>
      </w:sdt>
      <w:r>
        <w:t xml:space="preserve">, a </w:t>
      </w:r>
      <w:sdt>
        <w:sdtPr>
          <w:id w:val="2147465536"/>
          <w:placeholder>
            <w:docPart w:val="DefaultPlaceholder_-1854013440"/>
          </w:placeholder>
          <w:text/>
        </w:sdtPr>
        <w:sdtEndPr/>
        <w:sdtContent>
          <w:r>
            <w:t>[</w:t>
          </w:r>
          <w:r w:rsidRPr="000F049D">
            <w:t>FILL IN LEGAL FORM</w:t>
          </w:r>
          <w:r>
            <w:t>]</w:t>
          </w:r>
        </w:sdtContent>
      </w:sdt>
      <w:r>
        <w:t xml:space="preserve">, with offices in </w:t>
      </w:r>
      <w:sdt>
        <w:sdtPr>
          <w:id w:val="779620724"/>
          <w:placeholder>
            <w:docPart w:val="DefaultPlaceholder_-1854013440"/>
          </w:placeholder>
          <w:text/>
        </w:sdtPr>
        <w:sdtEndPr/>
        <w:sdtContent>
          <w:r>
            <w:t>[</w:t>
          </w:r>
          <w:r w:rsidRPr="000F049D">
            <w:t>ADDRESS / POSTAL CODE / BUSINESS LOCATION</w:t>
          </w:r>
          <w:r>
            <w:t>],</w:t>
          </w:r>
        </w:sdtContent>
      </w:sdt>
      <w:r>
        <w:t xml:space="preserve"> registered with the Chamber of Commerce of </w:t>
      </w:r>
      <w:sdt>
        <w:sdtPr>
          <w:id w:val="-853334372"/>
          <w:placeholder>
            <w:docPart w:val="DefaultPlaceholder_-1854013440"/>
          </w:placeholder>
          <w:text/>
        </w:sdtPr>
        <w:sdtEndPr/>
        <w:sdtContent>
          <w:r>
            <w:t>[</w:t>
          </w:r>
          <w:r w:rsidRPr="000F049D">
            <w:t>LOCATION</w:t>
          </w:r>
          <w:r>
            <w:t>]</w:t>
          </w:r>
        </w:sdtContent>
      </w:sdt>
      <w:r>
        <w:t xml:space="preserve"> under number: </w:t>
      </w:r>
      <w:sdt>
        <w:sdtPr>
          <w:id w:val="1809127906"/>
          <w:placeholder>
            <w:docPart w:val="DefaultPlaceholder_-1854013440"/>
          </w:placeholder>
          <w:text/>
        </w:sdtPr>
        <w:sdtEndPr/>
        <w:sdtContent>
          <w:r>
            <w:t>[</w:t>
          </w:r>
          <w:r w:rsidRPr="000F049D">
            <w:t>NUMBER</w:t>
          </w:r>
          <w:r>
            <w:t>],</w:t>
          </w:r>
        </w:sdtContent>
      </w:sdt>
    </w:p>
    <w:p w14:paraId="5136331B" w14:textId="77777777" w:rsidR="002664BC" w:rsidRDefault="002664BC" w:rsidP="002664BC">
      <w:pPr>
        <w:ind w:left="720" w:right="-483"/>
        <w:jc w:val="both"/>
        <w:rPr>
          <w:rFonts w:ascii="Arial" w:hAnsi="Arial" w:cs="Arial"/>
          <w:sz w:val="22"/>
        </w:rPr>
      </w:pPr>
    </w:p>
    <w:p w14:paraId="27536B3A" w14:textId="77777777" w:rsidR="002664BC" w:rsidRDefault="002664BC" w:rsidP="002664BC">
      <w:pPr>
        <w:pStyle w:val="P68B1DB1-Normal1"/>
        <w:ind w:left="720" w:right="-483"/>
        <w:jc w:val="both"/>
      </w:pPr>
      <w:r>
        <w:t>duly represented by:</w:t>
      </w:r>
    </w:p>
    <w:p w14:paraId="4645506F" w14:textId="77777777" w:rsidR="002664BC" w:rsidRDefault="002664BC" w:rsidP="002664BC">
      <w:pPr>
        <w:ind w:left="720" w:right="-483"/>
        <w:jc w:val="both"/>
        <w:rPr>
          <w:rFonts w:ascii="Arial" w:hAnsi="Arial" w:cs="Arial"/>
          <w:sz w:val="22"/>
        </w:rPr>
      </w:pPr>
    </w:p>
    <w:p w14:paraId="6C2B8D49" w14:textId="77777777" w:rsidR="002664BC" w:rsidRDefault="002664BC" w:rsidP="002664BC">
      <w:pPr>
        <w:pStyle w:val="P68B1DB1-Normal1"/>
        <w:ind w:left="720" w:right="-483"/>
        <w:jc w:val="both"/>
      </w:pPr>
      <w:r>
        <w:t xml:space="preserve">First name: </w:t>
      </w:r>
      <w:r>
        <w:tab/>
      </w:r>
      <w:r>
        <w:tab/>
      </w:r>
      <w:r>
        <w:tab/>
      </w:r>
      <w:r>
        <w:tab/>
      </w:r>
      <w:r>
        <w:tab/>
      </w:r>
      <w:sdt>
        <w:sdtPr>
          <w:id w:val="986898053"/>
          <w:placeholder>
            <w:docPart w:val="DefaultPlaceholder_-1854013440"/>
          </w:placeholder>
          <w:text/>
        </w:sdtPr>
        <w:sdtEndPr/>
        <w:sdtContent>
          <w:r>
            <w:t>[</w:t>
          </w:r>
          <w:r w:rsidRPr="000F049D">
            <w:t>FILL IN</w:t>
          </w:r>
          <w:r>
            <w:t>]</w:t>
          </w:r>
        </w:sdtContent>
      </w:sdt>
    </w:p>
    <w:p w14:paraId="5DD816FD" w14:textId="77777777" w:rsidR="002664BC" w:rsidRDefault="002664BC" w:rsidP="002664BC">
      <w:pPr>
        <w:pStyle w:val="P68B1DB1-Normal1"/>
        <w:ind w:left="720" w:right="-483"/>
        <w:jc w:val="both"/>
      </w:pPr>
      <w:r>
        <w:t xml:space="preserve">Surname: </w:t>
      </w:r>
      <w:r>
        <w:tab/>
      </w:r>
      <w:r>
        <w:tab/>
      </w:r>
      <w:r>
        <w:tab/>
      </w:r>
      <w:r>
        <w:tab/>
      </w:r>
      <w:r>
        <w:tab/>
      </w:r>
      <w:sdt>
        <w:sdtPr>
          <w:id w:val="-10071622"/>
          <w:placeholder>
            <w:docPart w:val="DefaultPlaceholder_-1854013440"/>
          </w:placeholder>
          <w:text/>
        </w:sdtPr>
        <w:sdtEndPr/>
        <w:sdtContent>
          <w:r>
            <w:t>[</w:t>
          </w:r>
          <w:r w:rsidRPr="000F049D">
            <w:t>FILL IN</w:t>
          </w:r>
          <w:r>
            <w:t>]</w:t>
          </w:r>
        </w:sdtContent>
      </w:sdt>
    </w:p>
    <w:p w14:paraId="45F6D049" w14:textId="77777777" w:rsidR="002664BC" w:rsidRDefault="002664BC" w:rsidP="002664BC">
      <w:pPr>
        <w:pStyle w:val="P68B1DB1-Normal1"/>
        <w:ind w:left="720" w:right="-483"/>
        <w:jc w:val="both"/>
      </w:pPr>
      <w:r>
        <w:t xml:space="preserve">Date of birth: </w:t>
      </w:r>
      <w:r>
        <w:tab/>
      </w:r>
      <w:r>
        <w:tab/>
      </w:r>
      <w:r>
        <w:tab/>
      </w:r>
      <w:r>
        <w:tab/>
      </w:r>
      <w:r w:rsidR="000F049D">
        <w:tab/>
      </w:r>
      <w:sdt>
        <w:sdtPr>
          <w:id w:val="-1676494939"/>
          <w:placeholder>
            <w:docPart w:val="DefaultPlaceholder_-1854013440"/>
          </w:placeholder>
          <w:text/>
        </w:sdtPr>
        <w:sdtEndPr/>
        <w:sdtContent>
          <w:r>
            <w:t>[</w:t>
          </w:r>
          <w:r w:rsidRPr="000F049D">
            <w:t>FILL IN</w:t>
          </w:r>
          <w:r>
            <w:t>]</w:t>
          </w:r>
        </w:sdtContent>
      </w:sdt>
    </w:p>
    <w:p w14:paraId="28A15B56" w14:textId="77777777" w:rsidR="002664BC" w:rsidRDefault="002664BC" w:rsidP="002664BC">
      <w:pPr>
        <w:pStyle w:val="P68B1DB1-Normal1"/>
        <w:ind w:left="720" w:right="-483"/>
        <w:jc w:val="both"/>
      </w:pPr>
      <w:r>
        <w:t xml:space="preserve">Place of birth: </w:t>
      </w:r>
      <w:r>
        <w:tab/>
      </w:r>
      <w:r>
        <w:tab/>
      </w:r>
      <w:r>
        <w:tab/>
      </w:r>
      <w:r>
        <w:tab/>
      </w:r>
      <w:r w:rsidR="000F049D">
        <w:tab/>
      </w:r>
      <w:sdt>
        <w:sdtPr>
          <w:id w:val="-1707949694"/>
          <w:placeholder>
            <w:docPart w:val="DefaultPlaceholder_-1854013440"/>
          </w:placeholder>
          <w:text/>
        </w:sdtPr>
        <w:sdtEndPr/>
        <w:sdtContent>
          <w:r>
            <w:t>[</w:t>
          </w:r>
          <w:r w:rsidRPr="000F049D">
            <w:t>FILL IN</w:t>
          </w:r>
          <w:r>
            <w:t>]</w:t>
          </w:r>
        </w:sdtContent>
      </w:sdt>
    </w:p>
    <w:p w14:paraId="5139AB69" w14:textId="77777777" w:rsidR="002664BC" w:rsidRDefault="002664BC" w:rsidP="002664BC">
      <w:pPr>
        <w:pStyle w:val="P68B1DB1-Normal1"/>
        <w:ind w:left="720" w:right="-483"/>
        <w:jc w:val="both"/>
      </w:pPr>
      <w:r>
        <w:t xml:space="preserve">Job title: </w:t>
      </w:r>
      <w:r>
        <w:tab/>
      </w:r>
      <w:r>
        <w:tab/>
      </w:r>
      <w:r>
        <w:tab/>
      </w:r>
      <w:r>
        <w:tab/>
      </w:r>
      <w:r>
        <w:tab/>
      </w:r>
      <w:sdt>
        <w:sdtPr>
          <w:id w:val="-182987469"/>
          <w:placeholder>
            <w:docPart w:val="DefaultPlaceholder_-1854013440"/>
          </w:placeholder>
          <w:text/>
        </w:sdtPr>
        <w:sdtEndPr/>
        <w:sdtContent>
          <w:r>
            <w:t>[</w:t>
          </w:r>
          <w:r w:rsidRPr="000F049D">
            <w:t>FILL IN</w:t>
          </w:r>
          <w:r>
            <w:t>]</w:t>
          </w:r>
        </w:sdtContent>
      </w:sdt>
    </w:p>
    <w:p w14:paraId="2C71CBB0" w14:textId="77777777" w:rsidR="002664BC" w:rsidRDefault="002664BC" w:rsidP="002664BC">
      <w:pPr>
        <w:ind w:right="-483"/>
        <w:jc w:val="both"/>
        <w:rPr>
          <w:rFonts w:ascii="Arial" w:hAnsi="Arial" w:cs="Arial"/>
          <w:sz w:val="22"/>
        </w:rPr>
      </w:pPr>
    </w:p>
    <w:p w14:paraId="249FF209" w14:textId="77777777" w:rsidR="002664BC" w:rsidRDefault="002664BC" w:rsidP="002664BC">
      <w:pPr>
        <w:pStyle w:val="P68B1DB1-Normal3"/>
        <w:ind w:right="-483" w:firstLine="720"/>
        <w:jc w:val="both"/>
      </w:pPr>
      <w:r>
        <w:t>OR (*)</w:t>
      </w:r>
    </w:p>
    <w:p w14:paraId="2715079B" w14:textId="77777777" w:rsidR="002664BC" w:rsidRDefault="002664BC" w:rsidP="002664BC">
      <w:pPr>
        <w:ind w:right="-483"/>
        <w:jc w:val="both"/>
        <w:rPr>
          <w:rFonts w:ascii="Arial" w:hAnsi="Arial" w:cs="Arial"/>
          <w:sz w:val="22"/>
        </w:rPr>
      </w:pPr>
    </w:p>
    <w:p w14:paraId="6CD191F5" w14:textId="77777777" w:rsidR="002664BC" w:rsidRDefault="00186C0F" w:rsidP="002664BC">
      <w:pPr>
        <w:pStyle w:val="P68B1DB1-Normal2"/>
        <w:ind w:right="-483"/>
        <w:jc w:val="both"/>
        <w:rPr>
          <w:rFonts w:hAnsi="Arial"/>
        </w:rPr>
      </w:pPr>
      <w:sdt>
        <w:sdtPr>
          <w:id w:val="1776666402"/>
          <w14:checkbox>
            <w14:checked w14:val="0"/>
            <w14:checkedState w14:val="2612" w14:font="MS Gothic"/>
            <w14:uncheckedState w14:val="2610" w14:font="MS Gothic"/>
          </w14:checkbox>
        </w:sdtPr>
        <w:sdtEndPr/>
        <w:sdtContent>
          <w:r w:rsidR="000F049D">
            <w:rPr>
              <w:rFonts w:ascii="MS Gothic" w:eastAsia="MS Gothic" w:hAnsi="MS Gothic" w:hint="eastAsia"/>
            </w:rPr>
            <w:t>☐</w:t>
          </w:r>
        </w:sdtContent>
      </w:sdt>
      <w:r w:rsidR="002664BC">
        <w:t xml:space="preserve"> </w:t>
      </w:r>
      <w:r w:rsidR="002664BC">
        <w:tab/>
        <w:t>Natural person:</w:t>
      </w:r>
    </w:p>
    <w:p w14:paraId="3ED95D3D" w14:textId="77777777" w:rsidR="002664BC" w:rsidRDefault="002664BC" w:rsidP="002664BC">
      <w:pPr>
        <w:ind w:right="-483"/>
        <w:jc w:val="both"/>
        <w:rPr>
          <w:rFonts w:ascii="Arial" w:hAnsi="Arial" w:cs="Arial"/>
          <w:sz w:val="22"/>
        </w:rPr>
      </w:pPr>
    </w:p>
    <w:p w14:paraId="33DAC31B" w14:textId="77777777" w:rsidR="002664BC" w:rsidRDefault="002664BC" w:rsidP="002664BC">
      <w:pPr>
        <w:pStyle w:val="P68B1DB1-Normal1"/>
        <w:ind w:left="720" w:right="-483"/>
        <w:jc w:val="both"/>
      </w:pPr>
      <w:r>
        <w:t xml:space="preserve">First name: </w:t>
      </w:r>
      <w:r>
        <w:tab/>
      </w:r>
      <w:r>
        <w:tab/>
      </w:r>
      <w:r>
        <w:tab/>
      </w:r>
      <w:r>
        <w:tab/>
      </w:r>
      <w:r>
        <w:tab/>
      </w:r>
      <w:sdt>
        <w:sdtPr>
          <w:id w:val="-864758398"/>
          <w:placeholder>
            <w:docPart w:val="DefaultPlaceholder_-1854013440"/>
          </w:placeholder>
          <w:text/>
        </w:sdtPr>
        <w:sdtEndPr/>
        <w:sdtContent>
          <w:r>
            <w:t>[</w:t>
          </w:r>
          <w:r w:rsidRPr="000F049D">
            <w:t>FILL IN</w:t>
          </w:r>
          <w:r>
            <w:t>]</w:t>
          </w:r>
        </w:sdtContent>
      </w:sdt>
    </w:p>
    <w:p w14:paraId="6A7BA365" w14:textId="77777777" w:rsidR="002664BC" w:rsidRDefault="002664BC" w:rsidP="002664BC">
      <w:pPr>
        <w:pStyle w:val="P68B1DB1-Normal1"/>
        <w:ind w:left="720" w:right="-483"/>
        <w:jc w:val="both"/>
      </w:pPr>
      <w:r>
        <w:t xml:space="preserve">Surname: </w:t>
      </w:r>
      <w:r>
        <w:tab/>
      </w:r>
      <w:r>
        <w:tab/>
      </w:r>
      <w:r>
        <w:tab/>
      </w:r>
      <w:r>
        <w:tab/>
      </w:r>
      <w:r>
        <w:tab/>
      </w:r>
      <w:sdt>
        <w:sdtPr>
          <w:id w:val="1359162475"/>
          <w:placeholder>
            <w:docPart w:val="DefaultPlaceholder_-1854013440"/>
          </w:placeholder>
          <w:text/>
        </w:sdtPr>
        <w:sdtEndPr/>
        <w:sdtContent>
          <w:r>
            <w:t>[</w:t>
          </w:r>
          <w:r w:rsidRPr="000F049D">
            <w:t>FILL IN</w:t>
          </w:r>
          <w:r>
            <w:t>]</w:t>
          </w:r>
        </w:sdtContent>
      </w:sdt>
    </w:p>
    <w:p w14:paraId="24384990" w14:textId="77777777" w:rsidR="002664BC" w:rsidRDefault="002664BC" w:rsidP="002664BC">
      <w:pPr>
        <w:pStyle w:val="P68B1DB1-Normal1"/>
        <w:ind w:left="720" w:right="-483"/>
        <w:jc w:val="both"/>
      </w:pPr>
      <w:r>
        <w:t xml:space="preserve">Address: </w:t>
      </w:r>
      <w:r>
        <w:tab/>
      </w:r>
      <w:r>
        <w:tab/>
      </w:r>
      <w:r>
        <w:tab/>
      </w:r>
      <w:r>
        <w:tab/>
      </w:r>
      <w:r>
        <w:tab/>
      </w:r>
      <w:sdt>
        <w:sdtPr>
          <w:id w:val="1104539281"/>
          <w:placeholder>
            <w:docPart w:val="DefaultPlaceholder_-1854013440"/>
          </w:placeholder>
          <w:text/>
        </w:sdtPr>
        <w:sdtEndPr/>
        <w:sdtContent>
          <w:r>
            <w:t>[</w:t>
          </w:r>
          <w:r w:rsidRPr="000F049D">
            <w:t>FILL IN</w:t>
          </w:r>
          <w:r>
            <w:t>]</w:t>
          </w:r>
        </w:sdtContent>
      </w:sdt>
    </w:p>
    <w:p w14:paraId="1E6AD40F" w14:textId="77777777" w:rsidR="002664BC" w:rsidRDefault="002664BC" w:rsidP="002664BC">
      <w:pPr>
        <w:pStyle w:val="P68B1DB1-Normal1"/>
        <w:ind w:left="720" w:right="-483"/>
        <w:jc w:val="both"/>
      </w:pPr>
      <w:r>
        <w:t xml:space="preserve">Postal code: </w:t>
      </w:r>
      <w:r>
        <w:tab/>
      </w:r>
      <w:r>
        <w:tab/>
      </w:r>
      <w:r>
        <w:tab/>
      </w:r>
      <w:r>
        <w:tab/>
      </w:r>
      <w:r>
        <w:tab/>
      </w:r>
      <w:sdt>
        <w:sdtPr>
          <w:id w:val="-1467346136"/>
          <w:placeholder>
            <w:docPart w:val="DefaultPlaceholder_-1854013440"/>
          </w:placeholder>
          <w:text/>
        </w:sdtPr>
        <w:sdtEndPr/>
        <w:sdtContent>
          <w:r>
            <w:t>[</w:t>
          </w:r>
          <w:r w:rsidRPr="000F049D">
            <w:t>FILL IN</w:t>
          </w:r>
          <w:r>
            <w:t>]</w:t>
          </w:r>
        </w:sdtContent>
      </w:sdt>
    </w:p>
    <w:p w14:paraId="03560684" w14:textId="77777777" w:rsidR="002664BC" w:rsidRDefault="002664BC" w:rsidP="002664BC">
      <w:pPr>
        <w:pStyle w:val="P68B1DB1-Normal1"/>
        <w:ind w:left="720" w:right="-483"/>
        <w:jc w:val="both"/>
      </w:pPr>
      <w:r>
        <w:t xml:space="preserve">Place of residence: </w:t>
      </w:r>
      <w:r>
        <w:tab/>
      </w:r>
      <w:r>
        <w:tab/>
      </w:r>
      <w:r>
        <w:tab/>
      </w:r>
      <w:r>
        <w:tab/>
      </w:r>
      <w:sdt>
        <w:sdtPr>
          <w:id w:val="685023838"/>
          <w:placeholder>
            <w:docPart w:val="DefaultPlaceholder_-1854013440"/>
          </w:placeholder>
          <w:text/>
        </w:sdtPr>
        <w:sdtEndPr/>
        <w:sdtContent>
          <w:r>
            <w:t>[</w:t>
          </w:r>
          <w:r w:rsidRPr="000F049D">
            <w:t>FILL IN</w:t>
          </w:r>
          <w:r>
            <w:t>]</w:t>
          </w:r>
        </w:sdtContent>
      </w:sdt>
    </w:p>
    <w:p w14:paraId="164498DF" w14:textId="77777777" w:rsidR="002664BC" w:rsidRDefault="002664BC" w:rsidP="002664BC">
      <w:pPr>
        <w:pStyle w:val="P68B1DB1-Normal1"/>
        <w:ind w:left="720" w:right="-483"/>
        <w:jc w:val="both"/>
      </w:pPr>
      <w:r>
        <w:t xml:space="preserve">Date of birth: </w:t>
      </w:r>
      <w:r>
        <w:tab/>
      </w:r>
      <w:r>
        <w:tab/>
      </w:r>
      <w:r>
        <w:tab/>
      </w:r>
      <w:r w:rsidR="000F049D">
        <w:tab/>
      </w:r>
      <w:r>
        <w:tab/>
      </w:r>
      <w:sdt>
        <w:sdtPr>
          <w:id w:val="1064915753"/>
          <w:placeholder>
            <w:docPart w:val="DefaultPlaceholder_-1854013440"/>
          </w:placeholder>
          <w:text/>
        </w:sdtPr>
        <w:sdtEndPr/>
        <w:sdtContent>
          <w:r>
            <w:t>[</w:t>
          </w:r>
          <w:r w:rsidRPr="000F049D">
            <w:t>FILL IN</w:t>
          </w:r>
          <w:r>
            <w:t>]</w:t>
          </w:r>
        </w:sdtContent>
      </w:sdt>
    </w:p>
    <w:p w14:paraId="60A96F36" w14:textId="77777777" w:rsidR="002664BC" w:rsidRDefault="002664BC" w:rsidP="002664BC">
      <w:pPr>
        <w:pStyle w:val="P68B1DB1-Normal1"/>
        <w:ind w:left="720" w:right="-483"/>
        <w:jc w:val="both"/>
      </w:pPr>
      <w:r>
        <w:t xml:space="preserve">Place of birth: </w:t>
      </w:r>
      <w:r>
        <w:tab/>
      </w:r>
      <w:r>
        <w:tab/>
      </w:r>
      <w:r>
        <w:tab/>
      </w:r>
      <w:r>
        <w:tab/>
      </w:r>
      <w:r w:rsidR="000F049D">
        <w:tab/>
      </w:r>
      <w:sdt>
        <w:sdtPr>
          <w:id w:val="-1380626394"/>
          <w:placeholder>
            <w:docPart w:val="DefaultPlaceholder_-1854013440"/>
          </w:placeholder>
          <w:text/>
        </w:sdtPr>
        <w:sdtEndPr/>
        <w:sdtContent>
          <w:r>
            <w:t>[</w:t>
          </w:r>
          <w:r w:rsidRPr="000F049D">
            <w:t>FILL IN</w:t>
          </w:r>
          <w:r>
            <w:t>]</w:t>
          </w:r>
        </w:sdtContent>
      </w:sdt>
    </w:p>
    <w:p w14:paraId="5F1C6067" w14:textId="77777777" w:rsidR="002664BC" w:rsidRDefault="002664BC" w:rsidP="002664BC">
      <w:pPr>
        <w:ind w:right="-483"/>
        <w:jc w:val="both"/>
        <w:rPr>
          <w:rFonts w:ascii="Arial" w:hAnsi="Arial" w:cs="Arial"/>
          <w:sz w:val="22"/>
        </w:rPr>
      </w:pPr>
    </w:p>
    <w:p w14:paraId="5EAB3DF0" w14:textId="77777777" w:rsidR="002664BC" w:rsidRDefault="002664BC" w:rsidP="002664BC">
      <w:pPr>
        <w:pStyle w:val="P68B1DB1-Normal4"/>
        <w:ind w:right="-483" w:firstLine="720"/>
        <w:jc w:val="both"/>
      </w:pPr>
      <w:r>
        <w:t>(*) Please tick what is applicable</w:t>
      </w:r>
    </w:p>
    <w:p w14:paraId="6A73F6F4" w14:textId="77777777" w:rsidR="002664BC" w:rsidRDefault="002664BC" w:rsidP="002664BC">
      <w:pPr>
        <w:ind w:right="-483"/>
        <w:jc w:val="both"/>
        <w:rPr>
          <w:rFonts w:ascii="Arial" w:hAnsi="Arial" w:cs="Arial"/>
          <w:sz w:val="22"/>
        </w:rPr>
      </w:pPr>
    </w:p>
    <w:p w14:paraId="7DD5D584" w14:textId="77777777" w:rsidR="002664BC" w:rsidRDefault="002664BC" w:rsidP="002664BC">
      <w:pPr>
        <w:pStyle w:val="P68B1DB1-Normal1"/>
        <w:ind w:right="-483"/>
        <w:jc w:val="both"/>
        <w:rPr>
          <w:u w:val="dotted"/>
        </w:rPr>
      </w:pPr>
      <w:r>
        <w:t xml:space="preserve">The Subscriber has concluded the agreement(s) with </w:t>
      </w:r>
      <w:sdt>
        <w:sdtPr>
          <w:rPr>
            <w:u w:val="dotted"/>
          </w:rPr>
          <w:id w:val="565844432"/>
          <w:placeholder>
            <w:docPart w:val="DefaultPlaceholder_-1854013440"/>
          </w:placeholder>
          <w:text/>
        </w:sdtPr>
        <w:sdtEndPr/>
        <w:sdtContent>
          <w:r>
            <w:rPr>
              <w:u w:val="dotted"/>
            </w:rPr>
            <w:t>[</w:t>
          </w:r>
          <w:r w:rsidRPr="000F049D">
            <w:rPr>
              <w:u w:val="dotted"/>
            </w:rPr>
            <w:t>DONOR OPERATOR'S FULL NAME</w:t>
          </w:r>
          <w:r>
            <w:rPr>
              <w:u w:val="dotted"/>
            </w:rPr>
            <w:t>]</w:t>
          </w:r>
        </w:sdtContent>
      </w:sdt>
      <w:r>
        <w:rPr>
          <w:u w:val="dotted"/>
        </w:rPr>
        <w:t xml:space="preserve"> ("</w:t>
      </w:r>
      <w:r>
        <w:rPr>
          <w:b/>
          <w:u w:val="dotted"/>
        </w:rPr>
        <w:t>Transferrin</w:t>
      </w:r>
      <w:r w:rsidRPr="000F049D">
        <w:rPr>
          <w:b/>
          <w:u w:val="dotted"/>
        </w:rPr>
        <w:t>g</w:t>
      </w:r>
      <w:r w:rsidR="000F049D">
        <w:rPr>
          <w:b/>
          <w:u w:val="dotted"/>
        </w:rPr>
        <w:t>-</w:t>
      </w:r>
      <w:r w:rsidRPr="000F049D">
        <w:rPr>
          <w:b/>
          <w:u w:val="dotted"/>
        </w:rPr>
        <w:t>Provider</w:t>
      </w:r>
      <w:r>
        <w:rPr>
          <w:u w:val="dotted"/>
        </w:rPr>
        <w:t>") with regard to the telephone numbers below</w:t>
      </w:r>
      <w:r w:rsidR="000F049D">
        <w:rPr>
          <w:u w:val="dotted"/>
        </w:rPr>
        <w:t xml:space="preserve"> given in the </w:t>
      </w:r>
      <w:r>
        <w:rPr>
          <w:b/>
          <w:u w:val="dotted"/>
        </w:rPr>
        <w:t>("Agreement(s)</w:t>
      </w:r>
      <w:r>
        <w:rPr>
          <w:u w:val="dotted"/>
        </w:rPr>
        <w:t xml:space="preserve">"), </w:t>
      </w:r>
      <w:r>
        <w:t xml:space="preserve">whereby certain public electronic communication service (s) </w:t>
      </w:r>
      <w:r>
        <w:rPr>
          <w:u w:val="dotted"/>
        </w:rPr>
        <w:t xml:space="preserve">are made available to </w:t>
      </w:r>
      <w:r w:rsidR="00875D52">
        <w:rPr>
          <w:u w:val="dotted"/>
        </w:rPr>
        <w:t xml:space="preserve">the </w:t>
      </w:r>
      <w:r>
        <w:rPr>
          <w:u w:val="dotted"/>
        </w:rPr>
        <w:t>Subscriber.</w:t>
      </w:r>
      <w:r>
        <w:t xml:space="preserve"> </w:t>
      </w:r>
    </w:p>
    <w:p w14:paraId="0F6D11DB" w14:textId="77777777" w:rsidR="002664BC" w:rsidRDefault="002664BC" w:rsidP="002664BC">
      <w:pPr>
        <w:ind w:right="-483"/>
        <w:jc w:val="both"/>
        <w:rPr>
          <w:rFonts w:ascii="Arial" w:hAnsi="Arial" w:cs="Arial"/>
          <w:sz w:val="22"/>
          <w:u w:val="dotted"/>
        </w:rPr>
      </w:pPr>
    </w:p>
    <w:p w14:paraId="6652BD6C" w14:textId="77777777" w:rsidR="004B236D" w:rsidRDefault="004B236D" w:rsidP="002664BC">
      <w:pPr>
        <w:pStyle w:val="P68B1DB1-Normal1"/>
        <w:ind w:right="-483"/>
        <w:jc w:val="both"/>
        <w:rPr>
          <w:u w:val="dotted"/>
        </w:rPr>
      </w:pPr>
    </w:p>
    <w:p w14:paraId="0F39C14A" w14:textId="77777777" w:rsidR="004B236D" w:rsidRDefault="004B236D" w:rsidP="002664BC">
      <w:pPr>
        <w:pStyle w:val="P68B1DB1-Normal1"/>
        <w:ind w:right="-483"/>
        <w:jc w:val="both"/>
        <w:rPr>
          <w:u w:val="dotted"/>
        </w:rPr>
      </w:pPr>
    </w:p>
    <w:p w14:paraId="35B8DA52" w14:textId="77777777" w:rsidR="004B236D" w:rsidRDefault="004B236D" w:rsidP="002664BC">
      <w:pPr>
        <w:pStyle w:val="P68B1DB1-Normal1"/>
        <w:ind w:right="-483"/>
        <w:jc w:val="both"/>
        <w:rPr>
          <w:u w:val="dotted"/>
        </w:rPr>
      </w:pPr>
    </w:p>
    <w:p w14:paraId="0F9C5C9A" w14:textId="77777777" w:rsidR="002664BC" w:rsidRDefault="002664BC" w:rsidP="002664BC">
      <w:pPr>
        <w:pStyle w:val="P68B1DB1-Normal1"/>
        <w:ind w:right="-483"/>
        <w:jc w:val="both"/>
      </w:pPr>
      <w:r>
        <w:rPr>
          <w:u w:val="dotted"/>
        </w:rPr>
        <w:lastRenderedPageBreak/>
        <w:t xml:space="preserve">The Agreement(s) include </w:t>
      </w:r>
      <w:r>
        <w:t xml:space="preserve">the following telephone number(s) </w:t>
      </w:r>
      <w:r>
        <w:rPr>
          <w:u w:val="dotted"/>
        </w:rPr>
        <w:t>("</w:t>
      </w:r>
      <w:r>
        <w:rPr>
          <w:b/>
          <w:u w:val="dotted"/>
        </w:rPr>
        <w:t>Telephone Number(s)</w:t>
      </w:r>
      <w:r>
        <w:rPr>
          <w:u w:val="dotted"/>
        </w:rPr>
        <w:t>")</w:t>
      </w:r>
      <w:r>
        <w:t>:</w:t>
      </w:r>
    </w:p>
    <w:p w14:paraId="7C992721" w14:textId="77777777" w:rsidR="002664BC" w:rsidRDefault="002664BC" w:rsidP="002664BC">
      <w:pPr>
        <w:ind w:right="-483"/>
        <w:jc w:val="both"/>
        <w:rPr>
          <w:rFonts w:ascii="Arial" w:hAnsi="Arial" w:cs="Arial"/>
          <w:sz w:val="22"/>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4595"/>
      </w:tblGrid>
      <w:tr w:rsidR="002664BC" w14:paraId="4A7DFB32" w14:textId="77777777" w:rsidTr="00875D52">
        <w:tc>
          <w:tcPr>
            <w:tcW w:w="4223" w:type="dxa"/>
            <w:shd w:val="clear" w:color="auto" w:fill="auto"/>
          </w:tcPr>
          <w:p w14:paraId="1A7F1D1E" w14:textId="77777777" w:rsidR="002664BC" w:rsidRDefault="002664BC" w:rsidP="00894126">
            <w:pPr>
              <w:pStyle w:val="P68B1DB1-Normal1"/>
              <w:ind w:right="-483"/>
              <w:jc w:val="both"/>
            </w:pPr>
            <w:bookmarkStart w:id="0" w:name="_Hlk57124571"/>
            <w:r>
              <w:t>Tel. Number(s):</w:t>
            </w:r>
            <w:r w:rsidR="00527E84">
              <w:t xml:space="preserve"> </w:t>
            </w:r>
            <w:sdt>
              <w:sdtPr>
                <w:id w:val="-735008741"/>
                <w:placeholder>
                  <w:docPart w:val="95D9333CC30D452D849103054578BFE6"/>
                </w:placeholder>
                <w:showingPlcHdr/>
                <w:text/>
              </w:sdtPr>
              <w:sdtEndPr/>
              <w:sdtContent>
                <w:r w:rsidR="00527E84" w:rsidRPr="00D82C61">
                  <w:rPr>
                    <w:rStyle w:val="PlaceholderText"/>
                  </w:rPr>
                  <w:t>Click or tap here to enter text.</w:t>
                </w:r>
              </w:sdtContent>
            </w:sdt>
          </w:p>
        </w:tc>
        <w:tc>
          <w:tcPr>
            <w:tcW w:w="4595" w:type="dxa"/>
            <w:shd w:val="clear" w:color="auto" w:fill="auto"/>
          </w:tcPr>
          <w:p w14:paraId="198CD2C1" w14:textId="77777777" w:rsidR="002664BC" w:rsidRDefault="002664BC" w:rsidP="00894126">
            <w:pPr>
              <w:pStyle w:val="P68B1DB1-Normal1"/>
              <w:ind w:right="-483"/>
              <w:jc w:val="both"/>
            </w:pPr>
            <w:r>
              <w:t>up to and including</w:t>
            </w:r>
            <w:r w:rsidR="00527E84">
              <w:t xml:space="preserve"> </w:t>
            </w:r>
            <w:sdt>
              <w:sdtPr>
                <w:id w:val="1903955298"/>
                <w:placeholder>
                  <w:docPart w:val="0FD091E1B85D410194369D2BC15BCE41"/>
                </w:placeholder>
                <w:showingPlcHdr/>
                <w:text/>
              </w:sdtPr>
              <w:sdtEndPr/>
              <w:sdtContent>
                <w:r w:rsidR="00527E84" w:rsidRPr="00D82C61">
                  <w:rPr>
                    <w:rStyle w:val="PlaceholderText"/>
                  </w:rPr>
                  <w:t>Click or tap here to enter text.</w:t>
                </w:r>
              </w:sdtContent>
            </w:sdt>
          </w:p>
        </w:tc>
      </w:tr>
      <w:tr w:rsidR="00527E84" w14:paraId="4BA36333" w14:textId="77777777" w:rsidTr="00875D52">
        <w:tc>
          <w:tcPr>
            <w:tcW w:w="4223" w:type="dxa"/>
            <w:shd w:val="clear" w:color="auto" w:fill="auto"/>
          </w:tcPr>
          <w:p w14:paraId="5E1A9922" w14:textId="77777777" w:rsidR="00527E84" w:rsidRDefault="00527E84" w:rsidP="00527E84">
            <w:pPr>
              <w:pStyle w:val="P68B1DB1-Normal1"/>
              <w:ind w:right="-483"/>
              <w:jc w:val="both"/>
            </w:pPr>
            <w:r>
              <w:t xml:space="preserve">Tel. Number(s): </w:t>
            </w:r>
            <w:sdt>
              <w:sdtPr>
                <w:id w:val="-1296369742"/>
                <w:placeholder>
                  <w:docPart w:val="198E5F9EA93E4035B269D9AC04F0E7E3"/>
                </w:placeholder>
                <w:showingPlcHdr/>
                <w:text/>
              </w:sdtPr>
              <w:sdtEndPr/>
              <w:sdtContent>
                <w:r w:rsidRPr="00D82C61">
                  <w:rPr>
                    <w:rStyle w:val="PlaceholderText"/>
                  </w:rPr>
                  <w:t>Click or tap here to enter text.</w:t>
                </w:r>
              </w:sdtContent>
            </w:sdt>
          </w:p>
        </w:tc>
        <w:tc>
          <w:tcPr>
            <w:tcW w:w="4595" w:type="dxa"/>
            <w:shd w:val="clear" w:color="auto" w:fill="auto"/>
          </w:tcPr>
          <w:p w14:paraId="3D71A3BD" w14:textId="77777777" w:rsidR="00527E84" w:rsidRDefault="00527E84" w:rsidP="00527E84">
            <w:pPr>
              <w:pStyle w:val="P68B1DB1-Normal1"/>
              <w:ind w:right="-483"/>
              <w:jc w:val="both"/>
            </w:pPr>
            <w:r>
              <w:t xml:space="preserve">up to and including </w:t>
            </w:r>
            <w:sdt>
              <w:sdtPr>
                <w:id w:val="-680746209"/>
                <w:placeholder>
                  <w:docPart w:val="3FF82158142145948B290DC74324DB97"/>
                </w:placeholder>
                <w:showingPlcHdr/>
                <w:text/>
              </w:sdtPr>
              <w:sdtEndPr/>
              <w:sdtContent>
                <w:r w:rsidRPr="00D82C61">
                  <w:rPr>
                    <w:rStyle w:val="PlaceholderText"/>
                  </w:rPr>
                  <w:t>Click or tap here to enter text.</w:t>
                </w:r>
              </w:sdtContent>
            </w:sdt>
          </w:p>
        </w:tc>
      </w:tr>
      <w:tr w:rsidR="00527E84" w14:paraId="6B68EC49" w14:textId="77777777" w:rsidTr="00875D52">
        <w:tc>
          <w:tcPr>
            <w:tcW w:w="4223" w:type="dxa"/>
            <w:shd w:val="clear" w:color="auto" w:fill="auto"/>
          </w:tcPr>
          <w:p w14:paraId="562177B0" w14:textId="77777777" w:rsidR="00527E84" w:rsidRDefault="00527E84" w:rsidP="00527E84">
            <w:pPr>
              <w:pStyle w:val="P68B1DB1-Normal1"/>
              <w:ind w:right="-483"/>
              <w:jc w:val="both"/>
            </w:pPr>
            <w:r>
              <w:t xml:space="preserve">Tel. Number(s): </w:t>
            </w:r>
            <w:sdt>
              <w:sdtPr>
                <w:id w:val="771294658"/>
                <w:placeholder>
                  <w:docPart w:val="8B1AA6199E004B899CBCED84CCEA4BA5"/>
                </w:placeholder>
                <w:showingPlcHdr/>
                <w:text/>
              </w:sdtPr>
              <w:sdtEndPr/>
              <w:sdtContent>
                <w:r w:rsidRPr="00D82C61">
                  <w:rPr>
                    <w:rStyle w:val="PlaceholderText"/>
                  </w:rPr>
                  <w:t>Click or tap here to enter text.</w:t>
                </w:r>
              </w:sdtContent>
            </w:sdt>
          </w:p>
        </w:tc>
        <w:tc>
          <w:tcPr>
            <w:tcW w:w="4595" w:type="dxa"/>
            <w:shd w:val="clear" w:color="auto" w:fill="auto"/>
          </w:tcPr>
          <w:p w14:paraId="5CF984CF" w14:textId="77777777" w:rsidR="00527E84" w:rsidRDefault="00527E84" w:rsidP="00527E84">
            <w:pPr>
              <w:pStyle w:val="P68B1DB1-Normal1"/>
              <w:ind w:right="-483"/>
              <w:jc w:val="both"/>
            </w:pPr>
            <w:r>
              <w:t xml:space="preserve">up to and including </w:t>
            </w:r>
            <w:sdt>
              <w:sdtPr>
                <w:id w:val="540015330"/>
                <w:placeholder>
                  <w:docPart w:val="1CEA4AB1211B45DDBD210CCB899FB430"/>
                </w:placeholder>
                <w:showingPlcHdr/>
                <w:text/>
              </w:sdtPr>
              <w:sdtEndPr/>
              <w:sdtContent>
                <w:r w:rsidRPr="00D82C61">
                  <w:rPr>
                    <w:rStyle w:val="PlaceholderText"/>
                  </w:rPr>
                  <w:t>Click or tap here to enter text.</w:t>
                </w:r>
              </w:sdtContent>
            </w:sdt>
          </w:p>
        </w:tc>
      </w:tr>
      <w:tr w:rsidR="00527E84" w14:paraId="14CF9F00" w14:textId="77777777" w:rsidTr="00875D52">
        <w:tc>
          <w:tcPr>
            <w:tcW w:w="4223" w:type="dxa"/>
            <w:shd w:val="clear" w:color="auto" w:fill="auto"/>
          </w:tcPr>
          <w:p w14:paraId="333DACB9" w14:textId="77777777" w:rsidR="00527E84" w:rsidRDefault="00527E84" w:rsidP="00527E84">
            <w:pPr>
              <w:pStyle w:val="P68B1DB1-Normal1"/>
              <w:ind w:right="-483"/>
              <w:jc w:val="both"/>
            </w:pPr>
            <w:r>
              <w:t xml:space="preserve">Tel. Number(s): </w:t>
            </w:r>
            <w:sdt>
              <w:sdtPr>
                <w:id w:val="797034363"/>
                <w:placeholder>
                  <w:docPart w:val="518DFA9D16A34C21A9E0D96A8CD82EF6"/>
                </w:placeholder>
                <w:showingPlcHdr/>
                <w:text/>
              </w:sdtPr>
              <w:sdtEndPr/>
              <w:sdtContent>
                <w:r w:rsidRPr="00D82C61">
                  <w:rPr>
                    <w:rStyle w:val="PlaceholderText"/>
                  </w:rPr>
                  <w:t>Click or tap here to enter text.</w:t>
                </w:r>
              </w:sdtContent>
            </w:sdt>
          </w:p>
        </w:tc>
        <w:tc>
          <w:tcPr>
            <w:tcW w:w="4595" w:type="dxa"/>
            <w:shd w:val="clear" w:color="auto" w:fill="auto"/>
          </w:tcPr>
          <w:p w14:paraId="601806F4" w14:textId="77777777" w:rsidR="00527E84" w:rsidRDefault="00527E84" w:rsidP="00527E84">
            <w:pPr>
              <w:pStyle w:val="P68B1DB1-Normal1"/>
              <w:ind w:right="-483"/>
              <w:jc w:val="both"/>
            </w:pPr>
            <w:r>
              <w:t xml:space="preserve">up to and including </w:t>
            </w:r>
            <w:sdt>
              <w:sdtPr>
                <w:id w:val="-1757973599"/>
                <w:placeholder>
                  <w:docPart w:val="DB9D46D9CC0E473182B9C56CC8D32C2D"/>
                </w:placeholder>
                <w:showingPlcHdr/>
                <w:text/>
              </w:sdtPr>
              <w:sdtEndPr/>
              <w:sdtContent>
                <w:r w:rsidR="00875D52" w:rsidRPr="00D82C61">
                  <w:rPr>
                    <w:rStyle w:val="PlaceholderText"/>
                  </w:rPr>
                  <w:t>Click or tap here to enter text.</w:t>
                </w:r>
              </w:sdtContent>
            </w:sdt>
          </w:p>
        </w:tc>
      </w:tr>
      <w:tr w:rsidR="00B07D36" w14:paraId="3B98D2EF" w14:textId="77777777" w:rsidTr="00875D52">
        <w:tc>
          <w:tcPr>
            <w:tcW w:w="4223" w:type="dxa"/>
            <w:shd w:val="clear" w:color="auto" w:fill="auto"/>
          </w:tcPr>
          <w:p w14:paraId="4B7D1F32" w14:textId="6F34FB84" w:rsidR="00B07D36" w:rsidRDefault="00B07D36" w:rsidP="00B07D36">
            <w:pPr>
              <w:pStyle w:val="P68B1DB1-Normal1"/>
              <w:ind w:right="-483"/>
              <w:jc w:val="both"/>
            </w:pPr>
            <w:r>
              <w:t xml:space="preserve">Tel. Number(s): </w:t>
            </w:r>
            <w:sdt>
              <w:sdtPr>
                <w:id w:val="1295407592"/>
                <w:placeholder>
                  <w:docPart w:val="ADB83DCDA22B4CDC8DE206929B79924E"/>
                </w:placeholder>
                <w:showingPlcHdr/>
                <w:text/>
              </w:sdtPr>
              <w:sdtContent>
                <w:r w:rsidRPr="00D82C61">
                  <w:rPr>
                    <w:rStyle w:val="PlaceholderText"/>
                  </w:rPr>
                  <w:t>Click or tap here to enter text.</w:t>
                </w:r>
              </w:sdtContent>
            </w:sdt>
          </w:p>
        </w:tc>
        <w:tc>
          <w:tcPr>
            <w:tcW w:w="4595" w:type="dxa"/>
            <w:shd w:val="clear" w:color="auto" w:fill="auto"/>
          </w:tcPr>
          <w:p w14:paraId="1A22941D" w14:textId="0254F627" w:rsidR="00B07D36" w:rsidRDefault="00B07D36" w:rsidP="00B07D36">
            <w:pPr>
              <w:pStyle w:val="P68B1DB1-Normal1"/>
              <w:ind w:right="-483"/>
              <w:jc w:val="both"/>
            </w:pPr>
            <w:r>
              <w:t xml:space="preserve">up to and including </w:t>
            </w:r>
            <w:sdt>
              <w:sdtPr>
                <w:id w:val="2063906089"/>
                <w:placeholder>
                  <w:docPart w:val="CE72F693EC3F411CBE450B28F64FB066"/>
                </w:placeholder>
                <w:showingPlcHdr/>
                <w:text/>
              </w:sdtPr>
              <w:sdtContent>
                <w:r w:rsidRPr="00D82C61">
                  <w:rPr>
                    <w:rStyle w:val="PlaceholderText"/>
                  </w:rPr>
                  <w:t>Click or tap here to enter text.</w:t>
                </w:r>
              </w:sdtContent>
            </w:sdt>
          </w:p>
        </w:tc>
      </w:tr>
      <w:tr w:rsidR="00B07D36" w14:paraId="10CA4091" w14:textId="77777777" w:rsidTr="00875D52">
        <w:tc>
          <w:tcPr>
            <w:tcW w:w="4223" w:type="dxa"/>
            <w:shd w:val="clear" w:color="auto" w:fill="auto"/>
          </w:tcPr>
          <w:p w14:paraId="5D52DD6A" w14:textId="3A1BA217" w:rsidR="00B07D36" w:rsidRDefault="00B07D36" w:rsidP="00B07D36">
            <w:pPr>
              <w:pStyle w:val="P68B1DB1-Normal1"/>
              <w:ind w:right="-483"/>
              <w:jc w:val="both"/>
            </w:pPr>
            <w:r>
              <w:t xml:space="preserve">Tel. Number(s): </w:t>
            </w:r>
            <w:sdt>
              <w:sdtPr>
                <w:id w:val="1049727705"/>
                <w:placeholder>
                  <w:docPart w:val="F41689D919F94851B9F3AEE2958A3AE4"/>
                </w:placeholder>
                <w:showingPlcHdr/>
                <w:text/>
              </w:sdtPr>
              <w:sdtContent>
                <w:r w:rsidRPr="00D82C61">
                  <w:rPr>
                    <w:rStyle w:val="PlaceholderText"/>
                  </w:rPr>
                  <w:t>Click or tap here to enter text.</w:t>
                </w:r>
              </w:sdtContent>
            </w:sdt>
          </w:p>
        </w:tc>
        <w:tc>
          <w:tcPr>
            <w:tcW w:w="4595" w:type="dxa"/>
            <w:shd w:val="clear" w:color="auto" w:fill="auto"/>
          </w:tcPr>
          <w:p w14:paraId="4F051382" w14:textId="7C3CE12F" w:rsidR="00B07D36" w:rsidRDefault="00B07D36" w:rsidP="00B07D36">
            <w:pPr>
              <w:pStyle w:val="P68B1DB1-Normal1"/>
              <w:ind w:right="-483"/>
              <w:jc w:val="both"/>
            </w:pPr>
            <w:r>
              <w:t xml:space="preserve">up to and including </w:t>
            </w:r>
            <w:sdt>
              <w:sdtPr>
                <w:id w:val="-409013884"/>
                <w:placeholder>
                  <w:docPart w:val="6D4B8FD1971244F08C0AC0D3583D6D87"/>
                </w:placeholder>
                <w:showingPlcHdr/>
                <w:text/>
              </w:sdtPr>
              <w:sdtContent>
                <w:r w:rsidRPr="00D82C61">
                  <w:rPr>
                    <w:rStyle w:val="PlaceholderText"/>
                  </w:rPr>
                  <w:t>Click or tap here to enter text.</w:t>
                </w:r>
              </w:sdtContent>
            </w:sdt>
          </w:p>
        </w:tc>
      </w:tr>
      <w:tr w:rsidR="00B07D36" w14:paraId="21A47265" w14:textId="77777777" w:rsidTr="00875D52">
        <w:tc>
          <w:tcPr>
            <w:tcW w:w="4223" w:type="dxa"/>
            <w:shd w:val="clear" w:color="auto" w:fill="auto"/>
          </w:tcPr>
          <w:p w14:paraId="1D3161CB" w14:textId="3CC55C0A" w:rsidR="00B07D36" w:rsidRDefault="00B07D36" w:rsidP="00B07D36">
            <w:pPr>
              <w:pStyle w:val="P68B1DB1-Normal1"/>
              <w:ind w:right="-483"/>
              <w:jc w:val="both"/>
            </w:pPr>
            <w:r>
              <w:t xml:space="preserve">Tel. Number(s): </w:t>
            </w:r>
            <w:sdt>
              <w:sdtPr>
                <w:id w:val="-1294126424"/>
                <w:placeholder>
                  <w:docPart w:val="1187B2EBBA694CE8903FB9AB7D40E4E4"/>
                </w:placeholder>
                <w:showingPlcHdr/>
                <w:text/>
              </w:sdtPr>
              <w:sdtContent>
                <w:r w:rsidRPr="00D82C61">
                  <w:rPr>
                    <w:rStyle w:val="PlaceholderText"/>
                  </w:rPr>
                  <w:t>Click or tap here to enter text.</w:t>
                </w:r>
              </w:sdtContent>
            </w:sdt>
          </w:p>
        </w:tc>
        <w:tc>
          <w:tcPr>
            <w:tcW w:w="4595" w:type="dxa"/>
            <w:shd w:val="clear" w:color="auto" w:fill="auto"/>
          </w:tcPr>
          <w:p w14:paraId="0A8168F7" w14:textId="5703C61B" w:rsidR="00B07D36" w:rsidRDefault="00B07D36" w:rsidP="00B07D36">
            <w:pPr>
              <w:pStyle w:val="P68B1DB1-Normal1"/>
              <w:ind w:right="-483"/>
              <w:jc w:val="both"/>
            </w:pPr>
            <w:r>
              <w:t xml:space="preserve">up to and including </w:t>
            </w:r>
            <w:sdt>
              <w:sdtPr>
                <w:id w:val="-1762138267"/>
                <w:placeholder>
                  <w:docPart w:val="A7559C8E4E8145AB82CB6262AF4F3EE5"/>
                </w:placeholder>
                <w:showingPlcHdr/>
                <w:text/>
              </w:sdtPr>
              <w:sdtContent>
                <w:r w:rsidRPr="00D82C61">
                  <w:rPr>
                    <w:rStyle w:val="PlaceholderText"/>
                  </w:rPr>
                  <w:t>Click or tap here to enter text.</w:t>
                </w:r>
              </w:sdtContent>
            </w:sdt>
          </w:p>
        </w:tc>
      </w:tr>
      <w:tr w:rsidR="00B07D36" w14:paraId="3824D547" w14:textId="77777777" w:rsidTr="00875D52">
        <w:tc>
          <w:tcPr>
            <w:tcW w:w="4223" w:type="dxa"/>
            <w:shd w:val="clear" w:color="auto" w:fill="auto"/>
          </w:tcPr>
          <w:p w14:paraId="0B7C3906" w14:textId="7816DA35" w:rsidR="00B07D36" w:rsidRDefault="00B07D36" w:rsidP="00B07D36">
            <w:pPr>
              <w:pStyle w:val="P68B1DB1-Normal1"/>
              <w:ind w:right="-483"/>
              <w:jc w:val="both"/>
            </w:pPr>
            <w:r>
              <w:t xml:space="preserve">Tel. Number(s): </w:t>
            </w:r>
            <w:sdt>
              <w:sdtPr>
                <w:id w:val="1784535207"/>
                <w:placeholder>
                  <w:docPart w:val="C95C57C3B7774F4C8A4C6AFA19E5168B"/>
                </w:placeholder>
                <w:showingPlcHdr/>
                <w:text/>
              </w:sdtPr>
              <w:sdtContent>
                <w:r w:rsidRPr="00D82C61">
                  <w:rPr>
                    <w:rStyle w:val="PlaceholderText"/>
                  </w:rPr>
                  <w:t>Click or tap here to enter text.</w:t>
                </w:r>
              </w:sdtContent>
            </w:sdt>
          </w:p>
        </w:tc>
        <w:tc>
          <w:tcPr>
            <w:tcW w:w="4595" w:type="dxa"/>
            <w:shd w:val="clear" w:color="auto" w:fill="auto"/>
          </w:tcPr>
          <w:p w14:paraId="37A460DD" w14:textId="65F4F452" w:rsidR="00B07D36" w:rsidRDefault="00B07D36" w:rsidP="00B07D36">
            <w:pPr>
              <w:pStyle w:val="P68B1DB1-Normal1"/>
              <w:ind w:right="-483"/>
              <w:jc w:val="both"/>
            </w:pPr>
            <w:r>
              <w:t xml:space="preserve">up to and including </w:t>
            </w:r>
            <w:sdt>
              <w:sdtPr>
                <w:id w:val="-423035892"/>
                <w:placeholder>
                  <w:docPart w:val="87C81544E7D246D8B20FBB27CB413FD3"/>
                </w:placeholder>
                <w:showingPlcHdr/>
                <w:text/>
              </w:sdtPr>
              <w:sdtContent>
                <w:r w:rsidRPr="00D82C61">
                  <w:rPr>
                    <w:rStyle w:val="PlaceholderText"/>
                  </w:rPr>
                  <w:t>Click or tap here to enter text.</w:t>
                </w:r>
              </w:sdtContent>
            </w:sdt>
          </w:p>
        </w:tc>
      </w:tr>
      <w:tr w:rsidR="00B07D36" w14:paraId="17F11111" w14:textId="77777777" w:rsidTr="00875D52">
        <w:tc>
          <w:tcPr>
            <w:tcW w:w="4223" w:type="dxa"/>
            <w:shd w:val="clear" w:color="auto" w:fill="auto"/>
          </w:tcPr>
          <w:p w14:paraId="10B638AB" w14:textId="7579A9F0" w:rsidR="00B07D36" w:rsidRDefault="00B07D36" w:rsidP="00B07D36">
            <w:pPr>
              <w:pStyle w:val="P68B1DB1-Normal1"/>
              <w:ind w:right="-483"/>
              <w:jc w:val="both"/>
            </w:pPr>
            <w:r>
              <w:t xml:space="preserve">Tel. Number(s): </w:t>
            </w:r>
            <w:sdt>
              <w:sdtPr>
                <w:id w:val="-703556604"/>
                <w:placeholder>
                  <w:docPart w:val="5F684728EDF14470B3D6B6501896AFFE"/>
                </w:placeholder>
                <w:showingPlcHdr/>
                <w:text/>
              </w:sdtPr>
              <w:sdtContent>
                <w:r w:rsidRPr="00D82C61">
                  <w:rPr>
                    <w:rStyle w:val="PlaceholderText"/>
                  </w:rPr>
                  <w:t>Click or tap here to enter text.</w:t>
                </w:r>
              </w:sdtContent>
            </w:sdt>
          </w:p>
        </w:tc>
        <w:tc>
          <w:tcPr>
            <w:tcW w:w="4595" w:type="dxa"/>
            <w:shd w:val="clear" w:color="auto" w:fill="auto"/>
          </w:tcPr>
          <w:p w14:paraId="39A8B33D" w14:textId="34F49412" w:rsidR="00B07D36" w:rsidRDefault="00B07D36" w:rsidP="00B07D36">
            <w:pPr>
              <w:pStyle w:val="P68B1DB1-Normal1"/>
              <w:ind w:right="-483"/>
              <w:jc w:val="both"/>
            </w:pPr>
            <w:r>
              <w:t xml:space="preserve">up to and including </w:t>
            </w:r>
            <w:sdt>
              <w:sdtPr>
                <w:id w:val="-856819134"/>
                <w:placeholder>
                  <w:docPart w:val="41B7769D32FF4896957605FE797E5F51"/>
                </w:placeholder>
                <w:showingPlcHdr/>
                <w:text/>
              </w:sdtPr>
              <w:sdtContent>
                <w:r w:rsidRPr="00D82C61">
                  <w:rPr>
                    <w:rStyle w:val="PlaceholderText"/>
                  </w:rPr>
                  <w:t>Click or tap here to enter text.</w:t>
                </w:r>
              </w:sdtContent>
            </w:sdt>
          </w:p>
        </w:tc>
      </w:tr>
      <w:tr w:rsidR="00B07D36" w14:paraId="1671DFB3" w14:textId="77777777" w:rsidTr="00875D52">
        <w:tc>
          <w:tcPr>
            <w:tcW w:w="4223" w:type="dxa"/>
            <w:shd w:val="clear" w:color="auto" w:fill="auto"/>
          </w:tcPr>
          <w:p w14:paraId="67171146" w14:textId="299F9498" w:rsidR="00B07D36" w:rsidRDefault="00B07D36" w:rsidP="00B07D36">
            <w:pPr>
              <w:pStyle w:val="P68B1DB1-Normal1"/>
              <w:ind w:right="-483"/>
              <w:jc w:val="both"/>
            </w:pPr>
            <w:r>
              <w:t xml:space="preserve">Tel. Number(s): </w:t>
            </w:r>
            <w:sdt>
              <w:sdtPr>
                <w:id w:val="895082814"/>
                <w:placeholder>
                  <w:docPart w:val="F38CBD81BFAB42B688603E85E65C1386"/>
                </w:placeholder>
                <w:showingPlcHdr/>
                <w:text/>
              </w:sdtPr>
              <w:sdtContent>
                <w:r w:rsidRPr="00D82C61">
                  <w:rPr>
                    <w:rStyle w:val="PlaceholderText"/>
                  </w:rPr>
                  <w:t>Click or tap here to enter text.</w:t>
                </w:r>
              </w:sdtContent>
            </w:sdt>
          </w:p>
        </w:tc>
        <w:tc>
          <w:tcPr>
            <w:tcW w:w="4595" w:type="dxa"/>
            <w:shd w:val="clear" w:color="auto" w:fill="auto"/>
          </w:tcPr>
          <w:p w14:paraId="7AFEA7A2" w14:textId="40245CB4" w:rsidR="00B07D36" w:rsidRDefault="00B07D36" w:rsidP="00B07D36">
            <w:pPr>
              <w:pStyle w:val="P68B1DB1-Normal1"/>
              <w:ind w:right="-483"/>
              <w:jc w:val="both"/>
            </w:pPr>
            <w:r>
              <w:t xml:space="preserve">up to and including </w:t>
            </w:r>
            <w:sdt>
              <w:sdtPr>
                <w:id w:val="1896850602"/>
                <w:placeholder>
                  <w:docPart w:val="3196666C3DC64CF28B90EC177491DEF7"/>
                </w:placeholder>
                <w:showingPlcHdr/>
                <w:text/>
              </w:sdtPr>
              <w:sdtContent>
                <w:r w:rsidRPr="00D82C61">
                  <w:rPr>
                    <w:rStyle w:val="PlaceholderText"/>
                  </w:rPr>
                  <w:t>Click or tap here to enter text.</w:t>
                </w:r>
              </w:sdtContent>
            </w:sdt>
          </w:p>
        </w:tc>
      </w:tr>
      <w:tr w:rsidR="00B07D36" w14:paraId="4767C024" w14:textId="77777777" w:rsidTr="00875D52">
        <w:tc>
          <w:tcPr>
            <w:tcW w:w="4223" w:type="dxa"/>
            <w:shd w:val="clear" w:color="auto" w:fill="auto"/>
          </w:tcPr>
          <w:p w14:paraId="2C3CEDF1" w14:textId="72430C40" w:rsidR="00B07D36" w:rsidRDefault="00B07D36" w:rsidP="00B07D36">
            <w:pPr>
              <w:pStyle w:val="P68B1DB1-Normal1"/>
              <w:ind w:right="-483"/>
              <w:jc w:val="both"/>
            </w:pPr>
            <w:r>
              <w:t xml:space="preserve">Tel. Number(s): </w:t>
            </w:r>
            <w:sdt>
              <w:sdtPr>
                <w:id w:val="1949734275"/>
                <w:placeholder>
                  <w:docPart w:val="A5072D8483384F378A43270718F139C3"/>
                </w:placeholder>
                <w:showingPlcHdr/>
                <w:text/>
              </w:sdtPr>
              <w:sdtContent>
                <w:r w:rsidRPr="00D82C61">
                  <w:rPr>
                    <w:rStyle w:val="PlaceholderText"/>
                  </w:rPr>
                  <w:t>Click or tap here to enter text.</w:t>
                </w:r>
              </w:sdtContent>
            </w:sdt>
          </w:p>
        </w:tc>
        <w:tc>
          <w:tcPr>
            <w:tcW w:w="4595" w:type="dxa"/>
            <w:shd w:val="clear" w:color="auto" w:fill="auto"/>
          </w:tcPr>
          <w:p w14:paraId="3880FC9C" w14:textId="688E4C78" w:rsidR="00B07D36" w:rsidRDefault="00B07D36" w:rsidP="00B07D36">
            <w:pPr>
              <w:pStyle w:val="P68B1DB1-Normal1"/>
              <w:ind w:right="-483"/>
              <w:jc w:val="both"/>
            </w:pPr>
            <w:r>
              <w:t xml:space="preserve">up to and including </w:t>
            </w:r>
            <w:sdt>
              <w:sdtPr>
                <w:id w:val="839666962"/>
                <w:placeholder>
                  <w:docPart w:val="9390AD409F3F4AC099531F7AC198F6F2"/>
                </w:placeholder>
                <w:showingPlcHdr/>
                <w:text/>
              </w:sdtPr>
              <w:sdtContent>
                <w:r w:rsidRPr="00D82C61">
                  <w:rPr>
                    <w:rStyle w:val="PlaceholderText"/>
                  </w:rPr>
                  <w:t>Click or tap here to enter text.</w:t>
                </w:r>
              </w:sdtContent>
            </w:sdt>
          </w:p>
        </w:tc>
      </w:tr>
      <w:tr w:rsidR="00B07D36" w14:paraId="28D2BBDF" w14:textId="77777777" w:rsidTr="00875D52">
        <w:tc>
          <w:tcPr>
            <w:tcW w:w="4223" w:type="dxa"/>
            <w:shd w:val="clear" w:color="auto" w:fill="auto"/>
          </w:tcPr>
          <w:p w14:paraId="18248E83" w14:textId="377E2457" w:rsidR="00B07D36" w:rsidRDefault="00B07D36" w:rsidP="00B07D36">
            <w:pPr>
              <w:pStyle w:val="P68B1DB1-Normal1"/>
              <w:ind w:right="-483"/>
              <w:jc w:val="both"/>
            </w:pPr>
            <w:r>
              <w:t xml:space="preserve">Tel. Number(s): </w:t>
            </w:r>
            <w:sdt>
              <w:sdtPr>
                <w:id w:val="-46453940"/>
                <w:placeholder>
                  <w:docPart w:val="52213A8803714541A8D213CA3D5F4FC9"/>
                </w:placeholder>
                <w:showingPlcHdr/>
                <w:text/>
              </w:sdtPr>
              <w:sdtContent>
                <w:r w:rsidRPr="00D82C61">
                  <w:rPr>
                    <w:rStyle w:val="PlaceholderText"/>
                  </w:rPr>
                  <w:t>Click or tap here to enter text.</w:t>
                </w:r>
              </w:sdtContent>
            </w:sdt>
          </w:p>
        </w:tc>
        <w:tc>
          <w:tcPr>
            <w:tcW w:w="4595" w:type="dxa"/>
            <w:shd w:val="clear" w:color="auto" w:fill="auto"/>
          </w:tcPr>
          <w:p w14:paraId="4D7BFE2C" w14:textId="4A5A78F8" w:rsidR="00B07D36" w:rsidRDefault="00B07D36" w:rsidP="00B07D36">
            <w:pPr>
              <w:pStyle w:val="P68B1DB1-Normal1"/>
              <w:ind w:right="-483"/>
              <w:jc w:val="both"/>
            </w:pPr>
            <w:r>
              <w:t xml:space="preserve">up to and including </w:t>
            </w:r>
            <w:sdt>
              <w:sdtPr>
                <w:id w:val="1206919042"/>
                <w:placeholder>
                  <w:docPart w:val="AD32703B1AB34DE99D41A72E1F545C4E"/>
                </w:placeholder>
                <w:showingPlcHdr/>
                <w:text/>
              </w:sdtPr>
              <w:sdtContent>
                <w:r w:rsidRPr="00D82C61">
                  <w:rPr>
                    <w:rStyle w:val="PlaceholderText"/>
                  </w:rPr>
                  <w:t>Click or tap here to enter text.</w:t>
                </w:r>
              </w:sdtContent>
            </w:sdt>
          </w:p>
        </w:tc>
      </w:tr>
      <w:tr w:rsidR="00B07D36" w14:paraId="317114FC" w14:textId="77777777" w:rsidTr="00875D52">
        <w:tc>
          <w:tcPr>
            <w:tcW w:w="4223" w:type="dxa"/>
            <w:shd w:val="clear" w:color="auto" w:fill="auto"/>
          </w:tcPr>
          <w:p w14:paraId="490747E6" w14:textId="16B0EBB4" w:rsidR="00B07D36" w:rsidRDefault="00B07D36" w:rsidP="00B07D36">
            <w:pPr>
              <w:pStyle w:val="P68B1DB1-Normal1"/>
              <w:ind w:right="-483"/>
              <w:jc w:val="both"/>
            </w:pPr>
            <w:r>
              <w:t xml:space="preserve">Tel. Number(s): </w:t>
            </w:r>
            <w:sdt>
              <w:sdtPr>
                <w:id w:val="237362541"/>
                <w:placeholder>
                  <w:docPart w:val="68C28399AB664A1199B68F29D9F5FD6E"/>
                </w:placeholder>
                <w:showingPlcHdr/>
                <w:text/>
              </w:sdtPr>
              <w:sdtContent>
                <w:r w:rsidRPr="00D82C61">
                  <w:rPr>
                    <w:rStyle w:val="PlaceholderText"/>
                  </w:rPr>
                  <w:t>Click or tap here to enter text.</w:t>
                </w:r>
              </w:sdtContent>
            </w:sdt>
          </w:p>
        </w:tc>
        <w:tc>
          <w:tcPr>
            <w:tcW w:w="4595" w:type="dxa"/>
            <w:shd w:val="clear" w:color="auto" w:fill="auto"/>
          </w:tcPr>
          <w:p w14:paraId="375E22FD" w14:textId="296A442F" w:rsidR="00B07D36" w:rsidRDefault="00B07D36" w:rsidP="00B07D36">
            <w:pPr>
              <w:pStyle w:val="P68B1DB1-Normal1"/>
              <w:ind w:right="-483"/>
              <w:jc w:val="both"/>
            </w:pPr>
            <w:r>
              <w:t xml:space="preserve">up to and including </w:t>
            </w:r>
            <w:sdt>
              <w:sdtPr>
                <w:id w:val="-36053391"/>
                <w:placeholder>
                  <w:docPart w:val="5FFAB5D8868A4A94BC0D11273E4E9F3D"/>
                </w:placeholder>
                <w:showingPlcHdr/>
                <w:text/>
              </w:sdtPr>
              <w:sdtContent>
                <w:r w:rsidRPr="00D82C61">
                  <w:rPr>
                    <w:rStyle w:val="PlaceholderText"/>
                  </w:rPr>
                  <w:t>Click or tap here to enter text.</w:t>
                </w:r>
              </w:sdtContent>
            </w:sdt>
          </w:p>
        </w:tc>
      </w:tr>
      <w:tr w:rsidR="00B07D36" w14:paraId="4660C3F0" w14:textId="77777777" w:rsidTr="00875D52">
        <w:tc>
          <w:tcPr>
            <w:tcW w:w="4223" w:type="dxa"/>
            <w:shd w:val="clear" w:color="auto" w:fill="auto"/>
          </w:tcPr>
          <w:p w14:paraId="3C36060D" w14:textId="0949B511" w:rsidR="00B07D36" w:rsidRDefault="00B07D36" w:rsidP="00B07D36">
            <w:pPr>
              <w:pStyle w:val="P68B1DB1-Normal1"/>
              <w:ind w:right="-483"/>
              <w:jc w:val="both"/>
            </w:pPr>
            <w:r>
              <w:t xml:space="preserve">Tel. Number(s): </w:t>
            </w:r>
            <w:sdt>
              <w:sdtPr>
                <w:id w:val="213011206"/>
                <w:placeholder>
                  <w:docPart w:val="0DBD5F8A8C4B47B79E07BEF729D2E283"/>
                </w:placeholder>
                <w:showingPlcHdr/>
                <w:text/>
              </w:sdtPr>
              <w:sdtContent>
                <w:r w:rsidRPr="00D82C61">
                  <w:rPr>
                    <w:rStyle w:val="PlaceholderText"/>
                  </w:rPr>
                  <w:t>Click or tap here to enter text.</w:t>
                </w:r>
              </w:sdtContent>
            </w:sdt>
          </w:p>
        </w:tc>
        <w:tc>
          <w:tcPr>
            <w:tcW w:w="4595" w:type="dxa"/>
            <w:shd w:val="clear" w:color="auto" w:fill="auto"/>
          </w:tcPr>
          <w:p w14:paraId="7F93062C" w14:textId="65DA75E5" w:rsidR="00B07D36" w:rsidRDefault="00B07D36" w:rsidP="00B07D36">
            <w:pPr>
              <w:pStyle w:val="P68B1DB1-Normal1"/>
              <w:ind w:right="-483"/>
              <w:jc w:val="both"/>
            </w:pPr>
            <w:r>
              <w:t xml:space="preserve">up to and including </w:t>
            </w:r>
            <w:sdt>
              <w:sdtPr>
                <w:id w:val="-1991700144"/>
                <w:placeholder>
                  <w:docPart w:val="2D7C262844BD4AEE89B5BBF6E8931312"/>
                </w:placeholder>
                <w:showingPlcHdr/>
                <w:text/>
              </w:sdtPr>
              <w:sdtContent>
                <w:r w:rsidRPr="00D82C61">
                  <w:rPr>
                    <w:rStyle w:val="PlaceholderText"/>
                  </w:rPr>
                  <w:t>Click or tap here to enter text.</w:t>
                </w:r>
              </w:sdtContent>
            </w:sdt>
          </w:p>
        </w:tc>
      </w:tr>
      <w:tr w:rsidR="00B07D36" w14:paraId="2A61AF8D" w14:textId="77777777" w:rsidTr="00875D52">
        <w:tc>
          <w:tcPr>
            <w:tcW w:w="4223" w:type="dxa"/>
            <w:shd w:val="clear" w:color="auto" w:fill="auto"/>
          </w:tcPr>
          <w:p w14:paraId="00E98F00" w14:textId="00988D81" w:rsidR="00B07D36" w:rsidRDefault="00B07D36" w:rsidP="00B07D36">
            <w:pPr>
              <w:pStyle w:val="P68B1DB1-Normal1"/>
              <w:ind w:right="-483"/>
              <w:jc w:val="both"/>
            </w:pPr>
            <w:r>
              <w:t xml:space="preserve">Tel. Number(s): </w:t>
            </w:r>
            <w:sdt>
              <w:sdtPr>
                <w:id w:val="2085109592"/>
                <w:placeholder>
                  <w:docPart w:val="48AC332594DA453DB2991587EFAF0757"/>
                </w:placeholder>
                <w:showingPlcHdr/>
                <w:text/>
              </w:sdtPr>
              <w:sdtContent>
                <w:r w:rsidRPr="00D82C61">
                  <w:rPr>
                    <w:rStyle w:val="PlaceholderText"/>
                  </w:rPr>
                  <w:t>Click or tap here to enter text.</w:t>
                </w:r>
              </w:sdtContent>
            </w:sdt>
          </w:p>
        </w:tc>
        <w:tc>
          <w:tcPr>
            <w:tcW w:w="4595" w:type="dxa"/>
            <w:shd w:val="clear" w:color="auto" w:fill="auto"/>
          </w:tcPr>
          <w:p w14:paraId="1B1FB4A4" w14:textId="60A1BC23" w:rsidR="00B07D36" w:rsidRDefault="00B07D36" w:rsidP="00B07D36">
            <w:pPr>
              <w:pStyle w:val="P68B1DB1-Normal1"/>
              <w:ind w:right="-483"/>
              <w:jc w:val="both"/>
            </w:pPr>
            <w:r>
              <w:t xml:space="preserve">up to and including </w:t>
            </w:r>
            <w:sdt>
              <w:sdtPr>
                <w:id w:val="1845665555"/>
                <w:placeholder>
                  <w:docPart w:val="4E3981D1234F45709C7CA3DBB16413DD"/>
                </w:placeholder>
                <w:showingPlcHdr/>
                <w:text/>
              </w:sdtPr>
              <w:sdtContent>
                <w:r w:rsidRPr="00D82C61">
                  <w:rPr>
                    <w:rStyle w:val="PlaceholderText"/>
                  </w:rPr>
                  <w:t>Click or tap here to enter text.</w:t>
                </w:r>
              </w:sdtContent>
            </w:sdt>
          </w:p>
        </w:tc>
      </w:tr>
      <w:bookmarkEnd w:id="0"/>
    </w:tbl>
    <w:p w14:paraId="7C138D1A" w14:textId="77777777" w:rsidR="002664BC" w:rsidRDefault="002664BC" w:rsidP="002664BC">
      <w:pPr>
        <w:ind w:right="-483"/>
        <w:jc w:val="both"/>
        <w:rPr>
          <w:rFonts w:ascii="Arial" w:hAnsi="Arial" w:cs="Arial"/>
          <w:sz w:val="22"/>
          <w:u w:val="dotted"/>
        </w:rPr>
      </w:pPr>
    </w:p>
    <w:p w14:paraId="151910F0" w14:textId="77777777" w:rsidR="004B236D" w:rsidRDefault="004B236D" w:rsidP="002664BC">
      <w:pPr>
        <w:ind w:right="-483"/>
        <w:jc w:val="both"/>
        <w:rPr>
          <w:rFonts w:ascii="Arial" w:hAnsi="Arial" w:cs="Arial"/>
          <w:sz w:val="22"/>
          <w:u w:val="dotted"/>
        </w:rPr>
      </w:pPr>
    </w:p>
    <w:p w14:paraId="7DAB8FA4" w14:textId="77777777" w:rsidR="004B236D" w:rsidRDefault="004B236D" w:rsidP="002664BC">
      <w:pPr>
        <w:ind w:right="-483"/>
        <w:jc w:val="both"/>
        <w:rPr>
          <w:rFonts w:ascii="Arial" w:hAnsi="Arial" w:cs="Arial"/>
          <w:sz w:val="22"/>
          <w:u w:val="dotted"/>
        </w:rPr>
      </w:pPr>
    </w:p>
    <w:p w14:paraId="39B27938" w14:textId="77777777" w:rsidR="002664BC" w:rsidRDefault="002664BC" w:rsidP="002664BC">
      <w:pPr>
        <w:pStyle w:val="P68B1DB1-Normal5"/>
        <w:ind w:right="-483"/>
        <w:jc w:val="both"/>
      </w:pPr>
      <w:r>
        <w:t xml:space="preserve">The </w:t>
      </w:r>
      <w:r w:rsidR="00C50A79" w:rsidRPr="00C50A79">
        <w:t xml:space="preserve">Subscriber hereby explicitly states the following to be done with respect to their current agreement(s) with </w:t>
      </w:r>
      <w:r w:rsidR="00C50A79" w:rsidRPr="00C50A79">
        <w:rPr>
          <w:b/>
          <w:bCs/>
        </w:rPr>
        <w:t>Transferring Provider</w:t>
      </w:r>
      <w:r w:rsidR="00C50A79" w:rsidRPr="00C50A79">
        <w:t xml:space="preserve"> at the time of the </w:t>
      </w:r>
      <w:r w:rsidR="00C50A79" w:rsidRPr="00C50A79">
        <w:rPr>
          <w:b/>
          <w:bCs/>
        </w:rPr>
        <w:t>Transfer Date</w:t>
      </w:r>
      <w:r w:rsidR="00C50A79" w:rsidRPr="00C50A79">
        <w:t>:</w:t>
      </w:r>
    </w:p>
    <w:p w14:paraId="0EE12FE4" w14:textId="77777777" w:rsidR="00C977D1" w:rsidRDefault="00C977D1" w:rsidP="002664BC">
      <w:pPr>
        <w:pStyle w:val="P68B1DB1-Normal5"/>
        <w:ind w:right="-483"/>
        <w:jc w:val="both"/>
      </w:pPr>
    </w:p>
    <w:p w14:paraId="6FF6E96F" w14:textId="77777777" w:rsidR="00C50A79" w:rsidRDefault="00186C0F" w:rsidP="00C50A79">
      <w:pPr>
        <w:pStyle w:val="P68B1DB1-Normal5"/>
        <w:ind w:right="-483"/>
        <w:jc w:val="both"/>
      </w:pPr>
      <w:sdt>
        <w:sdtPr>
          <w:id w:val="1142000710"/>
          <w14:checkbox>
            <w14:checked w14:val="0"/>
            <w14:checkedState w14:val="2612" w14:font="MS Gothic"/>
            <w14:uncheckedState w14:val="2610" w14:font="MS Gothic"/>
          </w14:checkbox>
        </w:sdtPr>
        <w:sdtEndPr/>
        <w:sdtContent>
          <w:r w:rsidR="00C50A79">
            <w:rPr>
              <w:rFonts w:ascii="MS Gothic" w:eastAsia="MS Gothic" w:hAnsi="MS Gothic" w:hint="eastAsia"/>
            </w:rPr>
            <w:t>☐</w:t>
          </w:r>
        </w:sdtContent>
      </w:sdt>
      <w:r w:rsidR="00C977D1">
        <w:t xml:space="preserve"> </w:t>
      </w:r>
      <w:r w:rsidR="00C977D1">
        <w:tab/>
      </w:r>
      <w:r w:rsidR="00C50A79" w:rsidRPr="00C50A79">
        <w:t xml:space="preserve">that the agreement(s) with the </w:t>
      </w:r>
      <w:r w:rsidR="00C50A79" w:rsidRPr="00C50A79">
        <w:rPr>
          <w:b/>
          <w:bCs/>
        </w:rPr>
        <w:t>Transferring</w:t>
      </w:r>
      <w:r w:rsidR="00C50A79">
        <w:rPr>
          <w:b/>
          <w:bCs/>
        </w:rPr>
        <w:t xml:space="preserve"> </w:t>
      </w:r>
      <w:r w:rsidR="00C50A79" w:rsidRPr="00C50A79">
        <w:rPr>
          <w:b/>
          <w:bCs/>
        </w:rPr>
        <w:t>Provider</w:t>
      </w:r>
      <w:r w:rsidR="00C50A79" w:rsidRPr="00C50A79">
        <w:t xml:space="preserve"> be terminated per contract-end-</w:t>
      </w:r>
    </w:p>
    <w:p w14:paraId="6E663C96" w14:textId="77777777" w:rsidR="00C50A79" w:rsidRDefault="00C50A79" w:rsidP="00C50A79">
      <w:pPr>
        <w:pStyle w:val="P68B1DB1-Normal5"/>
        <w:ind w:right="-483" w:firstLine="720"/>
        <w:jc w:val="both"/>
      </w:pPr>
      <w:r w:rsidRPr="00C50A79">
        <w:t xml:space="preserve">date for the service(s) relating to the aforementioned telephone number(s), and that </w:t>
      </w:r>
    </w:p>
    <w:p w14:paraId="632F2AAB" w14:textId="77777777" w:rsidR="00C50A79" w:rsidRDefault="00C50A79" w:rsidP="00C50A79">
      <w:pPr>
        <w:pStyle w:val="P68B1DB1-Normal5"/>
        <w:ind w:right="-483" w:firstLine="720"/>
        <w:jc w:val="both"/>
      </w:pPr>
      <w:r w:rsidRPr="00C50A79">
        <w:t xml:space="preserve">any remaining telephone number(s) left behind will be ceased after the actual </w:t>
      </w:r>
    </w:p>
    <w:p w14:paraId="2384DCC8" w14:textId="77777777" w:rsidR="00C977D1" w:rsidRDefault="00C50A79" w:rsidP="00C50A79">
      <w:pPr>
        <w:pStyle w:val="P68B1DB1-Normal5"/>
        <w:ind w:right="-483" w:firstLine="720"/>
        <w:jc w:val="both"/>
      </w:pPr>
      <w:r w:rsidRPr="00C50A79">
        <w:rPr>
          <w:b/>
          <w:bCs/>
        </w:rPr>
        <w:t>Transfer Date</w:t>
      </w:r>
      <w:r w:rsidRPr="00C50A79">
        <w:t xml:space="preserve"> of the aforementioned number(s).</w:t>
      </w:r>
    </w:p>
    <w:p w14:paraId="3B16A565" w14:textId="77777777" w:rsidR="00C50A79" w:rsidRDefault="00C50A79" w:rsidP="00C50A79">
      <w:pPr>
        <w:pStyle w:val="P68B1DB1-Normal5"/>
        <w:ind w:right="-483"/>
        <w:jc w:val="both"/>
        <w:rPr>
          <w:b/>
          <w:bCs/>
        </w:rPr>
      </w:pPr>
      <w:r w:rsidRPr="00C50A79">
        <w:rPr>
          <w:b/>
          <w:bCs/>
        </w:rPr>
        <w:t>OR:</w:t>
      </w:r>
    </w:p>
    <w:p w14:paraId="6ED3EB21" w14:textId="77777777" w:rsidR="00C50A79" w:rsidRPr="00C50A79" w:rsidRDefault="00C50A79" w:rsidP="00C50A79">
      <w:pPr>
        <w:pStyle w:val="P68B1DB1-Normal5"/>
        <w:ind w:right="-483"/>
        <w:jc w:val="both"/>
        <w:rPr>
          <w:b/>
          <w:bCs/>
        </w:rPr>
      </w:pPr>
    </w:p>
    <w:p w14:paraId="52F05037" w14:textId="77777777" w:rsidR="00C50A79" w:rsidRDefault="00186C0F" w:rsidP="00C50A79">
      <w:pPr>
        <w:pStyle w:val="P68B1DB1-Normal5"/>
        <w:ind w:right="-483"/>
        <w:jc w:val="both"/>
      </w:pPr>
      <w:sdt>
        <w:sdtPr>
          <w:id w:val="-1056078385"/>
          <w14:checkbox>
            <w14:checked w14:val="0"/>
            <w14:checkedState w14:val="2612" w14:font="MS Gothic"/>
            <w14:uncheckedState w14:val="2610" w14:font="MS Gothic"/>
          </w14:checkbox>
        </w:sdtPr>
        <w:sdtEndPr/>
        <w:sdtContent>
          <w:r w:rsidR="00C50A79">
            <w:rPr>
              <w:rFonts w:ascii="MS Gothic" w:eastAsia="MS Gothic" w:hAnsi="MS Gothic" w:hint="eastAsia"/>
            </w:rPr>
            <w:t>☐</w:t>
          </w:r>
        </w:sdtContent>
      </w:sdt>
      <w:r w:rsidR="00C977D1">
        <w:t xml:space="preserve"> </w:t>
      </w:r>
      <w:r w:rsidR="00C977D1">
        <w:tab/>
      </w:r>
      <w:r w:rsidR="00C50A79" w:rsidRPr="00C50A79">
        <w:t xml:space="preserve">that the Agreement(s) with the </w:t>
      </w:r>
      <w:r w:rsidR="00C50A79" w:rsidRPr="00C50A79">
        <w:rPr>
          <w:b/>
          <w:bCs/>
        </w:rPr>
        <w:t>Transferring Provider</w:t>
      </w:r>
      <w:r w:rsidR="00C50A79" w:rsidRPr="00C50A79">
        <w:t xml:space="preserve"> will be </w:t>
      </w:r>
      <w:r w:rsidR="00C50A79" w:rsidRPr="00C50A79">
        <w:rPr>
          <w:b/>
          <w:bCs/>
        </w:rPr>
        <w:t>continued</w:t>
      </w:r>
      <w:r w:rsidR="00C50A79" w:rsidRPr="00C50A79">
        <w:t xml:space="preserve"> as of the </w:t>
      </w:r>
    </w:p>
    <w:p w14:paraId="6842384D" w14:textId="77777777" w:rsidR="00C50A79" w:rsidRDefault="00C50A79" w:rsidP="00C50A79">
      <w:pPr>
        <w:pStyle w:val="P68B1DB1-Normal5"/>
        <w:ind w:right="-483" w:firstLine="720"/>
        <w:jc w:val="both"/>
      </w:pPr>
      <w:r w:rsidRPr="00C50A79">
        <w:rPr>
          <w:b/>
          <w:bCs/>
        </w:rPr>
        <w:t>Transfer Date</w:t>
      </w:r>
      <w:r w:rsidRPr="00C50A79">
        <w:t xml:space="preserve"> of the aforementioned telephone number(s) for the service(s) to which </w:t>
      </w:r>
    </w:p>
    <w:p w14:paraId="4F76D882" w14:textId="77777777" w:rsidR="00C50A79" w:rsidRDefault="00C50A79" w:rsidP="00C50A79">
      <w:pPr>
        <w:pStyle w:val="P68B1DB1-Normal5"/>
        <w:ind w:right="-483" w:firstLine="720"/>
        <w:jc w:val="both"/>
      </w:pPr>
      <w:r w:rsidRPr="00C50A79">
        <w:t xml:space="preserve">the aforementioned telephone number(s) belonged to, and that any remaining </w:t>
      </w:r>
    </w:p>
    <w:p w14:paraId="1D5CDAB4" w14:textId="77777777" w:rsidR="00C977D1" w:rsidRDefault="00C50A79" w:rsidP="00C50A79">
      <w:pPr>
        <w:pStyle w:val="P68B1DB1-Normal5"/>
        <w:ind w:right="-483" w:firstLine="720"/>
        <w:jc w:val="both"/>
      </w:pPr>
      <w:r w:rsidRPr="00C50A79">
        <w:t>telephone number(s) are thereby to be kept in service</w:t>
      </w:r>
      <w:r>
        <w:t>.</w:t>
      </w:r>
    </w:p>
    <w:p w14:paraId="0E3EFF50" w14:textId="77777777" w:rsidR="00C50A79" w:rsidRDefault="00C50A79" w:rsidP="00C50A79">
      <w:pPr>
        <w:pStyle w:val="P68B1DB1-Normal5"/>
        <w:ind w:right="-483"/>
        <w:jc w:val="both"/>
        <w:rPr>
          <w:b/>
          <w:bCs/>
        </w:rPr>
      </w:pPr>
      <w:r w:rsidRPr="00C50A79">
        <w:rPr>
          <w:b/>
          <w:bCs/>
        </w:rPr>
        <w:t>OR:</w:t>
      </w:r>
    </w:p>
    <w:p w14:paraId="21D56453" w14:textId="77777777" w:rsidR="00C50A79" w:rsidRPr="00C50A79" w:rsidRDefault="00C50A79" w:rsidP="00C50A79">
      <w:pPr>
        <w:pStyle w:val="P68B1DB1-Normal5"/>
        <w:ind w:right="-483"/>
        <w:jc w:val="both"/>
        <w:rPr>
          <w:b/>
          <w:bCs/>
        </w:rPr>
      </w:pPr>
    </w:p>
    <w:p w14:paraId="127689D7" w14:textId="77777777" w:rsidR="00C50A79" w:rsidRDefault="00186C0F" w:rsidP="00C977D1">
      <w:pPr>
        <w:pStyle w:val="P68B1DB1-Normal5"/>
        <w:ind w:right="-483"/>
        <w:jc w:val="both"/>
      </w:pPr>
      <w:sdt>
        <w:sdtPr>
          <w:id w:val="-1359118168"/>
          <w14:checkbox>
            <w14:checked w14:val="0"/>
            <w14:checkedState w14:val="2612" w14:font="MS Gothic"/>
            <w14:uncheckedState w14:val="2610" w14:font="MS Gothic"/>
          </w14:checkbox>
        </w:sdtPr>
        <w:sdtEndPr/>
        <w:sdtContent>
          <w:r w:rsidR="00C50A79">
            <w:rPr>
              <w:rFonts w:ascii="MS Gothic" w:eastAsia="MS Gothic" w:hAnsi="MS Gothic" w:hint="eastAsia"/>
            </w:rPr>
            <w:t>☐</w:t>
          </w:r>
        </w:sdtContent>
      </w:sdt>
      <w:r w:rsidR="00C977D1">
        <w:t xml:space="preserve"> </w:t>
      </w:r>
      <w:r w:rsidR="00C977D1">
        <w:tab/>
      </w:r>
      <w:r w:rsidR="00C50A79" w:rsidRPr="00C50A79">
        <w:t xml:space="preserve">that the Agreement(s) with the </w:t>
      </w:r>
      <w:r w:rsidR="00C50A79" w:rsidRPr="00C50A79">
        <w:rPr>
          <w:b/>
          <w:bCs/>
        </w:rPr>
        <w:t>Transferring Provider</w:t>
      </w:r>
      <w:r w:rsidR="00C50A79" w:rsidRPr="00C50A79">
        <w:t xml:space="preserve"> for the service(s) to which the </w:t>
      </w:r>
    </w:p>
    <w:p w14:paraId="6892ADBB" w14:textId="77777777" w:rsidR="00C50A79" w:rsidRDefault="00C50A79" w:rsidP="00C50A79">
      <w:pPr>
        <w:pStyle w:val="P68B1DB1-Normal5"/>
        <w:ind w:right="-483" w:firstLine="720"/>
        <w:jc w:val="both"/>
      </w:pPr>
      <w:r w:rsidRPr="00C50A79">
        <w:t xml:space="preserve">aforementioned telephone number(s) belonged has already been terminated, but not </w:t>
      </w:r>
    </w:p>
    <w:p w14:paraId="5E1FDAB7" w14:textId="77777777" w:rsidR="00C977D1" w:rsidRDefault="00C50A79" w:rsidP="00C50A79">
      <w:pPr>
        <w:pStyle w:val="P68B1DB1-Normal5"/>
        <w:ind w:left="720" w:right="-483"/>
        <w:jc w:val="both"/>
      </w:pPr>
      <w:r w:rsidRPr="00C50A79">
        <w:t>more than 2 months ago and that the number(s) are to be ported</w:t>
      </w:r>
      <w:r w:rsidR="00C977D1">
        <w:t>.</w:t>
      </w:r>
    </w:p>
    <w:p w14:paraId="07167B05" w14:textId="77777777" w:rsidR="00C977D1" w:rsidRDefault="00C977D1" w:rsidP="00C977D1">
      <w:pPr>
        <w:ind w:left="720" w:right="-483"/>
        <w:jc w:val="both"/>
        <w:rPr>
          <w:rFonts w:ascii="Arial" w:hAnsi="Arial" w:cs="Arial"/>
          <w:i/>
          <w:sz w:val="22"/>
        </w:rPr>
      </w:pPr>
    </w:p>
    <w:p w14:paraId="047A2ECF" w14:textId="77777777" w:rsidR="00C977D1" w:rsidRDefault="00C977D1" w:rsidP="00C977D1">
      <w:pPr>
        <w:pStyle w:val="P68B1DB1-Normal4"/>
        <w:ind w:left="720" w:right="-483"/>
        <w:jc w:val="both"/>
        <w:rPr>
          <w:u w:val="dotted"/>
        </w:rPr>
      </w:pPr>
      <w:r>
        <w:t xml:space="preserve">(**) Please </w:t>
      </w:r>
      <w:r w:rsidR="00C50A79">
        <w:t>select</w:t>
      </w:r>
      <w:r>
        <w:t xml:space="preserve"> </w:t>
      </w:r>
      <w:r w:rsidR="00C50A79">
        <w:t>one of the above options only.</w:t>
      </w:r>
    </w:p>
    <w:p w14:paraId="5E627352" w14:textId="3390F9DD" w:rsidR="00C977D1" w:rsidRDefault="00C977D1" w:rsidP="002664BC">
      <w:pPr>
        <w:pStyle w:val="P68B1DB1-Normal5"/>
        <w:ind w:right="-483"/>
        <w:jc w:val="both"/>
      </w:pPr>
    </w:p>
    <w:p w14:paraId="5BCE63D5" w14:textId="3EDF8415" w:rsidR="00B07D36" w:rsidRDefault="00B07D36" w:rsidP="002664BC">
      <w:pPr>
        <w:pStyle w:val="P68B1DB1-Normal5"/>
        <w:ind w:right="-483"/>
        <w:jc w:val="both"/>
      </w:pPr>
    </w:p>
    <w:p w14:paraId="1FDAF412" w14:textId="2DD2133B" w:rsidR="00B07D36" w:rsidRDefault="00B07D36" w:rsidP="002664BC">
      <w:pPr>
        <w:pStyle w:val="P68B1DB1-Normal5"/>
        <w:ind w:right="-483"/>
        <w:jc w:val="both"/>
      </w:pPr>
    </w:p>
    <w:p w14:paraId="6F389D37" w14:textId="69F43E90" w:rsidR="00B07D36" w:rsidRDefault="00B07D36" w:rsidP="002664BC">
      <w:pPr>
        <w:pStyle w:val="P68B1DB1-Normal5"/>
        <w:ind w:right="-483"/>
        <w:jc w:val="both"/>
      </w:pPr>
    </w:p>
    <w:p w14:paraId="5A11169E" w14:textId="5C9D9259" w:rsidR="00B07D36" w:rsidRDefault="00B07D36" w:rsidP="002664BC">
      <w:pPr>
        <w:pStyle w:val="P68B1DB1-Normal5"/>
        <w:ind w:right="-483"/>
        <w:jc w:val="both"/>
      </w:pPr>
    </w:p>
    <w:p w14:paraId="24045034" w14:textId="77777777" w:rsidR="00B07D36" w:rsidRDefault="00B07D36" w:rsidP="002664BC">
      <w:pPr>
        <w:pStyle w:val="P68B1DB1-Normal5"/>
        <w:ind w:right="-483"/>
        <w:jc w:val="both"/>
      </w:pPr>
    </w:p>
    <w:p w14:paraId="01EEEC81" w14:textId="77777777" w:rsidR="002664BC" w:rsidRDefault="002664BC" w:rsidP="002664BC">
      <w:pPr>
        <w:pStyle w:val="P68B1DB1-Normal1"/>
        <w:ind w:right="-483"/>
        <w:jc w:val="both"/>
      </w:pPr>
      <w:r>
        <w:rPr>
          <w:u w:val="dotted"/>
        </w:rPr>
        <w:lastRenderedPageBreak/>
        <w:t xml:space="preserve">In this context of this transfer, </w:t>
      </w:r>
      <w:r>
        <w:t>the Subscriber hereby grants the power of attorney to COLT TECHNOLOGY SERVICES B.V., a private company with limited liability, established at (1114 AM) Amsterdam-Duivendrecht Van der Madeweg 12,</w:t>
      </w:r>
      <w:r w:rsidR="000F049D">
        <w:t xml:space="preserve"> the Netherlands,</w:t>
      </w:r>
      <w:r>
        <w:t xml:space="preserve"> registered with the Chamber of Commerce under number 33303165 ("</w:t>
      </w:r>
      <w:r>
        <w:rPr>
          <w:b/>
        </w:rPr>
        <w:t>Colt</w:t>
      </w:r>
      <w:r>
        <w:t xml:space="preserve">"), to </w:t>
      </w:r>
      <w:r>
        <w:rPr>
          <w:u w:val="dotted"/>
        </w:rPr>
        <w:t>within the transfer process established by COIN and the corresponding transfer period as of the set FPD (First Possible Date)</w:t>
      </w:r>
      <w:r>
        <w:t xml:space="preserve">: (i) arrange the transfer to Colt (ii) if necessary, register the telephone number(s) in the name of Colt Technology Services B.V., (iii) on behalf of Subscriber, terminate the Agreement(s) between Subscriber and the </w:t>
      </w:r>
      <w:r w:rsidR="000F049D">
        <w:rPr>
          <w:b/>
          <w:u w:val="dotted"/>
        </w:rPr>
        <w:t>Transferrin</w:t>
      </w:r>
      <w:r w:rsidR="000F049D" w:rsidRPr="000F049D">
        <w:rPr>
          <w:b/>
          <w:u w:val="dotted"/>
        </w:rPr>
        <w:t>g</w:t>
      </w:r>
      <w:r w:rsidR="000F049D">
        <w:rPr>
          <w:b/>
          <w:u w:val="dotted"/>
        </w:rPr>
        <w:t>-</w:t>
      </w:r>
      <w:r w:rsidR="000F049D" w:rsidRPr="000F049D">
        <w:rPr>
          <w:b/>
          <w:u w:val="dotted"/>
        </w:rPr>
        <w:t>Provider</w:t>
      </w:r>
      <w:r>
        <w:t xml:space="preserve"> regarding the provision of publicly available electronic communications service(s) </w:t>
      </w:r>
      <w:r>
        <w:rPr>
          <w:u w:val="dotted"/>
        </w:rPr>
        <w:t>with respect to the Telephone Number(s)</w:t>
      </w:r>
      <w:r>
        <w:t xml:space="preserve"> as of the Transfer Date, all with the power of substitution.</w:t>
      </w:r>
    </w:p>
    <w:p w14:paraId="45F3D0ED" w14:textId="77777777" w:rsidR="002664BC" w:rsidRDefault="002664BC" w:rsidP="002664BC">
      <w:pPr>
        <w:ind w:right="-483"/>
        <w:jc w:val="both"/>
        <w:rPr>
          <w:rFonts w:ascii="Arial" w:hAnsi="Arial" w:cs="Arial"/>
          <w:sz w:val="22"/>
        </w:rPr>
      </w:pPr>
    </w:p>
    <w:p w14:paraId="35A2F98E" w14:textId="77777777" w:rsidR="000F049D" w:rsidRDefault="000F049D" w:rsidP="002664BC">
      <w:pPr>
        <w:pStyle w:val="P68B1DB1-Normal1"/>
        <w:ind w:right="-483"/>
        <w:jc w:val="both"/>
      </w:pPr>
    </w:p>
    <w:p w14:paraId="3A9023A9" w14:textId="77777777" w:rsidR="002664BC" w:rsidRDefault="002664BC" w:rsidP="002664BC">
      <w:pPr>
        <w:pStyle w:val="P68B1DB1-Normal1"/>
        <w:ind w:right="-483"/>
        <w:jc w:val="both"/>
      </w:pPr>
      <w:r>
        <w:t>The Subscriber must be authorised to grant this power of attorney to Colt. This power of attorney may not be signed by a Subscriber and/or signatory who has been declared bankrupt, to whom the law on debt rescheduling has been declared applicable, who has been granted a moratorium on payments, or who has submitted a request for the foregoing, and/or who is a minor or otherwise incapacitated/unauthorised.</w:t>
      </w:r>
    </w:p>
    <w:p w14:paraId="46B4ED26" w14:textId="77777777" w:rsidR="002664BC" w:rsidRDefault="002664BC" w:rsidP="002664BC">
      <w:pPr>
        <w:pStyle w:val="P68B1DB1-Normal1"/>
        <w:ind w:right="-483"/>
        <w:jc w:val="both"/>
      </w:pPr>
      <w:r>
        <w:br/>
      </w:r>
      <w:r>
        <w:tab/>
      </w:r>
    </w:p>
    <w:p w14:paraId="25FAB415" w14:textId="77777777" w:rsidR="004B236D" w:rsidRDefault="004B236D" w:rsidP="002664BC">
      <w:pPr>
        <w:pStyle w:val="P68B1DB1-Normal1"/>
        <w:jc w:val="both"/>
        <w:rPr>
          <w:b/>
        </w:rPr>
      </w:pPr>
    </w:p>
    <w:p w14:paraId="1DDB44F9" w14:textId="77777777" w:rsidR="002664BC" w:rsidRDefault="002664BC" w:rsidP="002664BC">
      <w:pPr>
        <w:pStyle w:val="P68B1DB1-Normal1"/>
        <w:jc w:val="both"/>
      </w:pPr>
      <w:r>
        <w:rPr>
          <w:b/>
        </w:rPr>
        <w:t>SIGNED</w:t>
      </w:r>
      <w:r>
        <w:t>:</w:t>
      </w:r>
    </w:p>
    <w:p w14:paraId="7FF1D8E6" w14:textId="77777777" w:rsidR="002664BC" w:rsidRDefault="002664BC" w:rsidP="002664BC">
      <w:pPr>
        <w:jc w:val="both"/>
        <w:rPr>
          <w:rFonts w:ascii="Arial" w:hAnsi="Arial" w:cs="Arial"/>
          <w:sz w:val="22"/>
        </w:rPr>
      </w:pPr>
    </w:p>
    <w:p w14:paraId="7C1AE497" w14:textId="77777777" w:rsidR="000F049D" w:rsidRDefault="000F049D" w:rsidP="000F049D">
      <w:pPr>
        <w:pStyle w:val="P68B1DB1-Normal1"/>
        <w:jc w:val="both"/>
      </w:pPr>
      <w:r>
        <w:t xml:space="preserve">Signature: </w:t>
      </w:r>
      <w:r>
        <w:tab/>
      </w:r>
      <w:r>
        <w:tab/>
      </w:r>
      <w:r>
        <w:tab/>
      </w:r>
      <w:r>
        <w:rPr>
          <w:u w:val="dotted"/>
        </w:rPr>
        <w:tab/>
      </w:r>
      <w:r>
        <w:rPr>
          <w:u w:val="dotted"/>
        </w:rPr>
        <w:tab/>
      </w:r>
      <w:r>
        <w:rPr>
          <w:u w:val="dotted"/>
        </w:rPr>
        <w:tab/>
      </w:r>
      <w:r>
        <w:rPr>
          <w:u w:val="dotted"/>
        </w:rPr>
        <w:tab/>
      </w:r>
    </w:p>
    <w:p w14:paraId="2EC06A92" w14:textId="77777777" w:rsidR="000F049D" w:rsidRDefault="000F049D" w:rsidP="000F049D">
      <w:pPr>
        <w:pStyle w:val="P68B1DB1-Normal1"/>
        <w:jc w:val="both"/>
      </w:pPr>
    </w:p>
    <w:p w14:paraId="26C5244E" w14:textId="77777777" w:rsidR="000F049D" w:rsidRDefault="000F049D" w:rsidP="000F049D">
      <w:pPr>
        <w:pStyle w:val="P68B1DB1-Normal1"/>
        <w:jc w:val="both"/>
      </w:pPr>
      <w:r>
        <w:t>Place:</w:t>
      </w:r>
      <w:r>
        <w:tab/>
      </w:r>
      <w:r>
        <w:tab/>
      </w:r>
      <w:r>
        <w:tab/>
      </w:r>
      <w:r>
        <w:tab/>
      </w:r>
      <w:sdt>
        <w:sdtPr>
          <w:id w:val="1314680050"/>
          <w:placeholder>
            <w:docPart w:val="D98C8DA6922249549071635804858665"/>
          </w:placeholder>
          <w:showingPlcHdr/>
          <w:text/>
        </w:sdtPr>
        <w:sdtEndPr/>
        <w:sdtContent>
          <w:r w:rsidR="00527E84" w:rsidRPr="00D82C61">
            <w:rPr>
              <w:rStyle w:val="PlaceholderText"/>
            </w:rPr>
            <w:t>Click or tap here to enter text.</w:t>
          </w:r>
        </w:sdtContent>
      </w:sdt>
    </w:p>
    <w:p w14:paraId="740E7FD3" w14:textId="77777777" w:rsidR="000F049D" w:rsidRDefault="000F049D" w:rsidP="000F049D">
      <w:pPr>
        <w:pStyle w:val="P68B1DB1-Normal1"/>
        <w:jc w:val="both"/>
      </w:pPr>
      <w:r>
        <w:t>Date of signature:</w:t>
      </w:r>
      <w:r>
        <w:tab/>
      </w:r>
      <w:r>
        <w:tab/>
      </w:r>
      <w:sdt>
        <w:sdtPr>
          <w:id w:val="-634409502"/>
          <w:placeholder>
            <w:docPart w:val="486B03F65D994F85BD866299949D47C9"/>
          </w:placeholder>
          <w:showingPlcHdr/>
          <w:date>
            <w:dateFormat w:val="dd/MM/yyyy"/>
            <w:lid w:val="en-GB"/>
            <w:storeMappedDataAs w:val="dateTime"/>
            <w:calendar w:val="gregorian"/>
          </w:date>
        </w:sdtPr>
        <w:sdtEndPr/>
        <w:sdtContent>
          <w:r w:rsidR="00527E84" w:rsidRPr="00D82C61">
            <w:rPr>
              <w:rStyle w:val="PlaceholderText"/>
            </w:rPr>
            <w:t>Click or tap to enter a date.</w:t>
          </w:r>
        </w:sdtContent>
      </w:sdt>
      <w:r>
        <w:t xml:space="preserve"> </w:t>
      </w:r>
    </w:p>
    <w:p w14:paraId="6B4ACA65" w14:textId="77777777" w:rsidR="002664BC" w:rsidRPr="000F049D" w:rsidRDefault="002664BC" w:rsidP="002664BC">
      <w:pPr>
        <w:jc w:val="both"/>
        <w:rPr>
          <w:rFonts w:ascii="Arial" w:hAnsi="Arial" w:cs="Arial"/>
          <w:sz w:val="22"/>
          <w:lang w:val="en-US"/>
        </w:rPr>
      </w:pPr>
    </w:p>
    <w:p w14:paraId="2F437190" w14:textId="77777777" w:rsidR="002664BC" w:rsidRDefault="002664BC" w:rsidP="002664BC">
      <w:pPr>
        <w:jc w:val="both"/>
        <w:rPr>
          <w:rFonts w:ascii="Arial" w:hAnsi="Arial" w:cs="Arial"/>
          <w:sz w:val="22"/>
        </w:rPr>
      </w:pPr>
    </w:p>
    <w:p w14:paraId="4968784E" w14:textId="77777777" w:rsidR="004A77C6" w:rsidRPr="002664BC" w:rsidRDefault="002664BC" w:rsidP="00527E84">
      <w:pPr>
        <w:pStyle w:val="P68B1DB1-Normal1"/>
        <w:jc w:val="both"/>
      </w:pPr>
      <w:r>
        <w:t>This power of attorney is valid for 3 months from the date of signing.</w:t>
      </w:r>
    </w:p>
    <w:sectPr w:rsidR="004A77C6" w:rsidRPr="002664BC" w:rsidSect="00962204">
      <w:headerReference w:type="default" r:id="rId11"/>
      <w:footerReference w:type="default" r:id="rId12"/>
      <w:headerReference w:type="first" r:id="rId13"/>
      <w:footerReference w:type="first" r:id="rId14"/>
      <w:pgSz w:w="11906" w:h="16838" w:code="9"/>
      <w:pgMar w:top="737" w:right="2552" w:bottom="1134" w:left="851" w:header="28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A587" w14:textId="77777777" w:rsidR="007C1E81" w:rsidRDefault="007C1E81" w:rsidP="00CA3E45">
      <w:pPr>
        <w:spacing w:after="0" w:line="240" w:lineRule="auto"/>
      </w:pPr>
      <w:r>
        <w:separator/>
      </w:r>
    </w:p>
  </w:endnote>
  <w:endnote w:type="continuationSeparator" w:id="0">
    <w:p w14:paraId="138E44A8" w14:textId="77777777" w:rsidR="007C1E81" w:rsidRDefault="007C1E81" w:rsidP="00CA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53EF" w14:textId="77777777" w:rsidR="005C66E7" w:rsidRDefault="005C66E7">
    <w:pPr>
      <w:pStyle w:val="Footer"/>
    </w:pPr>
    <w:r>
      <w:tab/>
    </w:r>
    <w:r>
      <w:fldChar w:fldCharType="begin"/>
    </w:r>
    <w:r>
      <w:instrText xml:space="preserve"> PAGE  \* Arabic  \* MERGEFORMAT </w:instrText>
    </w:r>
    <w:r>
      <w:fldChar w:fldCharType="separate"/>
    </w:r>
    <w:r w:rsidR="004A77C6">
      <w:rPr>
        <w:noProof/>
      </w:rPr>
      <w:t>2</w:t>
    </w:r>
    <w:r>
      <w:fldChar w:fldCharType="end"/>
    </w:r>
    <w:r>
      <w:t xml:space="preserve"> / </w:t>
    </w:r>
    <w:r w:rsidR="006F3598">
      <w:rPr>
        <w:noProof/>
      </w:rPr>
      <w:fldChar w:fldCharType="begin"/>
    </w:r>
    <w:r w:rsidR="006F3598">
      <w:rPr>
        <w:noProof/>
      </w:rPr>
      <w:instrText xml:space="preserve"> NUMPAGES  \* Arabic  \* MERGEFORMAT </w:instrText>
    </w:r>
    <w:r w:rsidR="006F3598">
      <w:rPr>
        <w:noProof/>
      </w:rPr>
      <w:fldChar w:fldCharType="separate"/>
    </w:r>
    <w:r w:rsidR="004A77C6">
      <w:rPr>
        <w:noProof/>
      </w:rPr>
      <w:t>2</w:t>
    </w:r>
    <w:r w:rsidR="006F359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81D5C" w14:textId="77777777" w:rsidR="00CA3E45" w:rsidRDefault="004A77C6">
    <w:pPr>
      <w:pStyle w:val="Footer"/>
    </w:pPr>
    <w:r w:rsidRPr="004A77C6">
      <w:t>Colt Technology Services B.V. handelsregister Amsterdam No. 33303165 . Colt Technology Services B.V. is onderdeel van Colt Group</w:t>
    </w:r>
    <w:r w:rsidR="005C66E7">
      <w:tab/>
    </w:r>
    <w:r w:rsidR="005C66E7">
      <w:fldChar w:fldCharType="begin"/>
    </w:r>
    <w:r w:rsidR="005C66E7">
      <w:instrText xml:space="preserve"> PAGE  \* Arabic  \* MERGEFORMAT </w:instrText>
    </w:r>
    <w:r w:rsidR="005C66E7">
      <w:fldChar w:fldCharType="separate"/>
    </w:r>
    <w:r w:rsidR="00882456">
      <w:rPr>
        <w:noProof/>
      </w:rPr>
      <w:t>1</w:t>
    </w:r>
    <w:r w:rsidR="005C66E7">
      <w:fldChar w:fldCharType="end"/>
    </w:r>
    <w:r w:rsidR="005C66E7">
      <w:t xml:space="preserve"> / </w:t>
    </w:r>
    <w:r w:rsidR="007C1E81">
      <w:rPr>
        <w:noProof/>
      </w:rPr>
      <w:fldChar w:fldCharType="begin"/>
    </w:r>
    <w:r w:rsidR="007C1E81">
      <w:rPr>
        <w:noProof/>
      </w:rPr>
      <w:instrText xml:space="preserve"> NUMPAGES  \* Arabic  \* MERGEFORMAT </w:instrText>
    </w:r>
    <w:r w:rsidR="007C1E81">
      <w:rPr>
        <w:noProof/>
      </w:rPr>
      <w:fldChar w:fldCharType="separate"/>
    </w:r>
    <w:r w:rsidR="00882456">
      <w:rPr>
        <w:noProof/>
      </w:rPr>
      <w:t>1</w:t>
    </w:r>
    <w:r w:rsidR="007C1E8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F33A8" w14:textId="77777777" w:rsidR="007C1E81" w:rsidRDefault="007C1E81" w:rsidP="00CA3E45">
      <w:pPr>
        <w:spacing w:after="0" w:line="240" w:lineRule="auto"/>
      </w:pPr>
      <w:r>
        <w:separator/>
      </w:r>
    </w:p>
  </w:footnote>
  <w:footnote w:type="continuationSeparator" w:id="0">
    <w:p w14:paraId="69DAADAA" w14:textId="77777777" w:rsidR="007C1E81" w:rsidRDefault="007C1E81" w:rsidP="00CA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82EF" w14:textId="77777777" w:rsidR="005C66E7" w:rsidRDefault="00100AEE">
    <w:pPr>
      <w:pStyle w:val="Header"/>
    </w:pPr>
    <w:r>
      <w:rPr>
        <w:noProof/>
        <w:lang w:eastAsia="en-GB"/>
      </w:rPr>
      <w:drawing>
        <wp:anchor distT="0" distB="0" distL="114300" distR="114300" simplePos="0" relativeHeight="251666432" behindDoc="0" locked="1" layoutInCell="1" allowOverlap="1" wp14:anchorId="05AB6C1A" wp14:editId="1C5EC51D">
          <wp:simplePos x="0" y="0"/>
          <wp:positionH relativeFrom="page">
            <wp:posOffset>6228715</wp:posOffset>
          </wp:positionH>
          <wp:positionV relativeFrom="page">
            <wp:posOffset>521970</wp:posOffset>
          </wp:positionV>
          <wp:extent cx="774000" cy="302400"/>
          <wp:effectExtent l="0" t="0" r="762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t logo L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00" cy="3024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64384" behindDoc="0" locked="1" layoutInCell="1" allowOverlap="1" wp14:anchorId="7ABCAEB1" wp14:editId="3386AF3E">
              <wp:simplePos x="0" y="0"/>
              <wp:positionH relativeFrom="page">
                <wp:posOffset>540385</wp:posOffset>
              </wp:positionH>
              <wp:positionV relativeFrom="page">
                <wp:posOffset>1548130</wp:posOffset>
              </wp:positionV>
              <wp:extent cx="6480000" cy="0"/>
              <wp:effectExtent l="0" t="0" r="16510" b="19050"/>
              <wp:wrapNone/>
              <wp:docPr id="6" name="Straight Connector 6"/>
              <wp:cNvGraphicFramePr/>
              <a:graphic xmlns:a="http://schemas.openxmlformats.org/drawingml/2006/main">
                <a:graphicData uri="http://schemas.microsoft.com/office/word/2010/wordprocessingShape">
                  <wps:wsp>
                    <wps:cNvCnPr/>
                    <wps:spPr>
                      <a:xfrm flipV="1">
                        <a:off x="0" y="0"/>
                        <a:ext cx="648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58BF03" id="Straight Connector 6" o:spid="_x0000_s1026" style="position:absolute;flip:y;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55pt,121.9pt" to="552.8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" strokecolor="#161412 [3213]" strokeweight=".25pt">
              <w10:wrap anchorx="page" anchory="page"/>
              <w10:anchorlock/>
            </v:line>
          </w:pict>
        </mc:Fallback>
      </mc:AlternateContent>
    </w:r>
  </w:p>
  <w:p w14:paraId="40EBCD23" w14:textId="77777777" w:rsidR="005C66E7" w:rsidRDefault="005C66E7">
    <w:pPr>
      <w:pStyle w:val="Header"/>
    </w:pPr>
  </w:p>
  <w:p w14:paraId="3129880A" w14:textId="77777777" w:rsidR="005C66E7" w:rsidRDefault="005C66E7">
    <w:pPr>
      <w:pStyle w:val="Header"/>
    </w:pPr>
  </w:p>
  <w:p w14:paraId="2154B6AF" w14:textId="77777777" w:rsidR="005C66E7" w:rsidRDefault="005C66E7">
    <w:pPr>
      <w:pStyle w:val="Header"/>
    </w:pPr>
  </w:p>
  <w:p w14:paraId="49F12340" w14:textId="77777777" w:rsidR="005C66E7" w:rsidRDefault="005C66E7">
    <w:pPr>
      <w:pStyle w:val="Header"/>
    </w:pPr>
  </w:p>
  <w:p w14:paraId="42E2399F" w14:textId="77777777" w:rsidR="005C66E7" w:rsidRDefault="005C66E7">
    <w:pPr>
      <w:pStyle w:val="Header"/>
    </w:pPr>
  </w:p>
  <w:p w14:paraId="7BC96DC3" w14:textId="77777777" w:rsidR="005C66E7" w:rsidRDefault="005C66E7">
    <w:pPr>
      <w:pStyle w:val="Header"/>
    </w:pPr>
  </w:p>
  <w:p w14:paraId="7984CC58" w14:textId="77777777" w:rsidR="005C66E7" w:rsidRDefault="005C66E7">
    <w:pPr>
      <w:pStyle w:val="Header"/>
    </w:pPr>
  </w:p>
  <w:p w14:paraId="76A04B92" w14:textId="77777777" w:rsidR="005C66E7" w:rsidRDefault="005C66E7">
    <w:pPr>
      <w:pStyle w:val="Header"/>
    </w:pPr>
  </w:p>
  <w:p w14:paraId="7E8006C3" w14:textId="77777777" w:rsidR="005C66E7" w:rsidRDefault="005C66E7">
    <w:pPr>
      <w:pStyle w:val="Header"/>
    </w:pPr>
  </w:p>
  <w:p w14:paraId="1090683F" w14:textId="77777777" w:rsidR="005C66E7" w:rsidRDefault="005C66E7">
    <w:pPr>
      <w:pStyle w:val="Header"/>
    </w:pPr>
  </w:p>
  <w:p w14:paraId="0EFBE0AD" w14:textId="77777777" w:rsidR="005C66E7" w:rsidRDefault="005C66E7">
    <w:pPr>
      <w:pStyle w:val="Header"/>
    </w:pPr>
  </w:p>
  <w:p w14:paraId="6FE711A1" w14:textId="77777777" w:rsidR="00F2290A" w:rsidRDefault="00F2290A">
    <w:pPr>
      <w:pStyle w:val="Header"/>
      <w:rPr>
        <w:szCs w:val="16"/>
      </w:rPr>
    </w:pPr>
  </w:p>
  <w:p w14:paraId="0E9C43F4" w14:textId="77777777" w:rsidR="00D12389" w:rsidRPr="00D12389" w:rsidRDefault="00D12389">
    <w:pPr>
      <w:pStyle w:val="Head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E56F" w14:textId="77777777" w:rsidR="00CA3E45" w:rsidRDefault="00C6301E">
    <w:pPr>
      <w:pStyle w:val="Header"/>
    </w:pPr>
    <w:r>
      <w:rPr>
        <w:noProof/>
        <w:lang w:eastAsia="en-GB"/>
      </w:rPr>
      <mc:AlternateContent>
        <mc:Choice Requires="wps">
          <w:drawing>
            <wp:anchor distT="0" distB="0" distL="114300" distR="114300" simplePos="0" relativeHeight="251662336" behindDoc="0" locked="1" layoutInCell="1" allowOverlap="1" wp14:anchorId="50FDA993" wp14:editId="2E5F5441">
              <wp:simplePos x="0" y="0"/>
              <wp:positionH relativeFrom="page">
                <wp:posOffset>540385</wp:posOffset>
              </wp:positionH>
              <wp:positionV relativeFrom="page">
                <wp:posOffset>1548130</wp:posOffset>
              </wp:positionV>
              <wp:extent cx="6480000" cy="0"/>
              <wp:effectExtent l="0" t="0" r="16510" b="19050"/>
              <wp:wrapNone/>
              <wp:docPr id="5" name="Straight Connector 5"/>
              <wp:cNvGraphicFramePr/>
              <a:graphic xmlns:a="http://schemas.openxmlformats.org/drawingml/2006/main">
                <a:graphicData uri="http://schemas.microsoft.com/office/word/2010/wordprocessingShape">
                  <wps:wsp>
                    <wps:cNvCnPr/>
                    <wps:spPr>
                      <a:xfrm flipV="1">
                        <a:off x="0" y="0"/>
                        <a:ext cx="648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EA5169"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55pt,121.9pt" to="552.8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" strokecolor="#161412 [3213]" strokeweight=".25pt">
              <w10:wrap anchorx="page" anchory="page"/>
              <w10:anchorlock/>
            </v:line>
          </w:pict>
        </mc:Fallback>
      </mc:AlternateContent>
    </w:r>
    <w:r>
      <w:rPr>
        <w:noProof/>
        <w:lang w:eastAsia="en-GB"/>
      </w:rPr>
      <w:drawing>
        <wp:anchor distT="0" distB="0" distL="114300" distR="114300" simplePos="0" relativeHeight="251660288" behindDoc="0" locked="1" layoutInCell="1" allowOverlap="1" wp14:anchorId="1A301204" wp14:editId="412FD31C">
          <wp:simplePos x="0" y="0"/>
          <wp:positionH relativeFrom="page">
            <wp:posOffset>6228715</wp:posOffset>
          </wp:positionH>
          <wp:positionV relativeFrom="page">
            <wp:posOffset>521970</wp:posOffset>
          </wp:positionV>
          <wp:extent cx="774000" cy="302400"/>
          <wp:effectExtent l="0" t="0" r="762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t logo L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00" cy="302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FC86643"/>
    <w:multiLevelType w:val="hybridMultilevel"/>
    <w:tmpl w:val="E5EC3EC4"/>
    <w:lvl w:ilvl="0" w:tplc="0A604282">
      <w:start w:val="1"/>
      <w:numFmt w:val="bullet"/>
      <w:lvlText w:val=""/>
      <w:lvlJc w:val="left"/>
      <w:pPr>
        <w:ind w:left="720" w:hanging="360"/>
      </w:pPr>
      <w:rPr>
        <w:rFonts w:ascii="Symbol" w:hAnsi="Symbol" w:hint="default"/>
      </w:rPr>
    </w:lvl>
    <w:lvl w:ilvl="1" w:tplc="C6D43AE2" w:tentative="1">
      <w:start w:val="1"/>
      <w:numFmt w:val="bullet"/>
      <w:lvlText w:val="o"/>
      <w:lvlJc w:val="left"/>
      <w:pPr>
        <w:ind w:left="1440" w:hanging="360"/>
      </w:pPr>
      <w:rPr>
        <w:rFonts w:ascii="Courier New" w:hAnsi="Courier New" w:cs="Courier New" w:hint="default"/>
      </w:rPr>
    </w:lvl>
    <w:lvl w:ilvl="2" w:tplc="5E46F7FE" w:tentative="1">
      <w:start w:val="1"/>
      <w:numFmt w:val="bullet"/>
      <w:lvlText w:val=""/>
      <w:lvlJc w:val="left"/>
      <w:pPr>
        <w:ind w:left="2160" w:hanging="360"/>
      </w:pPr>
      <w:rPr>
        <w:rFonts w:ascii="Wingdings" w:hAnsi="Wingdings" w:hint="default"/>
      </w:rPr>
    </w:lvl>
    <w:lvl w:ilvl="3" w:tplc="7AE670AE" w:tentative="1">
      <w:start w:val="1"/>
      <w:numFmt w:val="bullet"/>
      <w:lvlText w:val=""/>
      <w:lvlJc w:val="left"/>
      <w:pPr>
        <w:ind w:left="2880" w:hanging="360"/>
      </w:pPr>
      <w:rPr>
        <w:rFonts w:ascii="Symbol" w:hAnsi="Symbol" w:hint="default"/>
      </w:rPr>
    </w:lvl>
    <w:lvl w:ilvl="4" w:tplc="4CCA51D8" w:tentative="1">
      <w:start w:val="1"/>
      <w:numFmt w:val="bullet"/>
      <w:lvlText w:val="o"/>
      <w:lvlJc w:val="left"/>
      <w:pPr>
        <w:ind w:left="3600" w:hanging="360"/>
      </w:pPr>
      <w:rPr>
        <w:rFonts w:ascii="Courier New" w:hAnsi="Courier New" w:cs="Courier New" w:hint="default"/>
      </w:rPr>
    </w:lvl>
    <w:lvl w:ilvl="5" w:tplc="3496E39E" w:tentative="1">
      <w:start w:val="1"/>
      <w:numFmt w:val="bullet"/>
      <w:lvlText w:val=""/>
      <w:lvlJc w:val="left"/>
      <w:pPr>
        <w:ind w:left="4320" w:hanging="360"/>
      </w:pPr>
      <w:rPr>
        <w:rFonts w:ascii="Wingdings" w:hAnsi="Wingdings" w:hint="default"/>
      </w:rPr>
    </w:lvl>
    <w:lvl w:ilvl="6" w:tplc="CA8E37DE" w:tentative="1">
      <w:start w:val="1"/>
      <w:numFmt w:val="bullet"/>
      <w:lvlText w:val=""/>
      <w:lvlJc w:val="left"/>
      <w:pPr>
        <w:ind w:left="5040" w:hanging="360"/>
      </w:pPr>
      <w:rPr>
        <w:rFonts w:ascii="Symbol" w:hAnsi="Symbol" w:hint="default"/>
      </w:rPr>
    </w:lvl>
    <w:lvl w:ilvl="7" w:tplc="B360F986" w:tentative="1">
      <w:start w:val="1"/>
      <w:numFmt w:val="bullet"/>
      <w:lvlText w:val="o"/>
      <w:lvlJc w:val="left"/>
      <w:pPr>
        <w:ind w:left="5760" w:hanging="360"/>
      </w:pPr>
      <w:rPr>
        <w:rFonts w:ascii="Courier New" w:hAnsi="Courier New" w:cs="Courier New" w:hint="default"/>
      </w:rPr>
    </w:lvl>
    <w:lvl w:ilvl="8" w:tplc="4B94F7FE" w:tentative="1">
      <w:start w:val="1"/>
      <w:numFmt w:val="bullet"/>
      <w:lvlText w:val=""/>
      <w:lvlJc w:val="left"/>
      <w:pPr>
        <w:ind w:left="6480" w:hanging="360"/>
      </w:pPr>
      <w:rPr>
        <w:rFonts w:ascii="Wingdings" w:hAnsi="Wingdings" w:hint="default"/>
      </w:rPr>
    </w:lvl>
  </w:abstractNum>
  <w:num w:numId="1" w16cid:durableId="1497843077">
    <w:abstractNumId w:val="3"/>
  </w:num>
  <w:num w:numId="2" w16cid:durableId="1456365485">
    <w:abstractNumId w:val="1"/>
  </w:num>
  <w:num w:numId="3" w16cid:durableId="956913942">
    <w:abstractNumId w:val="2"/>
  </w:num>
  <w:num w:numId="4" w16cid:durableId="1454440616">
    <w:abstractNumId w:val="0"/>
  </w:num>
  <w:num w:numId="5" w16cid:durableId="3118318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SortMethod w:val="0000"/>
  <w:documentProtection w:edit="forms" w:enforcement="1" w:cryptProviderType="rsaAES" w:cryptAlgorithmClass="hash" w:cryptAlgorithmType="typeAny" w:cryptAlgorithmSid="14" w:cryptSpinCount="100000" w:hash="+pBmcXNDJaTP8E5MQErJMywdKDZ/nZ1S+sLCa+uewFmPBT3sX1TR/fyQjefc6iNL3kFtCRXV2RDQ1ijLcOjtLw==" w:salt="dBH62tISFpw5Gup9jqURfw=="/>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E81"/>
    <w:rsid w:val="000D41DB"/>
    <w:rsid w:val="000F049D"/>
    <w:rsid w:val="00100AEE"/>
    <w:rsid w:val="00145240"/>
    <w:rsid w:val="00154366"/>
    <w:rsid w:val="00186C0F"/>
    <w:rsid w:val="00191C63"/>
    <w:rsid w:val="001B096D"/>
    <w:rsid w:val="001E7D3E"/>
    <w:rsid w:val="00214100"/>
    <w:rsid w:val="002664BC"/>
    <w:rsid w:val="00275136"/>
    <w:rsid w:val="00301B2B"/>
    <w:rsid w:val="0032373B"/>
    <w:rsid w:val="00337680"/>
    <w:rsid w:val="003A7D69"/>
    <w:rsid w:val="003B0475"/>
    <w:rsid w:val="004052BC"/>
    <w:rsid w:val="004A0DCC"/>
    <w:rsid w:val="004A77C6"/>
    <w:rsid w:val="004B236D"/>
    <w:rsid w:val="004F43C5"/>
    <w:rsid w:val="00526536"/>
    <w:rsid w:val="00527E84"/>
    <w:rsid w:val="005C66E7"/>
    <w:rsid w:val="005D3EE2"/>
    <w:rsid w:val="00605199"/>
    <w:rsid w:val="0062719C"/>
    <w:rsid w:val="006757AB"/>
    <w:rsid w:val="006A473D"/>
    <w:rsid w:val="006B16E0"/>
    <w:rsid w:val="006B4816"/>
    <w:rsid w:val="006C1F64"/>
    <w:rsid w:val="006F3598"/>
    <w:rsid w:val="00701321"/>
    <w:rsid w:val="0076614E"/>
    <w:rsid w:val="007A0FEB"/>
    <w:rsid w:val="007C1E81"/>
    <w:rsid w:val="008369BC"/>
    <w:rsid w:val="00875D52"/>
    <w:rsid w:val="008807AF"/>
    <w:rsid w:val="00882456"/>
    <w:rsid w:val="008D7235"/>
    <w:rsid w:val="00962204"/>
    <w:rsid w:val="00967FAE"/>
    <w:rsid w:val="009B0374"/>
    <w:rsid w:val="00A52E96"/>
    <w:rsid w:val="00A711F4"/>
    <w:rsid w:val="00A73EAD"/>
    <w:rsid w:val="00AA7378"/>
    <w:rsid w:val="00AE18F5"/>
    <w:rsid w:val="00AF5546"/>
    <w:rsid w:val="00B07D36"/>
    <w:rsid w:val="00BC266F"/>
    <w:rsid w:val="00C312F7"/>
    <w:rsid w:val="00C31473"/>
    <w:rsid w:val="00C50A79"/>
    <w:rsid w:val="00C6301E"/>
    <w:rsid w:val="00C7639C"/>
    <w:rsid w:val="00C83CF9"/>
    <w:rsid w:val="00C977D1"/>
    <w:rsid w:val="00CA3E45"/>
    <w:rsid w:val="00CA5B05"/>
    <w:rsid w:val="00CF7F7F"/>
    <w:rsid w:val="00D12389"/>
    <w:rsid w:val="00D5297D"/>
    <w:rsid w:val="00DE7776"/>
    <w:rsid w:val="00E56F4A"/>
    <w:rsid w:val="00EA38FE"/>
    <w:rsid w:val="00ED2D30"/>
    <w:rsid w:val="00EE67B8"/>
    <w:rsid w:val="00F10F0E"/>
    <w:rsid w:val="00F2290A"/>
    <w:rsid w:val="00F32D9F"/>
    <w:rsid w:val="00F55DFF"/>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04F5DD"/>
  <w15:docId w15:val="{ED214B3D-53BF-4732-B56A-6876354B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378"/>
    <w:pPr>
      <w:spacing w:after="120" w:line="240" w:lineRule="atLeast"/>
    </w:pPr>
    <w:rPr>
      <w:color w:val="161412" w:themeColor="text1"/>
      <w:sz w:val="20"/>
    </w:rPr>
  </w:style>
  <w:style w:type="paragraph" w:styleId="Heading1">
    <w:name w:val="heading 1"/>
    <w:basedOn w:val="Normal"/>
    <w:next w:val="Normal"/>
    <w:link w:val="Heading1Char"/>
    <w:uiPriority w:val="9"/>
    <w:qFormat/>
    <w:rsid w:val="00AA7378"/>
    <w:pPr>
      <w:keepNext/>
      <w:keepLines/>
      <w:spacing w:after="40" w:line="480" w:lineRule="atLeast"/>
      <w:outlineLvl w:val="0"/>
    </w:pPr>
    <w:rPr>
      <w:rFonts w:asciiTheme="majorHAnsi" w:eastAsiaTheme="majorEastAsia" w:hAnsiTheme="majorHAnsi" w:cstheme="majorBidi"/>
      <w:bCs/>
      <w:color w:val="00A59B" w:themeColor="text2"/>
      <w:sz w:val="42"/>
      <w:szCs w:val="28"/>
    </w:rPr>
  </w:style>
  <w:style w:type="paragraph" w:styleId="Heading2">
    <w:name w:val="heading 2"/>
    <w:basedOn w:val="Normal"/>
    <w:next w:val="Normal"/>
    <w:link w:val="Heading2Char"/>
    <w:uiPriority w:val="9"/>
    <w:qFormat/>
    <w:rsid w:val="008369BC"/>
    <w:pPr>
      <w:keepNext/>
      <w:keepLines/>
      <w:spacing w:after="0" w:line="360" w:lineRule="atLeast"/>
      <w:outlineLvl w:val="1"/>
    </w:pPr>
    <w:rPr>
      <w:rFonts w:asciiTheme="majorHAnsi" w:eastAsiaTheme="majorEastAsia" w:hAnsiTheme="majorHAnsi" w:cstheme="majorBidi"/>
      <w:bCs/>
      <w:color w:val="00A59B" w:themeColor="text2"/>
      <w:sz w:val="28"/>
      <w:szCs w:val="26"/>
    </w:rPr>
  </w:style>
  <w:style w:type="paragraph" w:styleId="Heading3">
    <w:name w:val="heading 3"/>
    <w:basedOn w:val="Normal"/>
    <w:next w:val="Normal"/>
    <w:link w:val="Heading3Char"/>
    <w:uiPriority w:val="9"/>
    <w:qFormat/>
    <w:rsid w:val="008369BC"/>
    <w:pPr>
      <w:keepNext/>
      <w:keepLines/>
      <w:spacing w:before="12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378"/>
    <w:rPr>
      <w:rFonts w:asciiTheme="majorHAnsi" w:eastAsiaTheme="majorEastAsia" w:hAnsiTheme="majorHAnsi" w:cstheme="majorBidi"/>
      <w:bCs/>
      <w:color w:val="00A59B" w:themeColor="text2"/>
      <w:sz w:val="42"/>
      <w:szCs w:val="28"/>
    </w:rPr>
  </w:style>
  <w:style w:type="character" w:customStyle="1" w:styleId="Heading2Char">
    <w:name w:val="Heading 2 Char"/>
    <w:basedOn w:val="DefaultParagraphFont"/>
    <w:link w:val="Heading2"/>
    <w:uiPriority w:val="9"/>
    <w:rsid w:val="008369BC"/>
    <w:rPr>
      <w:rFonts w:asciiTheme="majorHAnsi" w:eastAsiaTheme="majorEastAsia" w:hAnsiTheme="majorHAnsi" w:cstheme="majorBidi"/>
      <w:bCs/>
      <w:color w:val="00A59B" w:themeColor="text2"/>
      <w:sz w:val="28"/>
      <w:szCs w:val="26"/>
    </w:rPr>
  </w:style>
  <w:style w:type="paragraph" w:customStyle="1" w:styleId="Documenttitle">
    <w:name w:val="Document title"/>
    <w:basedOn w:val="Normal"/>
    <w:qFormat/>
    <w:rsid w:val="00C6301E"/>
    <w:pPr>
      <w:spacing w:after="0" w:line="720" w:lineRule="atLeast"/>
    </w:pPr>
    <w:rPr>
      <w:b/>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161412" w:themeColor="text1"/>
      <w:sz w:val="16"/>
    </w:rPr>
  </w:style>
  <w:style w:type="character" w:customStyle="1" w:styleId="HeaderChar">
    <w:name w:val="Header Char"/>
    <w:basedOn w:val="DefaultParagraphFont"/>
    <w:link w:val="Header"/>
    <w:uiPriority w:val="99"/>
    <w:rsid w:val="005C66E7"/>
    <w:rPr>
      <w:color w:val="161412"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161412"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161412"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basedOn w:val="DefaultParagraphFont"/>
    <w:link w:val="Heading3"/>
    <w:uiPriority w:val="9"/>
    <w:rsid w:val="008369BC"/>
    <w:rPr>
      <w:rFonts w:asciiTheme="majorHAnsi" w:eastAsiaTheme="majorEastAsia" w:hAnsiTheme="majorHAnsi" w:cstheme="majorBidi"/>
      <w:b/>
      <w:bCs/>
      <w:color w:val="161412" w:themeColor="text1"/>
      <w:sz w:val="20"/>
    </w:rPr>
  </w:style>
  <w:style w:type="paragraph" w:customStyle="1" w:styleId="ColtCompanyAddress">
    <w:name w:val="Colt_Company_Address"/>
    <w:basedOn w:val="Normal"/>
    <w:rsid w:val="004A77C6"/>
    <w:pPr>
      <w:suppressAutoHyphens/>
      <w:spacing w:after="0" w:line="240" w:lineRule="auto"/>
    </w:pPr>
    <w:rPr>
      <w:rFonts w:ascii="Arial" w:eastAsia="Times New Roman" w:hAnsi="Arial" w:cs="Times New Roman"/>
      <w:color w:val="auto"/>
      <w:sz w:val="15"/>
      <w:szCs w:val="24"/>
      <w:lang w:eastAsia="en-GB"/>
    </w:rPr>
  </w:style>
  <w:style w:type="paragraph" w:customStyle="1" w:styleId="P68B1DB1-Normal1">
    <w:name w:val="P68B1DB1-Normal1"/>
    <w:basedOn w:val="Normal"/>
    <w:rsid w:val="002664BC"/>
    <w:pPr>
      <w:spacing w:after="0" w:line="240" w:lineRule="auto"/>
    </w:pPr>
    <w:rPr>
      <w:rFonts w:ascii="Arial" w:eastAsia="Times New Roman" w:hAnsi="Arial" w:cs="Arial"/>
      <w:color w:val="auto"/>
      <w:sz w:val="22"/>
      <w:szCs w:val="20"/>
      <w:lang w:val="en-US" w:eastAsia="en-US"/>
    </w:rPr>
  </w:style>
  <w:style w:type="paragraph" w:customStyle="1" w:styleId="P68B1DB1-Normal2">
    <w:name w:val="P68B1DB1-Normal2"/>
    <w:basedOn w:val="Normal"/>
    <w:rsid w:val="002664BC"/>
    <w:pPr>
      <w:spacing w:after="0" w:line="240" w:lineRule="auto"/>
    </w:pPr>
    <w:rPr>
      <w:rFonts w:ascii="Arial" w:eastAsia="Times New Roman" w:hAnsi="Times New Roman" w:cs="Arial"/>
      <w:b/>
      <w:color w:val="auto"/>
      <w:sz w:val="22"/>
      <w:szCs w:val="20"/>
      <w:lang w:val="en-US" w:eastAsia="en-US"/>
    </w:rPr>
  </w:style>
  <w:style w:type="paragraph" w:customStyle="1" w:styleId="P68B1DB1-Normal3">
    <w:name w:val="P68B1DB1-Normal3"/>
    <w:basedOn w:val="Normal"/>
    <w:rsid w:val="002664BC"/>
    <w:pPr>
      <w:spacing w:after="0" w:line="240" w:lineRule="auto"/>
    </w:pPr>
    <w:rPr>
      <w:rFonts w:ascii="Arial" w:eastAsia="Times New Roman" w:hAnsi="Arial" w:cs="Arial"/>
      <w:b/>
      <w:color w:val="auto"/>
      <w:sz w:val="22"/>
      <w:szCs w:val="20"/>
      <w:lang w:val="en-US" w:eastAsia="en-US"/>
    </w:rPr>
  </w:style>
  <w:style w:type="paragraph" w:customStyle="1" w:styleId="P68B1DB1-Normal4">
    <w:name w:val="P68B1DB1-Normal4"/>
    <w:basedOn w:val="Normal"/>
    <w:rsid w:val="002664BC"/>
    <w:pPr>
      <w:spacing w:after="0" w:line="240" w:lineRule="auto"/>
    </w:pPr>
    <w:rPr>
      <w:rFonts w:ascii="Arial" w:eastAsia="Times New Roman" w:hAnsi="Arial" w:cs="Arial"/>
      <w:b/>
      <w:i/>
      <w:color w:val="auto"/>
      <w:sz w:val="22"/>
      <w:szCs w:val="20"/>
      <w:lang w:val="en-US" w:eastAsia="en-US"/>
    </w:rPr>
  </w:style>
  <w:style w:type="paragraph" w:customStyle="1" w:styleId="P68B1DB1-Normal5">
    <w:name w:val="P68B1DB1-Normal5"/>
    <w:basedOn w:val="Normal"/>
    <w:rsid w:val="002664BC"/>
    <w:pPr>
      <w:spacing w:after="0" w:line="240" w:lineRule="auto"/>
    </w:pPr>
    <w:rPr>
      <w:rFonts w:ascii="Arial" w:eastAsia="Times New Roman" w:hAnsi="Arial" w:cs="Arial"/>
      <w:color w:val="auto"/>
      <w:sz w:val="22"/>
      <w:szCs w:val="20"/>
      <w:u w:val="dotted"/>
      <w:lang w:val="en-US" w:eastAsia="en-US"/>
    </w:rPr>
  </w:style>
  <w:style w:type="character" w:styleId="PlaceholderText">
    <w:name w:val="Placeholder Text"/>
    <w:basedOn w:val="DefaultParagraphFont"/>
    <w:uiPriority w:val="99"/>
    <w:semiHidden/>
    <w:rsid w:val="000F04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973463">
      <w:bodyDiv w:val="1"/>
      <w:marLeft w:val="0"/>
      <w:marRight w:val="0"/>
      <w:marTop w:val="0"/>
      <w:marBottom w:val="0"/>
      <w:divBdr>
        <w:top w:val="none" w:sz="0" w:space="0" w:color="auto"/>
        <w:left w:val="none" w:sz="0" w:space="0" w:color="auto"/>
        <w:bottom w:val="none" w:sz="0" w:space="0" w:color="auto"/>
        <w:right w:val="none" w:sz="0" w:space="0" w:color="auto"/>
      </w:divBdr>
    </w:div>
    <w:div w:id="108692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colt.net\dfs\universal\Public\New%20Workgroup%20templates_2013\Letterheads\Colt%20NL%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53220E8-F899-4178-B282-78B89727A918}"/>
      </w:docPartPr>
      <w:docPartBody>
        <w:p w:rsidR="00E14B52" w:rsidRDefault="00BE7900">
          <w:r w:rsidRPr="00D82C61">
            <w:rPr>
              <w:rStyle w:val="PlaceholderText"/>
            </w:rPr>
            <w:t>Click or tap here to enter text.</w:t>
          </w:r>
        </w:p>
      </w:docPartBody>
    </w:docPart>
    <w:docPart>
      <w:docPartPr>
        <w:name w:val="95D9333CC30D452D849103054578BFE6"/>
        <w:category>
          <w:name w:val="General"/>
          <w:gallery w:val="placeholder"/>
        </w:category>
        <w:types>
          <w:type w:val="bbPlcHdr"/>
        </w:types>
        <w:behaviors>
          <w:behavior w:val="content"/>
        </w:behaviors>
        <w:guid w:val="{17F951E3-BB9F-44F8-87AB-0D4C14E1B3D8}"/>
      </w:docPartPr>
      <w:docPartBody>
        <w:p w:rsidR="003B5412" w:rsidRDefault="00E14B52" w:rsidP="00E14B52">
          <w:pPr>
            <w:pStyle w:val="95D9333CC30D452D849103054578BFE6"/>
          </w:pPr>
          <w:r w:rsidRPr="00D82C61">
            <w:rPr>
              <w:rStyle w:val="PlaceholderText"/>
            </w:rPr>
            <w:t>Click or tap here to enter text.</w:t>
          </w:r>
        </w:p>
      </w:docPartBody>
    </w:docPart>
    <w:docPart>
      <w:docPartPr>
        <w:name w:val="0FD091E1B85D410194369D2BC15BCE41"/>
        <w:category>
          <w:name w:val="General"/>
          <w:gallery w:val="placeholder"/>
        </w:category>
        <w:types>
          <w:type w:val="bbPlcHdr"/>
        </w:types>
        <w:behaviors>
          <w:behavior w:val="content"/>
        </w:behaviors>
        <w:guid w:val="{35D17408-DBA2-4F19-AAE7-6E9C8B39BD6F}"/>
      </w:docPartPr>
      <w:docPartBody>
        <w:p w:rsidR="003B5412" w:rsidRDefault="00E14B52" w:rsidP="00E14B52">
          <w:pPr>
            <w:pStyle w:val="0FD091E1B85D410194369D2BC15BCE41"/>
          </w:pPr>
          <w:r w:rsidRPr="00D82C61">
            <w:rPr>
              <w:rStyle w:val="PlaceholderText"/>
            </w:rPr>
            <w:t>Click or tap here to enter text.</w:t>
          </w:r>
        </w:p>
      </w:docPartBody>
    </w:docPart>
    <w:docPart>
      <w:docPartPr>
        <w:name w:val="198E5F9EA93E4035B269D9AC04F0E7E3"/>
        <w:category>
          <w:name w:val="General"/>
          <w:gallery w:val="placeholder"/>
        </w:category>
        <w:types>
          <w:type w:val="bbPlcHdr"/>
        </w:types>
        <w:behaviors>
          <w:behavior w:val="content"/>
        </w:behaviors>
        <w:guid w:val="{02A442F8-F44A-47B5-90CE-A5E0CD2EF8C2}"/>
      </w:docPartPr>
      <w:docPartBody>
        <w:p w:rsidR="003B5412" w:rsidRDefault="00E14B52" w:rsidP="00E14B52">
          <w:pPr>
            <w:pStyle w:val="198E5F9EA93E4035B269D9AC04F0E7E3"/>
          </w:pPr>
          <w:r w:rsidRPr="00D82C61">
            <w:rPr>
              <w:rStyle w:val="PlaceholderText"/>
            </w:rPr>
            <w:t>Click or tap here to enter text.</w:t>
          </w:r>
        </w:p>
      </w:docPartBody>
    </w:docPart>
    <w:docPart>
      <w:docPartPr>
        <w:name w:val="3FF82158142145948B290DC74324DB97"/>
        <w:category>
          <w:name w:val="General"/>
          <w:gallery w:val="placeholder"/>
        </w:category>
        <w:types>
          <w:type w:val="bbPlcHdr"/>
        </w:types>
        <w:behaviors>
          <w:behavior w:val="content"/>
        </w:behaviors>
        <w:guid w:val="{56AC3233-5608-4E55-9E77-1BF93C991DCC}"/>
      </w:docPartPr>
      <w:docPartBody>
        <w:p w:rsidR="003B5412" w:rsidRDefault="00E14B52" w:rsidP="00E14B52">
          <w:pPr>
            <w:pStyle w:val="3FF82158142145948B290DC74324DB97"/>
          </w:pPr>
          <w:r w:rsidRPr="00D82C61">
            <w:rPr>
              <w:rStyle w:val="PlaceholderText"/>
            </w:rPr>
            <w:t>Click or tap here to enter text.</w:t>
          </w:r>
        </w:p>
      </w:docPartBody>
    </w:docPart>
    <w:docPart>
      <w:docPartPr>
        <w:name w:val="8B1AA6199E004B899CBCED84CCEA4BA5"/>
        <w:category>
          <w:name w:val="General"/>
          <w:gallery w:val="placeholder"/>
        </w:category>
        <w:types>
          <w:type w:val="bbPlcHdr"/>
        </w:types>
        <w:behaviors>
          <w:behavior w:val="content"/>
        </w:behaviors>
        <w:guid w:val="{420EEDAE-424E-46A2-B69B-EA52316702B1}"/>
      </w:docPartPr>
      <w:docPartBody>
        <w:p w:rsidR="003B5412" w:rsidRDefault="00E14B52" w:rsidP="00E14B52">
          <w:pPr>
            <w:pStyle w:val="8B1AA6199E004B899CBCED84CCEA4BA5"/>
          </w:pPr>
          <w:r w:rsidRPr="00D82C61">
            <w:rPr>
              <w:rStyle w:val="PlaceholderText"/>
            </w:rPr>
            <w:t>Click or tap here to enter text.</w:t>
          </w:r>
        </w:p>
      </w:docPartBody>
    </w:docPart>
    <w:docPart>
      <w:docPartPr>
        <w:name w:val="1CEA4AB1211B45DDBD210CCB899FB430"/>
        <w:category>
          <w:name w:val="General"/>
          <w:gallery w:val="placeholder"/>
        </w:category>
        <w:types>
          <w:type w:val="bbPlcHdr"/>
        </w:types>
        <w:behaviors>
          <w:behavior w:val="content"/>
        </w:behaviors>
        <w:guid w:val="{66FDE172-0023-4B4D-8EE1-22330F8F3CB7}"/>
      </w:docPartPr>
      <w:docPartBody>
        <w:p w:rsidR="003B5412" w:rsidRDefault="00E14B52" w:rsidP="00E14B52">
          <w:pPr>
            <w:pStyle w:val="1CEA4AB1211B45DDBD210CCB899FB430"/>
          </w:pPr>
          <w:r w:rsidRPr="00D82C61">
            <w:rPr>
              <w:rStyle w:val="PlaceholderText"/>
            </w:rPr>
            <w:t>Click or tap here to enter text.</w:t>
          </w:r>
        </w:p>
      </w:docPartBody>
    </w:docPart>
    <w:docPart>
      <w:docPartPr>
        <w:name w:val="518DFA9D16A34C21A9E0D96A8CD82EF6"/>
        <w:category>
          <w:name w:val="General"/>
          <w:gallery w:val="placeholder"/>
        </w:category>
        <w:types>
          <w:type w:val="bbPlcHdr"/>
        </w:types>
        <w:behaviors>
          <w:behavior w:val="content"/>
        </w:behaviors>
        <w:guid w:val="{8630FC91-27A9-4910-A3C0-5FE01F6231F0}"/>
      </w:docPartPr>
      <w:docPartBody>
        <w:p w:rsidR="003B5412" w:rsidRDefault="00E14B52" w:rsidP="00E14B52">
          <w:pPr>
            <w:pStyle w:val="518DFA9D16A34C21A9E0D96A8CD82EF6"/>
          </w:pPr>
          <w:r w:rsidRPr="00D82C61">
            <w:rPr>
              <w:rStyle w:val="PlaceholderText"/>
            </w:rPr>
            <w:t>Click or tap here to enter text.</w:t>
          </w:r>
        </w:p>
      </w:docPartBody>
    </w:docPart>
    <w:docPart>
      <w:docPartPr>
        <w:name w:val="DB9D46D9CC0E473182B9C56CC8D32C2D"/>
        <w:category>
          <w:name w:val="General"/>
          <w:gallery w:val="placeholder"/>
        </w:category>
        <w:types>
          <w:type w:val="bbPlcHdr"/>
        </w:types>
        <w:behaviors>
          <w:behavior w:val="content"/>
        </w:behaviors>
        <w:guid w:val="{121CEAA5-0A34-499B-9571-473862E74B8E}"/>
      </w:docPartPr>
      <w:docPartBody>
        <w:p w:rsidR="003B5412" w:rsidRDefault="00E14B52" w:rsidP="00E14B52">
          <w:pPr>
            <w:pStyle w:val="DB9D46D9CC0E473182B9C56CC8D32C2D"/>
          </w:pPr>
          <w:r w:rsidRPr="00D82C61">
            <w:rPr>
              <w:rStyle w:val="PlaceholderText"/>
            </w:rPr>
            <w:t>Click or tap here to enter text.</w:t>
          </w:r>
        </w:p>
      </w:docPartBody>
    </w:docPart>
    <w:docPart>
      <w:docPartPr>
        <w:name w:val="D98C8DA6922249549071635804858665"/>
        <w:category>
          <w:name w:val="General"/>
          <w:gallery w:val="placeholder"/>
        </w:category>
        <w:types>
          <w:type w:val="bbPlcHdr"/>
        </w:types>
        <w:behaviors>
          <w:behavior w:val="content"/>
        </w:behaviors>
        <w:guid w:val="{A88F5F3D-C0FB-402F-91DB-7E95DD999658}"/>
      </w:docPartPr>
      <w:docPartBody>
        <w:p w:rsidR="003B5412" w:rsidRDefault="00E14B52" w:rsidP="00E14B52">
          <w:pPr>
            <w:pStyle w:val="D98C8DA6922249549071635804858665"/>
          </w:pPr>
          <w:r w:rsidRPr="00D82C61">
            <w:rPr>
              <w:rStyle w:val="PlaceholderText"/>
            </w:rPr>
            <w:t>Click or tap here to enter text.</w:t>
          </w:r>
        </w:p>
      </w:docPartBody>
    </w:docPart>
    <w:docPart>
      <w:docPartPr>
        <w:name w:val="486B03F65D994F85BD866299949D47C9"/>
        <w:category>
          <w:name w:val="General"/>
          <w:gallery w:val="placeholder"/>
        </w:category>
        <w:types>
          <w:type w:val="bbPlcHdr"/>
        </w:types>
        <w:behaviors>
          <w:behavior w:val="content"/>
        </w:behaviors>
        <w:guid w:val="{4D215887-79DD-4353-8F67-C6A019F7CF38}"/>
      </w:docPartPr>
      <w:docPartBody>
        <w:p w:rsidR="003B5412" w:rsidRDefault="00E14B52" w:rsidP="00E14B52">
          <w:pPr>
            <w:pStyle w:val="486B03F65D994F85BD866299949D47C9"/>
          </w:pPr>
          <w:r w:rsidRPr="00D82C61">
            <w:rPr>
              <w:rStyle w:val="PlaceholderText"/>
            </w:rPr>
            <w:t>Click or tap to enter a date.</w:t>
          </w:r>
        </w:p>
      </w:docPartBody>
    </w:docPart>
    <w:docPart>
      <w:docPartPr>
        <w:name w:val="ADB83DCDA22B4CDC8DE206929B79924E"/>
        <w:category>
          <w:name w:val="General"/>
          <w:gallery w:val="placeholder"/>
        </w:category>
        <w:types>
          <w:type w:val="bbPlcHdr"/>
        </w:types>
        <w:behaviors>
          <w:behavior w:val="content"/>
        </w:behaviors>
        <w:guid w:val="{203FDEF5-1885-49A8-89DD-CC91630D1CD7}"/>
      </w:docPartPr>
      <w:docPartBody>
        <w:p w:rsidR="00000000" w:rsidRDefault="00E20F63" w:rsidP="00E20F63">
          <w:pPr>
            <w:pStyle w:val="ADB83DCDA22B4CDC8DE206929B79924E"/>
          </w:pPr>
          <w:r w:rsidRPr="00D82C61">
            <w:rPr>
              <w:rStyle w:val="PlaceholderText"/>
            </w:rPr>
            <w:t>Click or tap here to enter text.</w:t>
          </w:r>
        </w:p>
      </w:docPartBody>
    </w:docPart>
    <w:docPart>
      <w:docPartPr>
        <w:name w:val="CE72F693EC3F411CBE450B28F64FB066"/>
        <w:category>
          <w:name w:val="General"/>
          <w:gallery w:val="placeholder"/>
        </w:category>
        <w:types>
          <w:type w:val="bbPlcHdr"/>
        </w:types>
        <w:behaviors>
          <w:behavior w:val="content"/>
        </w:behaviors>
        <w:guid w:val="{8F57FA1E-F40F-45DE-B8F6-351D623617EE}"/>
      </w:docPartPr>
      <w:docPartBody>
        <w:p w:rsidR="00000000" w:rsidRDefault="00E20F63" w:rsidP="00E20F63">
          <w:pPr>
            <w:pStyle w:val="CE72F693EC3F411CBE450B28F64FB066"/>
          </w:pPr>
          <w:r w:rsidRPr="00D82C61">
            <w:rPr>
              <w:rStyle w:val="PlaceholderText"/>
            </w:rPr>
            <w:t>Click or tap here to enter text.</w:t>
          </w:r>
        </w:p>
      </w:docPartBody>
    </w:docPart>
    <w:docPart>
      <w:docPartPr>
        <w:name w:val="F41689D919F94851B9F3AEE2958A3AE4"/>
        <w:category>
          <w:name w:val="General"/>
          <w:gallery w:val="placeholder"/>
        </w:category>
        <w:types>
          <w:type w:val="bbPlcHdr"/>
        </w:types>
        <w:behaviors>
          <w:behavior w:val="content"/>
        </w:behaviors>
        <w:guid w:val="{19F56360-3C06-4F63-B7E7-184A5915C754}"/>
      </w:docPartPr>
      <w:docPartBody>
        <w:p w:rsidR="00000000" w:rsidRDefault="00E20F63" w:rsidP="00E20F63">
          <w:pPr>
            <w:pStyle w:val="F41689D919F94851B9F3AEE2958A3AE4"/>
          </w:pPr>
          <w:r w:rsidRPr="00D82C61">
            <w:rPr>
              <w:rStyle w:val="PlaceholderText"/>
            </w:rPr>
            <w:t>Click or tap here to enter text.</w:t>
          </w:r>
        </w:p>
      </w:docPartBody>
    </w:docPart>
    <w:docPart>
      <w:docPartPr>
        <w:name w:val="6D4B8FD1971244F08C0AC0D3583D6D87"/>
        <w:category>
          <w:name w:val="General"/>
          <w:gallery w:val="placeholder"/>
        </w:category>
        <w:types>
          <w:type w:val="bbPlcHdr"/>
        </w:types>
        <w:behaviors>
          <w:behavior w:val="content"/>
        </w:behaviors>
        <w:guid w:val="{8E7FC3F6-3893-4B88-A5B0-2C7D3022E56A}"/>
      </w:docPartPr>
      <w:docPartBody>
        <w:p w:rsidR="00000000" w:rsidRDefault="00E20F63" w:rsidP="00E20F63">
          <w:pPr>
            <w:pStyle w:val="6D4B8FD1971244F08C0AC0D3583D6D87"/>
          </w:pPr>
          <w:r w:rsidRPr="00D82C61">
            <w:rPr>
              <w:rStyle w:val="PlaceholderText"/>
            </w:rPr>
            <w:t>Click or tap here to enter text.</w:t>
          </w:r>
        </w:p>
      </w:docPartBody>
    </w:docPart>
    <w:docPart>
      <w:docPartPr>
        <w:name w:val="1187B2EBBA694CE8903FB9AB7D40E4E4"/>
        <w:category>
          <w:name w:val="General"/>
          <w:gallery w:val="placeholder"/>
        </w:category>
        <w:types>
          <w:type w:val="bbPlcHdr"/>
        </w:types>
        <w:behaviors>
          <w:behavior w:val="content"/>
        </w:behaviors>
        <w:guid w:val="{098D67ED-3302-494A-949E-84D26F937FED}"/>
      </w:docPartPr>
      <w:docPartBody>
        <w:p w:rsidR="00000000" w:rsidRDefault="00E20F63" w:rsidP="00E20F63">
          <w:pPr>
            <w:pStyle w:val="1187B2EBBA694CE8903FB9AB7D40E4E4"/>
          </w:pPr>
          <w:r w:rsidRPr="00D82C61">
            <w:rPr>
              <w:rStyle w:val="PlaceholderText"/>
            </w:rPr>
            <w:t>Click or tap here to enter text.</w:t>
          </w:r>
        </w:p>
      </w:docPartBody>
    </w:docPart>
    <w:docPart>
      <w:docPartPr>
        <w:name w:val="A7559C8E4E8145AB82CB6262AF4F3EE5"/>
        <w:category>
          <w:name w:val="General"/>
          <w:gallery w:val="placeholder"/>
        </w:category>
        <w:types>
          <w:type w:val="bbPlcHdr"/>
        </w:types>
        <w:behaviors>
          <w:behavior w:val="content"/>
        </w:behaviors>
        <w:guid w:val="{34445523-316B-4C44-9D05-7CA193C37B2F}"/>
      </w:docPartPr>
      <w:docPartBody>
        <w:p w:rsidR="00000000" w:rsidRDefault="00E20F63" w:rsidP="00E20F63">
          <w:pPr>
            <w:pStyle w:val="A7559C8E4E8145AB82CB6262AF4F3EE5"/>
          </w:pPr>
          <w:r w:rsidRPr="00D82C61">
            <w:rPr>
              <w:rStyle w:val="PlaceholderText"/>
            </w:rPr>
            <w:t>Click or tap here to enter text.</w:t>
          </w:r>
        </w:p>
      </w:docPartBody>
    </w:docPart>
    <w:docPart>
      <w:docPartPr>
        <w:name w:val="C95C57C3B7774F4C8A4C6AFA19E5168B"/>
        <w:category>
          <w:name w:val="General"/>
          <w:gallery w:val="placeholder"/>
        </w:category>
        <w:types>
          <w:type w:val="bbPlcHdr"/>
        </w:types>
        <w:behaviors>
          <w:behavior w:val="content"/>
        </w:behaviors>
        <w:guid w:val="{EB1476E1-BF5D-4622-A998-BF147E6F6CE3}"/>
      </w:docPartPr>
      <w:docPartBody>
        <w:p w:rsidR="00000000" w:rsidRDefault="00E20F63" w:rsidP="00E20F63">
          <w:pPr>
            <w:pStyle w:val="C95C57C3B7774F4C8A4C6AFA19E5168B"/>
          </w:pPr>
          <w:r w:rsidRPr="00D82C61">
            <w:rPr>
              <w:rStyle w:val="PlaceholderText"/>
            </w:rPr>
            <w:t>Click or tap here to enter text.</w:t>
          </w:r>
        </w:p>
      </w:docPartBody>
    </w:docPart>
    <w:docPart>
      <w:docPartPr>
        <w:name w:val="87C81544E7D246D8B20FBB27CB413FD3"/>
        <w:category>
          <w:name w:val="General"/>
          <w:gallery w:val="placeholder"/>
        </w:category>
        <w:types>
          <w:type w:val="bbPlcHdr"/>
        </w:types>
        <w:behaviors>
          <w:behavior w:val="content"/>
        </w:behaviors>
        <w:guid w:val="{87605BC4-2A91-430C-9212-EEC1F7A71171}"/>
      </w:docPartPr>
      <w:docPartBody>
        <w:p w:rsidR="00000000" w:rsidRDefault="00E20F63" w:rsidP="00E20F63">
          <w:pPr>
            <w:pStyle w:val="87C81544E7D246D8B20FBB27CB413FD3"/>
          </w:pPr>
          <w:r w:rsidRPr="00D82C61">
            <w:rPr>
              <w:rStyle w:val="PlaceholderText"/>
            </w:rPr>
            <w:t>Click or tap here to enter text.</w:t>
          </w:r>
        </w:p>
      </w:docPartBody>
    </w:docPart>
    <w:docPart>
      <w:docPartPr>
        <w:name w:val="5F684728EDF14470B3D6B6501896AFFE"/>
        <w:category>
          <w:name w:val="General"/>
          <w:gallery w:val="placeholder"/>
        </w:category>
        <w:types>
          <w:type w:val="bbPlcHdr"/>
        </w:types>
        <w:behaviors>
          <w:behavior w:val="content"/>
        </w:behaviors>
        <w:guid w:val="{1237D2ED-68B2-4C7B-8A58-67C116BFCBC0}"/>
      </w:docPartPr>
      <w:docPartBody>
        <w:p w:rsidR="00000000" w:rsidRDefault="00E20F63" w:rsidP="00E20F63">
          <w:pPr>
            <w:pStyle w:val="5F684728EDF14470B3D6B6501896AFFE"/>
          </w:pPr>
          <w:r w:rsidRPr="00D82C61">
            <w:rPr>
              <w:rStyle w:val="PlaceholderText"/>
            </w:rPr>
            <w:t>Click or tap here to enter text.</w:t>
          </w:r>
        </w:p>
      </w:docPartBody>
    </w:docPart>
    <w:docPart>
      <w:docPartPr>
        <w:name w:val="41B7769D32FF4896957605FE797E5F51"/>
        <w:category>
          <w:name w:val="General"/>
          <w:gallery w:val="placeholder"/>
        </w:category>
        <w:types>
          <w:type w:val="bbPlcHdr"/>
        </w:types>
        <w:behaviors>
          <w:behavior w:val="content"/>
        </w:behaviors>
        <w:guid w:val="{5668AAA0-6CC9-4FF0-8CBA-2D999D506CB8}"/>
      </w:docPartPr>
      <w:docPartBody>
        <w:p w:rsidR="00000000" w:rsidRDefault="00E20F63" w:rsidP="00E20F63">
          <w:pPr>
            <w:pStyle w:val="41B7769D32FF4896957605FE797E5F51"/>
          </w:pPr>
          <w:r w:rsidRPr="00D82C61">
            <w:rPr>
              <w:rStyle w:val="PlaceholderText"/>
            </w:rPr>
            <w:t>Click or tap here to enter text.</w:t>
          </w:r>
        </w:p>
      </w:docPartBody>
    </w:docPart>
    <w:docPart>
      <w:docPartPr>
        <w:name w:val="F38CBD81BFAB42B688603E85E65C1386"/>
        <w:category>
          <w:name w:val="General"/>
          <w:gallery w:val="placeholder"/>
        </w:category>
        <w:types>
          <w:type w:val="bbPlcHdr"/>
        </w:types>
        <w:behaviors>
          <w:behavior w:val="content"/>
        </w:behaviors>
        <w:guid w:val="{21DBA5F4-80EB-41EA-AB44-B0BC3080FD02}"/>
      </w:docPartPr>
      <w:docPartBody>
        <w:p w:rsidR="00000000" w:rsidRDefault="00E20F63" w:rsidP="00E20F63">
          <w:pPr>
            <w:pStyle w:val="F38CBD81BFAB42B688603E85E65C1386"/>
          </w:pPr>
          <w:r w:rsidRPr="00D82C61">
            <w:rPr>
              <w:rStyle w:val="PlaceholderText"/>
            </w:rPr>
            <w:t>Click or tap here to enter text.</w:t>
          </w:r>
        </w:p>
      </w:docPartBody>
    </w:docPart>
    <w:docPart>
      <w:docPartPr>
        <w:name w:val="3196666C3DC64CF28B90EC177491DEF7"/>
        <w:category>
          <w:name w:val="General"/>
          <w:gallery w:val="placeholder"/>
        </w:category>
        <w:types>
          <w:type w:val="bbPlcHdr"/>
        </w:types>
        <w:behaviors>
          <w:behavior w:val="content"/>
        </w:behaviors>
        <w:guid w:val="{5EF8A749-9573-4A25-BF42-E404F6F212B7}"/>
      </w:docPartPr>
      <w:docPartBody>
        <w:p w:rsidR="00000000" w:rsidRDefault="00E20F63" w:rsidP="00E20F63">
          <w:pPr>
            <w:pStyle w:val="3196666C3DC64CF28B90EC177491DEF7"/>
          </w:pPr>
          <w:r w:rsidRPr="00D82C61">
            <w:rPr>
              <w:rStyle w:val="PlaceholderText"/>
            </w:rPr>
            <w:t>Click or tap here to enter text.</w:t>
          </w:r>
        </w:p>
      </w:docPartBody>
    </w:docPart>
    <w:docPart>
      <w:docPartPr>
        <w:name w:val="A5072D8483384F378A43270718F139C3"/>
        <w:category>
          <w:name w:val="General"/>
          <w:gallery w:val="placeholder"/>
        </w:category>
        <w:types>
          <w:type w:val="bbPlcHdr"/>
        </w:types>
        <w:behaviors>
          <w:behavior w:val="content"/>
        </w:behaviors>
        <w:guid w:val="{56E08369-06CF-4863-9DAF-CEB1C158B408}"/>
      </w:docPartPr>
      <w:docPartBody>
        <w:p w:rsidR="00000000" w:rsidRDefault="00E20F63" w:rsidP="00E20F63">
          <w:pPr>
            <w:pStyle w:val="A5072D8483384F378A43270718F139C3"/>
          </w:pPr>
          <w:r w:rsidRPr="00D82C61">
            <w:rPr>
              <w:rStyle w:val="PlaceholderText"/>
            </w:rPr>
            <w:t>Click or tap here to enter text.</w:t>
          </w:r>
        </w:p>
      </w:docPartBody>
    </w:docPart>
    <w:docPart>
      <w:docPartPr>
        <w:name w:val="9390AD409F3F4AC099531F7AC198F6F2"/>
        <w:category>
          <w:name w:val="General"/>
          <w:gallery w:val="placeholder"/>
        </w:category>
        <w:types>
          <w:type w:val="bbPlcHdr"/>
        </w:types>
        <w:behaviors>
          <w:behavior w:val="content"/>
        </w:behaviors>
        <w:guid w:val="{39D3BC57-A081-4B7B-BF82-E119E18C36EE}"/>
      </w:docPartPr>
      <w:docPartBody>
        <w:p w:rsidR="00000000" w:rsidRDefault="00E20F63" w:rsidP="00E20F63">
          <w:pPr>
            <w:pStyle w:val="9390AD409F3F4AC099531F7AC198F6F2"/>
          </w:pPr>
          <w:r w:rsidRPr="00D82C61">
            <w:rPr>
              <w:rStyle w:val="PlaceholderText"/>
            </w:rPr>
            <w:t>Click or tap here to enter text.</w:t>
          </w:r>
        </w:p>
      </w:docPartBody>
    </w:docPart>
    <w:docPart>
      <w:docPartPr>
        <w:name w:val="52213A8803714541A8D213CA3D5F4FC9"/>
        <w:category>
          <w:name w:val="General"/>
          <w:gallery w:val="placeholder"/>
        </w:category>
        <w:types>
          <w:type w:val="bbPlcHdr"/>
        </w:types>
        <w:behaviors>
          <w:behavior w:val="content"/>
        </w:behaviors>
        <w:guid w:val="{21030D65-0696-4849-A750-8BA9E5FD9AEE}"/>
      </w:docPartPr>
      <w:docPartBody>
        <w:p w:rsidR="00000000" w:rsidRDefault="00E20F63" w:rsidP="00E20F63">
          <w:pPr>
            <w:pStyle w:val="52213A8803714541A8D213CA3D5F4FC9"/>
          </w:pPr>
          <w:r w:rsidRPr="00D82C61">
            <w:rPr>
              <w:rStyle w:val="PlaceholderText"/>
            </w:rPr>
            <w:t>Click or tap here to enter text.</w:t>
          </w:r>
        </w:p>
      </w:docPartBody>
    </w:docPart>
    <w:docPart>
      <w:docPartPr>
        <w:name w:val="AD32703B1AB34DE99D41A72E1F545C4E"/>
        <w:category>
          <w:name w:val="General"/>
          <w:gallery w:val="placeholder"/>
        </w:category>
        <w:types>
          <w:type w:val="bbPlcHdr"/>
        </w:types>
        <w:behaviors>
          <w:behavior w:val="content"/>
        </w:behaviors>
        <w:guid w:val="{425ECAF8-3831-4198-95EE-585ACD88D968}"/>
      </w:docPartPr>
      <w:docPartBody>
        <w:p w:rsidR="00000000" w:rsidRDefault="00E20F63" w:rsidP="00E20F63">
          <w:pPr>
            <w:pStyle w:val="AD32703B1AB34DE99D41A72E1F545C4E"/>
          </w:pPr>
          <w:r w:rsidRPr="00D82C61">
            <w:rPr>
              <w:rStyle w:val="PlaceholderText"/>
            </w:rPr>
            <w:t>Click or tap here to enter text.</w:t>
          </w:r>
        </w:p>
      </w:docPartBody>
    </w:docPart>
    <w:docPart>
      <w:docPartPr>
        <w:name w:val="68C28399AB664A1199B68F29D9F5FD6E"/>
        <w:category>
          <w:name w:val="General"/>
          <w:gallery w:val="placeholder"/>
        </w:category>
        <w:types>
          <w:type w:val="bbPlcHdr"/>
        </w:types>
        <w:behaviors>
          <w:behavior w:val="content"/>
        </w:behaviors>
        <w:guid w:val="{51BF661A-DF7D-4E9E-B5F7-A128D0B3032A}"/>
      </w:docPartPr>
      <w:docPartBody>
        <w:p w:rsidR="00000000" w:rsidRDefault="00E20F63" w:rsidP="00E20F63">
          <w:pPr>
            <w:pStyle w:val="68C28399AB664A1199B68F29D9F5FD6E"/>
          </w:pPr>
          <w:r w:rsidRPr="00D82C61">
            <w:rPr>
              <w:rStyle w:val="PlaceholderText"/>
            </w:rPr>
            <w:t>Click or tap here to enter text.</w:t>
          </w:r>
        </w:p>
      </w:docPartBody>
    </w:docPart>
    <w:docPart>
      <w:docPartPr>
        <w:name w:val="5FFAB5D8868A4A94BC0D11273E4E9F3D"/>
        <w:category>
          <w:name w:val="General"/>
          <w:gallery w:val="placeholder"/>
        </w:category>
        <w:types>
          <w:type w:val="bbPlcHdr"/>
        </w:types>
        <w:behaviors>
          <w:behavior w:val="content"/>
        </w:behaviors>
        <w:guid w:val="{66B9F27E-C522-4198-80A6-C66C1B43614E}"/>
      </w:docPartPr>
      <w:docPartBody>
        <w:p w:rsidR="00000000" w:rsidRDefault="00E20F63" w:rsidP="00E20F63">
          <w:pPr>
            <w:pStyle w:val="5FFAB5D8868A4A94BC0D11273E4E9F3D"/>
          </w:pPr>
          <w:r w:rsidRPr="00D82C61">
            <w:rPr>
              <w:rStyle w:val="PlaceholderText"/>
            </w:rPr>
            <w:t>Click or tap here to enter text.</w:t>
          </w:r>
        </w:p>
      </w:docPartBody>
    </w:docPart>
    <w:docPart>
      <w:docPartPr>
        <w:name w:val="0DBD5F8A8C4B47B79E07BEF729D2E283"/>
        <w:category>
          <w:name w:val="General"/>
          <w:gallery w:val="placeholder"/>
        </w:category>
        <w:types>
          <w:type w:val="bbPlcHdr"/>
        </w:types>
        <w:behaviors>
          <w:behavior w:val="content"/>
        </w:behaviors>
        <w:guid w:val="{DE2471BC-07F3-4826-928C-94CC1349F98D}"/>
      </w:docPartPr>
      <w:docPartBody>
        <w:p w:rsidR="00000000" w:rsidRDefault="00E20F63" w:rsidP="00E20F63">
          <w:pPr>
            <w:pStyle w:val="0DBD5F8A8C4B47B79E07BEF729D2E283"/>
          </w:pPr>
          <w:r w:rsidRPr="00D82C61">
            <w:rPr>
              <w:rStyle w:val="PlaceholderText"/>
            </w:rPr>
            <w:t>Click or tap here to enter text.</w:t>
          </w:r>
        </w:p>
      </w:docPartBody>
    </w:docPart>
    <w:docPart>
      <w:docPartPr>
        <w:name w:val="2D7C262844BD4AEE89B5BBF6E8931312"/>
        <w:category>
          <w:name w:val="General"/>
          <w:gallery w:val="placeholder"/>
        </w:category>
        <w:types>
          <w:type w:val="bbPlcHdr"/>
        </w:types>
        <w:behaviors>
          <w:behavior w:val="content"/>
        </w:behaviors>
        <w:guid w:val="{1F6EC2B4-BB8F-4934-A9B7-5AFFF1B1312C}"/>
      </w:docPartPr>
      <w:docPartBody>
        <w:p w:rsidR="00000000" w:rsidRDefault="00E20F63" w:rsidP="00E20F63">
          <w:pPr>
            <w:pStyle w:val="2D7C262844BD4AEE89B5BBF6E8931312"/>
          </w:pPr>
          <w:r w:rsidRPr="00D82C61">
            <w:rPr>
              <w:rStyle w:val="PlaceholderText"/>
            </w:rPr>
            <w:t>Click or tap here to enter text.</w:t>
          </w:r>
        </w:p>
      </w:docPartBody>
    </w:docPart>
    <w:docPart>
      <w:docPartPr>
        <w:name w:val="48AC332594DA453DB2991587EFAF0757"/>
        <w:category>
          <w:name w:val="General"/>
          <w:gallery w:val="placeholder"/>
        </w:category>
        <w:types>
          <w:type w:val="bbPlcHdr"/>
        </w:types>
        <w:behaviors>
          <w:behavior w:val="content"/>
        </w:behaviors>
        <w:guid w:val="{A0FAAAEE-1FCF-40AA-9E09-8ECA3F2AD7FC}"/>
      </w:docPartPr>
      <w:docPartBody>
        <w:p w:rsidR="00000000" w:rsidRDefault="00E20F63" w:rsidP="00E20F63">
          <w:pPr>
            <w:pStyle w:val="48AC332594DA453DB2991587EFAF0757"/>
          </w:pPr>
          <w:r w:rsidRPr="00D82C61">
            <w:rPr>
              <w:rStyle w:val="PlaceholderText"/>
            </w:rPr>
            <w:t>Click or tap here to enter text.</w:t>
          </w:r>
        </w:p>
      </w:docPartBody>
    </w:docPart>
    <w:docPart>
      <w:docPartPr>
        <w:name w:val="4E3981D1234F45709C7CA3DBB16413DD"/>
        <w:category>
          <w:name w:val="General"/>
          <w:gallery w:val="placeholder"/>
        </w:category>
        <w:types>
          <w:type w:val="bbPlcHdr"/>
        </w:types>
        <w:behaviors>
          <w:behavior w:val="content"/>
        </w:behaviors>
        <w:guid w:val="{32B9A728-F901-4A75-B697-157B2CDA86D3}"/>
      </w:docPartPr>
      <w:docPartBody>
        <w:p w:rsidR="00000000" w:rsidRDefault="00E20F63" w:rsidP="00E20F63">
          <w:pPr>
            <w:pStyle w:val="4E3981D1234F45709C7CA3DBB16413DD"/>
          </w:pPr>
          <w:r w:rsidRPr="00D82C6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00"/>
    <w:rsid w:val="003B5412"/>
    <w:rsid w:val="00BE7900"/>
    <w:rsid w:val="00E14B52"/>
    <w:rsid w:val="00E2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F63"/>
    <w:rPr>
      <w:color w:val="808080"/>
    </w:rPr>
  </w:style>
  <w:style w:type="paragraph" w:customStyle="1" w:styleId="95D9333CC30D452D849103054578BFE6">
    <w:name w:val="95D9333CC30D452D849103054578BFE6"/>
    <w:rsid w:val="00E14B52"/>
    <w:pPr>
      <w:spacing w:after="0" w:line="240" w:lineRule="auto"/>
    </w:pPr>
    <w:rPr>
      <w:rFonts w:ascii="Arial" w:eastAsia="Times New Roman" w:hAnsi="Arial" w:cs="Arial"/>
      <w:szCs w:val="20"/>
      <w:lang w:eastAsia="en-US"/>
    </w:rPr>
  </w:style>
  <w:style w:type="paragraph" w:customStyle="1" w:styleId="0FD091E1B85D410194369D2BC15BCE41">
    <w:name w:val="0FD091E1B85D410194369D2BC15BCE41"/>
    <w:rsid w:val="00E14B52"/>
    <w:pPr>
      <w:spacing w:after="0" w:line="240" w:lineRule="auto"/>
    </w:pPr>
    <w:rPr>
      <w:rFonts w:ascii="Arial" w:eastAsia="Times New Roman" w:hAnsi="Arial" w:cs="Arial"/>
      <w:szCs w:val="20"/>
      <w:lang w:eastAsia="en-US"/>
    </w:rPr>
  </w:style>
  <w:style w:type="paragraph" w:customStyle="1" w:styleId="198E5F9EA93E4035B269D9AC04F0E7E3">
    <w:name w:val="198E5F9EA93E4035B269D9AC04F0E7E3"/>
    <w:rsid w:val="00E14B52"/>
    <w:pPr>
      <w:spacing w:after="0" w:line="240" w:lineRule="auto"/>
    </w:pPr>
    <w:rPr>
      <w:rFonts w:ascii="Arial" w:eastAsia="Times New Roman" w:hAnsi="Arial" w:cs="Arial"/>
      <w:szCs w:val="20"/>
      <w:lang w:eastAsia="en-US"/>
    </w:rPr>
  </w:style>
  <w:style w:type="paragraph" w:customStyle="1" w:styleId="3FF82158142145948B290DC74324DB97">
    <w:name w:val="3FF82158142145948B290DC74324DB97"/>
    <w:rsid w:val="00E14B52"/>
    <w:pPr>
      <w:spacing w:after="0" w:line="240" w:lineRule="auto"/>
    </w:pPr>
    <w:rPr>
      <w:rFonts w:ascii="Arial" w:eastAsia="Times New Roman" w:hAnsi="Arial" w:cs="Arial"/>
      <w:szCs w:val="20"/>
      <w:lang w:eastAsia="en-US"/>
    </w:rPr>
  </w:style>
  <w:style w:type="paragraph" w:customStyle="1" w:styleId="8B1AA6199E004B899CBCED84CCEA4BA5">
    <w:name w:val="8B1AA6199E004B899CBCED84CCEA4BA5"/>
    <w:rsid w:val="00E14B52"/>
    <w:pPr>
      <w:spacing w:after="0" w:line="240" w:lineRule="auto"/>
    </w:pPr>
    <w:rPr>
      <w:rFonts w:ascii="Arial" w:eastAsia="Times New Roman" w:hAnsi="Arial" w:cs="Arial"/>
      <w:szCs w:val="20"/>
      <w:lang w:eastAsia="en-US"/>
    </w:rPr>
  </w:style>
  <w:style w:type="paragraph" w:customStyle="1" w:styleId="1CEA4AB1211B45DDBD210CCB899FB430">
    <w:name w:val="1CEA4AB1211B45DDBD210CCB899FB430"/>
    <w:rsid w:val="00E14B52"/>
    <w:pPr>
      <w:spacing w:after="0" w:line="240" w:lineRule="auto"/>
    </w:pPr>
    <w:rPr>
      <w:rFonts w:ascii="Arial" w:eastAsia="Times New Roman" w:hAnsi="Arial" w:cs="Arial"/>
      <w:szCs w:val="20"/>
      <w:lang w:eastAsia="en-US"/>
    </w:rPr>
  </w:style>
  <w:style w:type="paragraph" w:customStyle="1" w:styleId="518DFA9D16A34C21A9E0D96A8CD82EF6">
    <w:name w:val="518DFA9D16A34C21A9E0D96A8CD82EF6"/>
    <w:rsid w:val="00E14B52"/>
    <w:pPr>
      <w:spacing w:after="0" w:line="240" w:lineRule="auto"/>
    </w:pPr>
    <w:rPr>
      <w:rFonts w:ascii="Arial" w:eastAsia="Times New Roman" w:hAnsi="Arial" w:cs="Arial"/>
      <w:szCs w:val="20"/>
      <w:lang w:eastAsia="en-US"/>
    </w:rPr>
  </w:style>
  <w:style w:type="paragraph" w:customStyle="1" w:styleId="DB9D46D9CC0E473182B9C56CC8D32C2D">
    <w:name w:val="DB9D46D9CC0E473182B9C56CC8D32C2D"/>
    <w:rsid w:val="00E14B52"/>
    <w:pPr>
      <w:spacing w:after="0" w:line="240" w:lineRule="auto"/>
    </w:pPr>
    <w:rPr>
      <w:rFonts w:ascii="Arial" w:eastAsia="Times New Roman" w:hAnsi="Arial" w:cs="Arial"/>
      <w:szCs w:val="20"/>
      <w:lang w:eastAsia="en-US"/>
    </w:rPr>
  </w:style>
  <w:style w:type="paragraph" w:customStyle="1" w:styleId="D98C8DA6922249549071635804858665">
    <w:name w:val="D98C8DA6922249549071635804858665"/>
    <w:rsid w:val="00E14B52"/>
    <w:pPr>
      <w:spacing w:after="0" w:line="240" w:lineRule="auto"/>
    </w:pPr>
    <w:rPr>
      <w:rFonts w:ascii="Arial" w:eastAsia="Times New Roman" w:hAnsi="Arial" w:cs="Arial"/>
      <w:szCs w:val="20"/>
      <w:lang w:eastAsia="en-US"/>
    </w:rPr>
  </w:style>
  <w:style w:type="paragraph" w:customStyle="1" w:styleId="486B03F65D994F85BD866299949D47C9">
    <w:name w:val="486B03F65D994F85BD866299949D47C9"/>
    <w:rsid w:val="00E14B52"/>
    <w:pPr>
      <w:spacing w:after="0" w:line="240" w:lineRule="auto"/>
    </w:pPr>
    <w:rPr>
      <w:rFonts w:ascii="Arial" w:eastAsia="Times New Roman" w:hAnsi="Arial" w:cs="Arial"/>
      <w:szCs w:val="20"/>
      <w:lang w:eastAsia="en-US"/>
    </w:rPr>
  </w:style>
  <w:style w:type="paragraph" w:customStyle="1" w:styleId="ADB83DCDA22B4CDC8DE206929B79924E">
    <w:name w:val="ADB83DCDA22B4CDC8DE206929B79924E"/>
    <w:rsid w:val="00E20F63"/>
  </w:style>
  <w:style w:type="paragraph" w:customStyle="1" w:styleId="CE72F693EC3F411CBE450B28F64FB066">
    <w:name w:val="CE72F693EC3F411CBE450B28F64FB066"/>
    <w:rsid w:val="00E20F63"/>
  </w:style>
  <w:style w:type="paragraph" w:customStyle="1" w:styleId="F41689D919F94851B9F3AEE2958A3AE4">
    <w:name w:val="F41689D919F94851B9F3AEE2958A3AE4"/>
    <w:rsid w:val="00E20F63"/>
  </w:style>
  <w:style w:type="paragraph" w:customStyle="1" w:styleId="6D4B8FD1971244F08C0AC0D3583D6D87">
    <w:name w:val="6D4B8FD1971244F08C0AC0D3583D6D87"/>
    <w:rsid w:val="00E20F63"/>
  </w:style>
  <w:style w:type="paragraph" w:customStyle="1" w:styleId="1187B2EBBA694CE8903FB9AB7D40E4E4">
    <w:name w:val="1187B2EBBA694CE8903FB9AB7D40E4E4"/>
    <w:rsid w:val="00E20F63"/>
  </w:style>
  <w:style w:type="paragraph" w:customStyle="1" w:styleId="A7559C8E4E8145AB82CB6262AF4F3EE5">
    <w:name w:val="A7559C8E4E8145AB82CB6262AF4F3EE5"/>
    <w:rsid w:val="00E20F63"/>
  </w:style>
  <w:style w:type="paragraph" w:customStyle="1" w:styleId="C95C57C3B7774F4C8A4C6AFA19E5168B">
    <w:name w:val="C95C57C3B7774F4C8A4C6AFA19E5168B"/>
    <w:rsid w:val="00E20F63"/>
  </w:style>
  <w:style w:type="paragraph" w:customStyle="1" w:styleId="87C81544E7D246D8B20FBB27CB413FD3">
    <w:name w:val="87C81544E7D246D8B20FBB27CB413FD3"/>
    <w:rsid w:val="00E20F63"/>
  </w:style>
  <w:style w:type="paragraph" w:customStyle="1" w:styleId="5F684728EDF14470B3D6B6501896AFFE">
    <w:name w:val="5F684728EDF14470B3D6B6501896AFFE"/>
    <w:rsid w:val="00E20F63"/>
  </w:style>
  <w:style w:type="paragraph" w:customStyle="1" w:styleId="41B7769D32FF4896957605FE797E5F51">
    <w:name w:val="41B7769D32FF4896957605FE797E5F51"/>
    <w:rsid w:val="00E20F63"/>
  </w:style>
  <w:style w:type="paragraph" w:customStyle="1" w:styleId="F38CBD81BFAB42B688603E85E65C1386">
    <w:name w:val="F38CBD81BFAB42B688603E85E65C1386"/>
    <w:rsid w:val="00E20F63"/>
  </w:style>
  <w:style w:type="paragraph" w:customStyle="1" w:styleId="3196666C3DC64CF28B90EC177491DEF7">
    <w:name w:val="3196666C3DC64CF28B90EC177491DEF7"/>
    <w:rsid w:val="00E20F63"/>
  </w:style>
  <w:style w:type="paragraph" w:customStyle="1" w:styleId="A5072D8483384F378A43270718F139C3">
    <w:name w:val="A5072D8483384F378A43270718F139C3"/>
    <w:rsid w:val="00E20F63"/>
  </w:style>
  <w:style w:type="paragraph" w:customStyle="1" w:styleId="9390AD409F3F4AC099531F7AC198F6F2">
    <w:name w:val="9390AD409F3F4AC099531F7AC198F6F2"/>
    <w:rsid w:val="00E20F63"/>
  </w:style>
  <w:style w:type="paragraph" w:customStyle="1" w:styleId="52213A8803714541A8D213CA3D5F4FC9">
    <w:name w:val="52213A8803714541A8D213CA3D5F4FC9"/>
    <w:rsid w:val="00E20F63"/>
  </w:style>
  <w:style w:type="paragraph" w:customStyle="1" w:styleId="AD32703B1AB34DE99D41A72E1F545C4E">
    <w:name w:val="AD32703B1AB34DE99D41A72E1F545C4E"/>
    <w:rsid w:val="00E20F63"/>
  </w:style>
  <w:style w:type="paragraph" w:customStyle="1" w:styleId="68C28399AB664A1199B68F29D9F5FD6E">
    <w:name w:val="68C28399AB664A1199B68F29D9F5FD6E"/>
    <w:rsid w:val="00E20F63"/>
  </w:style>
  <w:style w:type="paragraph" w:customStyle="1" w:styleId="5FFAB5D8868A4A94BC0D11273E4E9F3D">
    <w:name w:val="5FFAB5D8868A4A94BC0D11273E4E9F3D"/>
    <w:rsid w:val="00E20F63"/>
  </w:style>
  <w:style w:type="paragraph" w:customStyle="1" w:styleId="0DBD5F8A8C4B47B79E07BEF729D2E283">
    <w:name w:val="0DBD5F8A8C4B47B79E07BEF729D2E283"/>
    <w:rsid w:val="00E20F63"/>
  </w:style>
  <w:style w:type="paragraph" w:customStyle="1" w:styleId="2D7C262844BD4AEE89B5BBF6E8931312">
    <w:name w:val="2D7C262844BD4AEE89B5BBF6E8931312"/>
    <w:rsid w:val="00E20F63"/>
  </w:style>
  <w:style w:type="paragraph" w:customStyle="1" w:styleId="48AC332594DA453DB2991587EFAF0757">
    <w:name w:val="48AC332594DA453DB2991587EFAF0757"/>
    <w:rsid w:val="00E20F63"/>
  </w:style>
  <w:style w:type="paragraph" w:customStyle="1" w:styleId="4E3981D1234F45709C7CA3DBB16413DD">
    <w:name w:val="4E3981D1234F45709C7CA3DBB16413DD"/>
    <w:rsid w:val="00E20F63"/>
  </w:style>
  <w:style w:type="paragraph" w:customStyle="1" w:styleId="8872288F34CD4418B45A01DFE99A37F5">
    <w:name w:val="8872288F34CD4418B45A01DFE99A37F5"/>
    <w:rsid w:val="00E20F63"/>
  </w:style>
  <w:style w:type="paragraph" w:customStyle="1" w:styleId="222E5E90E2EA4BE3A6C5C9974E8DFC8B">
    <w:name w:val="222E5E90E2EA4BE3A6C5C9974E8DFC8B"/>
    <w:rsid w:val="00E20F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olt Colours">
      <a:dk1>
        <a:srgbClr val="161412"/>
      </a:dk1>
      <a:lt1>
        <a:sysClr val="window" lastClr="FFFFFF"/>
      </a:lt1>
      <a:dk2>
        <a:srgbClr val="00A59B"/>
      </a:dk2>
      <a:lt2>
        <a:srgbClr val="EEECE1"/>
      </a:lt2>
      <a:accent1>
        <a:srgbClr val="00A59B"/>
      </a:accent1>
      <a:accent2>
        <a:srgbClr val="AF7D5A"/>
      </a:accent2>
      <a:accent3>
        <a:srgbClr val="236491"/>
      </a:accent3>
      <a:accent4>
        <a:srgbClr val="C82D2D"/>
      </a:accent4>
      <a:accent5>
        <a:srgbClr val="FF8C2D"/>
      </a:accent5>
      <a:accent6>
        <a:srgbClr val="96969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DHQ4KNS6T2M2-2111369996-176</_dlc_DocId>
    <_dlc_DocIdUrl xmlns="85bdb67a-68dc-4b72-be68-a086d460c31f">
      <Url>https://coltinternal.sharepoint.com/sites/pt/PortingInformation/_layouts/15/DocIdRedir.aspx?ID=DHQ4KNS6T2M2-2111369996-176</Url>
      <Description>DHQ4KNS6T2M2-2111369996-176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D0E1F-9C5E-4E56-B8F2-8B0208E7656E}">
  <ds:schemaRefs>
    <ds:schemaRef ds:uri="http://schemas.microsoft.com/office/2006/metadata/properties"/>
    <ds:schemaRef ds:uri="http://schemas.microsoft.com/office/infopath/2007/PartnerControls"/>
    <ds:schemaRef ds:uri="85bdb67a-68dc-4b72-be68-a086d460c31f"/>
  </ds:schemaRefs>
</ds:datastoreItem>
</file>

<file path=customXml/itemProps2.xml><?xml version="1.0" encoding="utf-8"?>
<ds:datastoreItem xmlns:ds="http://schemas.openxmlformats.org/officeDocument/2006/customXml" ds:itemID="{9383943C-A24D-4096-B6C7-1D13283F6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AC16E-C94E-4545-8CD9-A0FB65393C04}">
  <ds:schemaRefs>
    <ds:schemaRef ds:uri="http://schemas.microsoft.com/sharepoint/events"/>
  </ds:schemaRefs>
</ds:datastoreItem>
</file>

<file path=customXml/itemProps4.xml><?xml version="1.0" encoding="utf-8"?>
<ds:datastoreItem xmlns:ds="http://schemas.openxmlformats.org/officeDocument/2006/customXml" ds:itemID="{8EAEE64D-ECA0-4ED5-8D40-543F2F217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Colt NL letterhead</Template>
  <TotalTime>0</TotalTime>
  <Pages>3</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Operandi Limited</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Hickling, Penelope</dc:creator>
  <cp:lastModifiedBy>Charite, Vincent</cp:lastModifiedBy>
  <cp:revision>3</cp:revision>
  <dcterms:created xsi:type="dcterms:W3CDTF">2024-05-14T12:10:00Z</dcterms:created>
  <dcterms:modified xsi:type="dcterms:W3CDTF">2024-05-14T12:11:00Z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c7422514-5ab2-4f82-ae92-7ecf1db6fa8c</vt:lpwstr>
  </property>
</Properties>
</file>