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1F0CE" w14:textId="10B2CACD" w:rsidR="00D52F47" w:rsidRDefault="00D52F47" w:rsidP="00D52F47">
      <w:pPr>
        <w:pStyle w:val="Header"/>
      </w:pPr>
      <w:r>
        <w:rPr>
          <w:rFonts w:ascii="Arial" w:hAnsi="Arial"/>
          <w:b/>
          <w:bCs/>
          <w:color w:val="000000"/>
          <w:sz w:val="18"/>
          <w:szCs w:val="18"/>
        </w:rPr>
        <w:t>P</w:t>
      </w:r>
      <w:r w:rsidR="00630580">
        <w:rPr>
          <w:rFonts w:ascii="Arial" w:hAnsi="Arial"/>
          <w:b/>
          <w:bCs/>
          <w:color w:val="000000"/>
          <w:sz w:val="18"/>
          <w:szCs w:val="18"/>
        </w:rPr>
        <w:t>or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tabilité </w:t>
      </w:r>
      <w:r w:rsidR="00470205">
        <w:rPr>
          <w:rFonts w:ascii="Arial" w:hAnsi="Arial"/>
          <w:b/>
          <w:bCs/>
          <w:color w:val="000000"/>
          <w:sz w:val="18"/>
          <w:szCs w:val="18"/>
        </w:rPr>
        <w:t xml:space="preserve">de </w:t>
      </w:r>
      <w:r w:rsidR="005E68D8">
        <w:rPr>
          <w:rFonts w:ascii="Arial" w:hAnsi="Arial"/>
          <w:b/>
          <w:bCs/>
          <w:color w:val="000000"/>
          <w:sz w:val="18"/>
          <w:szCs w:val="18"/>
        </w:rPr>
        <w:t>Numéro</w:t>
      </w:r>
      <w:r w:rsidR="00470205">
        <w:rPr>
          <w:rFonts w:ascii="Arial" w:hAnsi="Arial"/>
          <w:b/>
          <w:bCs/>
          <w:color w:val="000000"/>
          <w:sz w:val="18"/>
          <w:szCs w:val="18"/>
        </w:rPr>
        <w:t>(s)</w:t>
      </w:r>
      <w:r w:rsidR="005E68D8">
        <w:rPr>
          <w:rFonts w:ascii="Arial" w:hAnsi="Arial"/>
          <w:b/>
          <w:bCs/>
          <w:color w:val="000000"/>
          <w:sz w:val="18"/>
          <w:szCs w:val="18"/>
        </w:rPr>
        <w:t xml:space="preserve"> Territorialisé</w:t>
      </w:r>
      <w:r w:rsidR="00470205">
        <w:rPr>
          <w:rFonts w:ascii="Arial" w:hAnsi="Arial"/>
          <w:b/>
          <w:bCs/>
          <w:color w:val="000000"/>
          <w:sz w:val="18"/>
          <w:szCs w:val="18"/>
        </w:rPr>
        <w:t>(s)</w:t>
      </w:r>
      <w:r w:rsidR="005E68D8">
        <w:rPr>
          <w:rFonts w:ascii="Arial" w:hAnsi="Arial"/>
          <w:b/>
          <w:bCs/>
          <w:color w:val="000000"/>
          <w:sz w:val="18"/>
          <w:szCs w:val="18"/>
        </w:rPr>
        <w:t xml:space="preserve"> ou Polyvalent</w:t>
      </w:r>
      <w:r w:rsidR="00470205">
        <w:rPr>
          <w:rFonts w:ascii="Arial" w:hAnsi="Arial"/>
          <w:b/>
          <w:bCs/>
          <w:color w:val="000000"/>
          <w:sz w:val="18"/>
          <w:szCs w:val="18"/>
        </w:rPr>
        <w:t>(s)</w:t>
      </w:r>
      <w:r>
        <w:rPr>
          <w:color w:val="000000"/>
        </w:rPr>
        <w:tab/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8"/>
      </w:tblGrid>
      <w:tr w:rsidR="00233BFF" w:rsidRPr="00D52F47" w14:paraId="6CB55C81" w14:textId="77777777">
        <w:trPr>
          <w:jc w:val="center"/>
        </w:trPr>
        <w:tc>
          <w:tcPr>
            <w:tcW w:w="9208" w:type="dxa"/>
            <w:shd w:val="pct5" w:color="auto" w:fill="FFFFFF"/>
          </w:tcPr>
          <w:p w14:paraId="224FDBF0" w14:textId="77777777" w:rsidR="00233BFF" w:rsidRPr="00D52F47" w:rsidRDefault="00233BFF" w:rsidP="00233BFF">
            <w:pPr>
              <w:pStyle w:val="Title"/>
              <w:rPr>
                <w:rFonts w:ascii="Arial" w:hAnsi="Arial" w:cs="Arial"/>
                <w:color w:val="000000"/>
                <w:sz w:val="24"/>
              </w:rPr>
            </w:pPr>
            <w:r w:rsidRPr="00D52F47">
              <w:rPr>
                <w:rFonts w:ascii="Arial" w:hAnsi="Arial" w:cs="Arial"/>
                <w:color w:val="000000"/>
                <w:sz w:val="24"/>
              </w:rPr>
              <w:t>Demande de résiliation avec portabilité du</w:t>
            </w:r>
            <w:r w:rsidR="00470205">
              <w:rPr>
                <w:rFonts w:ascii="Arial" w:hAnsi="Arial" w:cs="Arial"/>
                <w:color w:val="000000"/>
                <w:sz w:val="24"/>
              </w:rPr>
              <w:t xml:space="preserve"> ou des</w:t>
            </w:r>
            <w:r w:rsidRPr="00D52F47">
              <w:rPr>
                <w:rFonts w:ascii="Arial" w:hAnsi="Arial" w:cs="Arial"/>
                <w:color w:val="000000"/>
                <w:sz w:val="24"/>
              </w:rPr>
              <w:t xml:space="preserve"> numéro</w:t>
            </w:r>
            <w:r w:rsidR="00470205">
              <w:rPr>
                <w:rFonts w:ascii="Arial" w:hAnsi="Arial" w:cs="Arial"/>
                <w:color w:val="000000"/>
                <w:sz w:val="24"/>
              </w:rPr>
              <w:t>(s)</w:t>
            </w:r>
          </w:p>
        </w:tc>
      </w:tr>
    </w:tbl>
    <w:p w14:paraId="04AAA44C" w14:textId="77777777" w:rsidR="00D6018C" w:rsidRPr="00D52F47" w:rsidRDefault="00D6018C" w:rsidP="007046D2">
      <w:pPr>
        <w:jc w:val="center"/>
        <w:rPr>
          <w:rFonts w:ascii="Arial" w:hAnsi="Arial" w:cs="Arial"/>
          <w:b/>
          <w:u w:val="single"/>
        </w:rPr>
      </w:pPr>
    </w:p>
    <w:p w14:paraId="216DAC96" w14:textId="77777777" w:rsidR="005D278C" w:rsidRPr="00D52F47" w:rsidRDefault="005D278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233BFF" w:rsidRPr="00D52F47" w14:paraId="3D2964F6" w14:textId="77777777">
        <w:tc>
          <w:tcPr>
            <w:tcW w:w="9210" w:type="dxa"/>
            <w:shd w:val="pct5" w:color="auto" w:fill="FFFFFF"/>
          </w:tcPr>
          <w:p w14:paraId="0782BA15" w14:textId="77777777" w:rsidR="00233BFF" w:rsidRPr="00D52F47" w:rsidRDefault="00233BFF" w:rsidP="00233BFF">
            <w:pPr>
              <w:pStyle w:val="Heading7"/>
              <w:rPr>
                <w:rFonts w:cs="Arial"/>
                <w:b w:val="0"/>
                <w:color w:val="000000"/>
                <w:sz w:val="24"/>
              </w:rPr>
            </w:pPr>
            <w:bookmarkStart w:id="0" w:name="_Toc508431371"/>
            <w:r w:rsidRPr="00D52F47">
              <w:rPr>
                <w:rFonts w:cs="Arial"/>
                <w:color w:val="000000"/>
                <w:sz w:val="24"/>
              </w:rPr>
              <w:t>IDENTIFICATION DU CLIENT</w:t>
            </w:r>
            <w:bookmarkEnd w:id="0"/>
            <w:r w:rsidRPr="00D52F47">
              <w:rPr>
                <w:rFonts w:cs="Arial"/>
                <w:b w:val="0"/>
                <w:color w:val="000000"/>
                <w:sz w:val="24"/>
              </w:rPr>
              <w:t xml:space="preserve"> (Mandant)</w:t>
            </w:r>
          </w:p>
        </w:tc>
      </w:tr>
      <w:tr w:rsidR="00233BFF" w:rsidRPr="00D52F47" w14:paraId="027EBF4D" w14:textId="77777777">
        <w:tc>
          <w:tcPr>
            <w:tcW w:w="9210" w:type="dxa"/>
          </w:tcPr>
          <w:p w14:paraId="78130715" w14:textId="77777777" w:rsidR="00233BFF" w:rsidRPr="00E10D0A" w:rsidRDefault="00A04EDB" w:rsidP="00E10D0A">
            <w:pPr>
              <w:rPr>
                <w:rFonts w:ascii="Arial" w:hAnsi="Arial" w:cs="Arial"/>
                <w:color w:val="000000"/>
                <w:sz w:val="22"/>
              </w:rPr>
            </w:pPr>
            <w:r w:rsidRPr="00E10D0A">
              <w:rPr>
                <w:rFonts w:ascii="Arial" w:hAnsi="Arial" w:cs="Arial"/>
                <w:color w:val="000000"/>
                <w:sz w:val="22"/>
              </w:rPr>
              <w:t xml:space="preserve">Société / </w:t>
            </w:r>
            <w:r w:rsidR="00233BFF" w:rsidRPr="00E10D0A">
              <w:rPr>
                <w:rFonts w:ascii="Arial" w:hAnsi="Arial" w:cs="Arial"/>
                <w:color w:val="000000"/>
                <w:sz w:val="22"/>
              </w:rPr>
              <w:t xml:space="preserve">Raison Sociale (RCS):     </w:t>
            </w:r>
            <w:r w:rsidR="00233BFF"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……………………………………………………………………</w:t>
            </w:r>
            <w:r w:rsidR="00AC3980"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</w:t>
            </w:r>
            <w:r w:rsidR="00AC3980" w:rsidRPr="00E10D0A">
              <w:rPr>
                <w:rFonts w:ascii="Arial" w:hAnsi="Arial" w:cs="Arial"/>
                <w:sz w:val="22"/>
                <w:highlight w:val="yellow"/>
                <w:shd w:val="clear" w:color="auto" w:fill="99CCFF"/>
              </w:rPr>
              <w:t>Obligatoire</w:t>
            </w:r>
            <w:r w:rsidR="00AC3980"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</w:t>
            </w:r>
            <w:r w:rsidR="00233BFF"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                                                                         </w:t>
            </w:r>
          </w:p>
          <w:p w14:paraId="0D03A90B" w14:textId="77777777" w:rsidR="00233BFF" w:rsidRPr="00E10D0A" w:rsidRDefault="00233BFF" w:rsidP="00233BFF">
            <w:pPr>
              <w:pStyle w:val="BodyText"/>
              <w:rPr>
                <w:rFonts w:ascii="Arial" w:hAnsi="Arial" w:cs="Arial"/>
                <w:sz w:val="22"/>
              </w:rPr>
            </w:pPr>
            <w:r w:rsidRPr="00E10D0A">
              <w:rPr>
                <w:rFonts w:ascii="Arial" w:hAnsi="Arial" w:cs="Arial"/>
                <w:sz w:val="22"/>
              </w:rPr>
              <w:t xml:space="preserve">Numéro </w:t>
            </w:r>
            <w:r w:rsidR="00A740DC" w:rsidRPr="00E10D0A">
              <w:rPr>
                <w:rFonts w:ascii="Arial" w:hAnsi="Arial" w:cs="Arial"/>
                <w:sz w:val="22"/>
              </w:rPr>
              <w:t>SIRET</w:t>
            </w:r>
            <w:r w:rsidR="003F55BA" w:rsidRPr="00E10D0A">
              <w:rPr>
                <w:rFonts w:ascii="Arial" w:hAnsi="Arial" w:cs="Arial"/>
                <w:sz w:val="22"/>
              </w:rPr>
              <w:t xml:space="preserve"> (14 caractères)</w:t>
            </w:r>
            <w:r w:rsidR="00A740DC" w:rsidRPr="00E10D0A">
              <w:rPr>
                <w:rFonts w:ascii="Arial" w:hAnsi="Arial" w:cs="Arial"/>
                <w:sz w:val="22"/>
              </w:rPr>
              <w:t xml:space="preserve"> </w:t>
            </w:r>
            <w:r w:rsidRPr="00E10D0A">
              <w:rPr>
                <w:rFonts w:ascii="Arial" w:hAnsi="Arial" w:cs="Arial"/>
                <w:sz w:val="22"/>
              </w:rPr>
              <w:t>:</w:t>
            </w:r>
            <w:r w:rsidR="00A740DC" w:rsidRPr="00E10D0A">
              <w:rPr>
                <w:rFonts w:ascii="Arial" w:hAnsi="Arial" w:cs="Arial"/>
                <w:sz w:val="22"/>
              </w:rPr>
              <w:t xml:space="preserve"> </w:t>
            </w:r>
            <w:r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…………………………………………</w:t>
            </w:r>
            <w:r w:rsidR="003F55BA"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</w:t>
            </w:r>
            <w:r w:rsidR="00F35F5C" w:rsidRPr="00E10D0A">
              <w:rPr>
                <w:rFonts w:ascii="Arial" w:hAnsi="Arial" w:cs="Arial"/>
                <w:sz w:val="22"/>
                <w:highlight w:val="yellow"/>
                <w:shd w:val="clear" w:color="auto" w:fill="99CCFF"/>
              </w:rPr>
              <w:t>Obligatoire</w:t>
            </w:r>
            <w:r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                               </w:t>
            </w:r>
          </w:p>
          <w:p w14:paraId="4C3AEC90" w14:textId="6A4EF0F0" w:rsidR="00A740DC" w:rsidRPr="00F20579" w:rsidRDefault="00233BFF" w:rsidP="00A740DC">
            <w:pPr>
              <w:jc w:val="both"/>
              <w:rPr>
                <w:rFonts w:ascii="Arial" w:hAnsi="Arial" w:cs="Arial"/>
                <w:sz w:val="22"/>
                <w:shd w:val="clear" w:color="auto" w:fill="99CCFF"/>
              </w:rPr>
            </w:pPr>
            <w:r w:rsidRPr="00E10D0A">
              <w:rPr>
                <w:rFonts w:ascii="Arial" w:hAnsi="Arial" w:cs="Arial"/>
                <w:color w:val="000000"/>
                <w:sz w:val="22"/>
              </w:rPr>
              <w:t>Adresse:</w:t>
            </w:r>
            <w:r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………………………………………………………………………………………………………………………………………………………</w:t>
            </w:r>
            <w:r w:rsidR="00A740DC"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……………………………………………………………………………</w:t>
            </w:r>
            <w:r w:rsidR="00AC3980" w:rsidRPr="00E10D0A">
              <w:rPr>
                <w:rFonts w:ascii="Arial" w:hAnsi="Arial" w:cs="Arial"/>
                <w:sz w:val="22"/>
                <w:highlight w:val="yellow"/>
                <w:shd w:val="clear" w:color="auto" w:fill="99CCFF"/>
              </w:rPr>
              <w:t xml:space="preserve"> Obligatoire</w:t>
            </w:r>
            <w:r w:rsidR="00AC3980"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</w:t>
            </w:r>
            <w:r w:rsidR="00A740DC"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                                                                </w:t>
            </w:r>
          </w:p>
          <w:p w14:paraId="0B92316C" w14:textId="77777777" w:rsidR="00233BFF" w:rsidRPr="00D52F47" w:rsidRDefault="00233BFF" w:rsidP="00233BFF">
            <w:pPr>
              <w:jc w:val="both"/>
              <w:rPr>
                <w:rFonts w:ascii="Arial" w:hAnsi="Arial" w:cs="Arial"/>
                <w:color w:val="000000"/>
              </w:rPr>
            </w:pPr>
            <w:r w:rsidRPr="00D52F47">
              <w:rPr>
                <w:rFonts w:ascii="Arial" w:hAnsi="Arial" w:cs="Arial"/>
                <w:shd w:val="clear" w:color="auto" w:fill="99CCFF"/>
              </w:rPr>
              <w:t xml:space="preserve">                                                                          </w:t>
            </w:r>
          </w:p>
        </w:tc>
      </w:tr>
    </w:tbl>
    <w:p w14:paraId="537D8FE3" w14:textId="77777777" w:rsidR="009B62E3" w:rsidRPr="00D52F47" w:rsidRDefault="009B62E3">
      <w:pPr>
        <w:rPr>
          <w:rFonts w:ascii="Arial" w:hAnsi="Arial" w:cs="Arial"/>
          <w:b/>
          <w:sz w:val="24"/>
          <w:szCs w:val="24"/>
        </w:rPr>
      </w:pPr>
    </w:p>
    <w:p w14:paraId="1305EA09" w14:textId="77777777" w:rsidR="006B4DA1" w:rsidRPr="00D52F47" w:rsidRDefault="00CE7CB0">
      <w:pPr>
        <w:rPr>
          <w:rFonts w:ascii="Arial" w:hAnsi="Arial" w:cs="Arial"/>
          <w:bCs/>
          <w:color w:val="000000"/>
          <w:sz w:val="28"/>
          <w:szCs w:val="28"/>
        </w:rPr>
      </w:pPr>
      <w:r w:rsidRPr="00D52F47">
        <w:rPr>
          <w:rFonts w:ascii="Arial" w:hAnsi="Arial" w:cs="Arial"/>
          <w:b/>
          <w:color w:val="000000"/>
          <w:sz w:val="28"/>
          <w:szCs w:val="28"/>
          <w:u w:val="single"/>
        </w:rPr>
        <w:t>Portabilité demandée</w:t>
      </w:r>
      <w:r w:rsidR="004A492E" w:rsidRPr="00D52F47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en </w:t>
      </w:r>
      <w:r w:rsidRPr="00D52F47">
        <w:rPr>
          <w:rFonts w:ascii="Arial" w:hAnsi="Arial" w:cs="Arial"/>
          <w:bCs/>
          <w:color w:val="000000"/>
          <w:sz w:val="28"/>
          <w:szCs w:val="28"/>
        </w:rPr>
        <w:t xml:space="preserve">:          HO </w:t>
      </w:r>
      <w:r w:rsidRPr="00D52F47">
        <w:rPr>
          <w:rFonts w:ascii="Arial" w:hAnsi="Arial" w:cs="Arial"/>
          <w:bCs/>
          <w:color w:val="000000"/>
          <w:sz w:val="28"/>
          <w:szCs w:val="28"/>
        </w:rPr>
        <w:sym w:font="Wingdings" w:char="F06F"/>
      </w:r>
      <w:r w:rsidRPr="00D52F47">
        <w:rPr>
          <w:rFonts w:ascii="Arial" w:hAnsi="Arial" w:cs="Arial"/>
          <w:bCs/>
          <w:color w:val="000000"/>
          <w:sz w:val="16"/>
          <w:szCs w:val="16"/>
        </w:rPr>
        <w:t xml:space="preserve"> (Heures ouvrées)</w:t>
      </w:r>
      <w:r w:rsidRPr="00D52F47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Pr="00D52F47">
        <w:rPr>
          <w:rFonts w:ascii="Arial" w:hAnsi="Arial" w:cs="Arial"/>
          <w:bCs/>
          <w:color w:val="000000"/>
          <w:sz w:val="24"/>
          <w:szCs w:val="24"/>
        </w:rPr>
        <w:t>ou</w:t>
      </w:r>
      <w:r w:rsidRPr="00D52F47">
        <w:rPr>
          <w:rFonts w:ascii="Arial" w:hAnsi="Arial" w:cs="Arial"/>
          <w:bCs/>
          <w:color w:val="000000"/>
          <w:sz w:val="28"/>
          <w:szCs w:val="28"/>
        </w:rPr>
        <w:t xml:space="preserve"> HNO </w:t>
      </w:r>
      <w:r w:rsidRPr="00D52F47">
        <w:rPr>
          <w:rFonts w:ascii="Arial" w:hAnsi="Arial" w:cs="Arial"/>
          <w:bCs/>
          <w:color w:val="000000"/>
          <w:sz w:val="28"/>
          <w:szCs w:val="28"/>
        </w:rPr>
        <w:sym w:font="Wingdings" w:char="F06F"/>
      </w:r>
      <w:r w:rsidRPr="00D52F47">
        <w:rPr>
          <w:rFonts w:ascii="Arial" w:hAnsi="Arial" w:cs="Arial"/>
          <w:bCs/>
          <w:color w:val="000000"/>
          <w:sz w:val="16"/>
          <w:szCs w:val="16"/>
        </w:rPr>
        <w:t xml:space="preserve"> (H. non ouvrées)</w:t>
      </w:r>
      <w:r w:rsidRPr="00D52F47">
        <w:rPr>
          <w:rFonts w:ascii="Arial" w:hAnsi="Arial" w:cs="Arial"/>
          <w:bCs/>
          <w:color w:val="000000"/>
          <w:sz w:val="28"/>
          <w:szCs w:val="28"/>
        </w:rPr>
        <w:t xml:space="preserve"> </w:t>
      </w:r>
    </w:p>
    <w:p w14:paraId="64F01B55" w14:textId="77777777" w:rsidR="00CE7CB0" w:rsidRPr="00D52F47" w:rsidRDefault="00CE7CB0">
      <w:pPr>
        <w:rPr>
          <w:rFonts w:ascii="Arial" w:hAnsi="Arial" w:cs="Arial"/>
          <w:bCs/>
          <w:sz w:val="18"/>
          <w:szCs w:val="18"/>
        </w:rPr>
      </w:pPr>
    </w:p>
    <w:p w14:paraId="6A557154" w14:textId="77777777" w:rsidR="00CE7CB0" w:rsidRPr="00D52F47" w:rsidRDefault="00CE7CB0">
      <w:pPr>
        <w:rPr>
          <w:rFonts w:ascii="Arial" w:hAnsi="Arial" w:cs="Arial"/>
          <w:bCs/>
          <w:sz w:val="16"/>
          <w:szCs w:val="16"/>
        </w:rPr>
      </w:pPr>
      <w:r w:rsidRPr="005E68D8">
        <w:rPr>
          <w:rFonts w:ascii="Arial" w:hAnsi="Arial" w:cs="Arial"/>
          <w:bCs/>
          <w:sz w:val="16"/>
          <w:szCs w:val="16"/>
          <w:lang w:val="pt-PT"/>
        </w:rPr>
        <w:t xml:space="preserve">(Rappel : HO = </w:t>
      </w:r>
      <w:proofErr w:type="spellStart"/>
      <w:r w:rsidRPr="005E68D8">
        <w:rPr>
          <w:rFonts w:ascii="Arial" w:hAnsi="Arial" w:cs="Arial"/>
          <w:bCs/>
          <w:sz w:val="16"/>
          <w:szCs w:val="16"/>
          <w:lang w:val="pt-PT"/>
        </w:rPr>
        <w:t>Lundi</w:t>
      </w:r>
      <w:proofErr w:type="spellEnd"/>
      <w:r w:rsidRPr="005E68D8">
        <w:rPr>
          <w:rFonts w:ascii="Arial" w:hAnsi="Arial" w:cs="Arial"/>
          <w:bCs/>
          <w:sz w:val="16"/>
          <w:szCs w:val="16"/>
          <w:lang w:val="pt-PT"/>
        </w:rPr>
        <w:t xml:space="preserve"> au </w:t>
      </w:r>
      <w:proofErr w:type="spellStart"/>
      <w:r w:rsidRPr="005E68D8">
        <w:rPr>
          <w:rFonts w:ascii="Arial" w:hAnsi="Arial" w:cs="Arial"/>
          <w:bCs/>
          <w:sz w:val="16"/>
          <w:szCs w:val="16"/>
          <w:lang w:val="pt-PT"/>
        </w:rPr>
        <w:t>vendredi</w:t>
      </w:r>
      <w:proofErr w:type="spellEnd"/>
      <w:r w:rsidRPr="005E68D8">
        <w:rPr>
          <w:rFonts w:ascii="Arial" w:hAnsi="Arial" w:cs="Arial"/>
          <w:bCs/>
          <w:sz w:val="16"/>
          <w:szCs w:val="16"/>
          <w:lang w:val="pt-PT"/>
        </w:rPr>
        <w:t xml:space="preserve"> 9H -11H30 </w:t>
      </w:r>
      <w:proofErr w:type="spellStart"/>
      <w:r w:rsidRPr="005E68D8">
        <w:rPr>
          <w:rFonts w:ascii="Arial" w:hAnsi="Arial" w:cs="Arial"/>
          <w:bCs/>
          <w:sz w:val="16"/>
          <w:szCs w:val="16"/>
          <w:lang w:val="pt-PT"/>
        </w:rPr>
        <w:t>et</w:t>
      </w:r>
      <w:proofErr w:type="spellEnd"/>
      <w:r w:rsidRPr="005E68D8">
        <w:rPr>
          <w:rFonts w:ascii="Arial" w:hAnsi="Arial" w:cs="Arial"/>
          <w:bCs/>
          <w:sz w:val="16"/>
          <w:szCs w:val="16"/>
          <w:lang w:val="pt-PT"/>
        </w:rPr>
        <w:t xml:space="preserve"> 14H -16H</w:t>
      </w:r>
      <w:r w:rsidR="003F0397" w:rsidRPr="005E68D8">
        <w:rPr>
          <w:rFonts w:ascii="Arial" w:hAnsi="Arial" w:cs="Arial"/>
          <w:bCs/>
          <w:sz w:val="16"/>
          <w:szCs w:val="16"/>
          <w:lang w:val="pt-PT"/>
        </w:rPr>
        <w:t>0</w:t>
      </w:r>
      <w:r w:rsidRPr="005E68D8">
        <w:rPr>
          <w:rFonts w:ascii="Arial" w:hAnsi="Arial" w:cs="Arial"/>
          <w:bCs/>
          <w:sz w:val="16"/>
          <w:szCs w:val="16"/>
          <w:lang w:val="pt-PT"/>
        </w:rPr>
        <w:t xml:space="preserve">0. </w:t>
      </w:r>
      <w:r w:rsidRPr="00D52F47">
        <w:rPr>
          <w:rFonts w:ascii="Arial" w:hAnsi="Arial" w:cs="Arial"/>
          <w:b/>
          <w:sz w:val="16"/>
          <w:szCs w:val="16"/>
        </w:rPr>
        <w:t>Attention :</w:t>
      </w:r>
      <w:r w:rsidRPr="00D52F47">
        <w:rPr>
          <w:rFonts w:ascii="Arial" w:hAnsi="Arial" w:cs="Arial"/>
          <w:bCs/>
          <w:sz w:val="16"/>
          <w:szCs w:val="16"/>
        </w:rPr>
        <w:t xml:space="preserve"> la portabilité en HNO fait l’objet d’une facturation à part. Veuillez demander une cotation à votre contact </w:t>
      </w:r>
      <w:r w:rsidR="003F0397" w:rsidRPr="00D52F47">
        <w:rPr>
          <w:rFonts w:ascii="Arial" w:hAnsi="Arial" w:cs="Arial"/>
          <w:bCs/>
          <w:sz w:val="16"/>
          <w:szCs w:val="16"/>
        </w:rPr>
        <w:t>commercial)</w:t>
      </w:r>
      <w:r w:rsidRPr="00D52F47">
        <w:rPr>
          <w:rFonts w:ascii="Arial" w:hAnsi="Arial" w:cs="Arial"/>
          <w:bCs/>
          <w:sz w:val="16"/>
          <w:szCs w:val="16"/>
        </w:rPr>
        <w:t xml:space="preserve">  </w:t>
      </w:r>
    </w:p>
    <w:p w14:paraId="6AE9A178" w14:textId="77777777" w:rsidR="00CE7CB0" w:rsidRPr="00D52F47" w:rsidRDefault="00CE7CB0">
      <w:pPr>
        <w:rPr>
          <w:rFonts w:ascii="Arial" w:hAnsi="Arial" w:cs="Arial"/>
          <w:bCs/>
          <w:sz w:val="24"/>
          <w:szCs w:val="24"/>
        </w:rPr>
      </w:pPr>
    </w:p>
    <w:p w14:paraId="1FE45F66" w14:textId="77777777" w:rsidR="00C86E84" w:rsidRPr="00D52F47" w:rsidRDefault="00A04EDB" w:rsidP="005D278C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8"/>
          <w:szCs w:val="28"/>
          <w:u w:val="single"/>
        </w:rPr>
        <w:t>Numéro(s) concerné(s) par le présent mandat</w:t>
      </w:r>
      <w:r w:rsidR="00CE7CB0" w:rsidRPr="00D52F47">
        <w:rPr>
          <w:rFonts w:ascii="Arial" w:hAnsi="Arial" w:cs="Arial"/>
          <w:b/>
          <w:color w:val="000000"/>
          <w:sz w:val="28"/>
          <w:szCs w:val="28"/>
          <w:u w:val="single"/>
        </w:rPr>
        <w:t> </w:t>
      </w:r>
      <w:r w:rsidR="00CE7CB0" w:rsidRPr="00D52F47">
        <w:rPr>
          <w:rFonts w:ascii="Arial" w:hAnsi="Arial" w:cs="Arial"/>
          <w:bCs/>
          <w:color w:val="000000"/>
          <w:sz w:val="28"/>
          <w:szCs w:val="28"/>
        </w:rPr>
        <w:t>:</w:t>
      </w:r>
      <w:r w:rsidR="005C08F6" w:rsidRPr="00D52F47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5D278C" w:rsidRPr="00D52F47">
        <w:rPr>
          <w:rFonts w:ascii="Arial" w:hAnsi="Arial" w:cs="Arial"/>
          <w:b/>
          <w:color w:val="000000"/>
          <w:sz w:val="28"/>
          <w:szCs w:val="28"/>
        </w:rPr>
        <w:br/>
      </w:r>
    </w:p>
    <w:tbl>
      <w:tblPr>
        <w:tblStyle w:val="TableGrid"/>
        <w:tblW w:w="10469" w:type="dxa"/>
        <w:tblInd w:w="-697" w:type="dxa"/>
        <w:tblLook w:val="04A0" w:firstRow="1" w:lastRow="0" w:firstColumn="1" w:lastColumn="0" w:noHBand="0" w:noVBand="1"/>
      </w:tblPr>
      <w:tblGrid>
        <w:gridCol w:w="2591"/>
        <w:gridCol w:w="2334"/>
        <w:gridCol w:w="2626"/>
        <w:gridCol w:w="2918"/>
      </w:tblGrid>
      <w:tr w:rsidR="007E30F5" w:rsidRPr="00C86E84" w14:paraId="2535ED15" w14:textId="77777777" w:rsidTr="00E10D0A">
        <w:trPr>
          <w:trHeight w:val="587"/>
        </w:trPr>
        <w:tc>
          <w:tcPr>
            <w:tcW w:w="2591" w:type="dxa"/>
            <w:shd w:val="clear" w:color="auto" w:fill="E7E6E6" w:themeFill="background2"/>
          </w:tcPr>
          <w:p w14:paraId="172C87A0" w14:textId="77777777" w:rsidR="00C86E84" w:rsidRPr="00C86E84" w:rsidRDefault="00C86E84" w:rsidP="002E73A6">
            <w:pPr>
              <w:rPr>
                <w:rFonts w:ascii="Arial" w:hAnsi="Arial" w:cs="Arial"/>
                <w:b/>
                <w:color w:val="000000"/>
              </w:rPr>
            </w:pPr>
            <w:r w:rsidRPr="00C86E84">
              <w:rPr>
                <w:rFonts w:ascii="Arial" w:hAnsi="Arial" w:cs="Arial"/>
                <w:b/>
                <w:color w:val="000000"/>
              </w:rPr>
              <w:t>Numéro(s) « tête de ligne » (</w:t>
            </w:r>
            <w:r w:rsidR="002E73A6">
              <w:rPr>
                <w:rFonts w:ascii="Arial" w:hAnsi="Arial" w:cs="Arial"/>
                <w:b/>
                <w:i/>
                <w:color w:val="000000"/>
              </w:rPr>
              <w:t>dit(s)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 xml:space="preserve"> Numéro(s) Principal d’Installation</w:t>
            </w:r>
            <w:r w:rsidR="007E30F5">
              <w:rPr>
                <w:rFonts w:ascii="Arial" w:hAnsi="Arial" w:cs="Arial"/>
                <w:b/>
                <w:i/>
                <w:color w:val="000000"/>
              </w:rPr>
              <w:t xml:space="preserve"> 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>- NDI</w:t>
            </w:r>
            <w:r w:rsidRPr="00C86E84" w:rsidDel="00A04EDB">
              <w:rPr>
                <w:rFonts w:ascii="Arial" w:hAnsi="Arial" w:cs="Arial"/>
                <w:b/>
                <w:i/>
                <w:color w:val="000000"/>
              </w:rPr>
              <w:t xml:space="preserve"> 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>/ NPI</w:t>
            </w:r>
            <w:r w:rsidRPr="00C86E84">
              <w:rPr>
                <w:rFonts w:ascii="Arial" w:hAnsi="Arial" w:cs="Arial"/>
                <w:b/>
                <w:color w:val="000000"/>
              </w:rPr>
              <w:t>)</w:t>
            </w:r>
          </w:p>
        </w:tc>
        <w:tc>
          <w:tcPr>
            <w:tcW w:w="2334" w:type="dxa"/>
            <w:shd w:val="clear" w:color="auto" w:fill="E7E6E6" w:themeFill="background2"/>
          </w:tcPr>
          <w:p w14:paraId="225BC81D" w14:textId="77777777" w:rsidR="00C86E84" w:rsidRPr="00C86E84" w:rsidRDefault="00C86E84" w:rsidP="00C86E84">
            <w:pPr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C86E84">
              <w:rPr>
                <w:rFonts w:ascii="Arial" w:hAnsi="Arial" w:cs="Arial"/>
                <w:b/>
                <w:color w:val="000000"/>
              </w:rPr>
              <w:t>Numéro(s) affectés associé(s) (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>dit</w:t>
            </w:r>
            <w:r w:rsidR="002E73A6">
              <w:rPr>
                <w:rFonts w:ascii="Arial" w:hAnsi="Arial" w:cs="Arial"/>
                <w:b/>
                <w:i/>
                <w:color w:val="000000"/>
              </w:rPr>
              <w:t>(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>s</w:t>
            </w:r>
            <w:r w:rsidR="002E73A6">
              <w:rPr>
                <w:rFonts w:ascii="Arial" w:hAnsi="Arial" w:cs="Arial"/>
                <w:b/>
                <w:i/>
                <w:color w:val="000000"/>
              </w:rPr>
              <w:t>)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 xml:space="preserve"> “SDA”)</w:t>
            </w:r>
          </w:p>
        </w:tc>
        <w:tc>
          <w:tcPr>
            <w:tcW w:w="2626" w:type="dxa"/>
            <w:shd w:val="clear" w:color="auto" w:fill="E7E6E6" w:themeFill="background2"/>
          </w:tcPr>
          <w:p w14:paraId="3618C2D9" w14:textId="77777777" w:rsidR="00C86E84" w:rsidRPr="00C86E84" w:rsidRDefault="00C86E84" w:rsidP="007E30F5">
            <w:pPr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C86E84">
              <w:rPr>
                <w:rFonts w:ascii="Arial" w:hAnsi="Arial" w:cs="Arial"/>
                <w:b/>
                <w:color w:val="000000"/>
              </w:rPr>
              <w:t xml:space="preserve">Code RIO (si </w:t>
            </w:r>
            <w:r w:rsidR="007E30F5">
              <w:rPr>
                <w:rFonts w:ascii="Arial" w:hAnsi="Arial" w:cs="Arial"/>
                <w:b/>
                <w:color w:val="000000"/>
              </w:rPr>
              <w:t>nécessaire</w:t>
            </w:r>
            <w:r w:rsidRPr="00C86E84">
              <w:rPr>
                <w:rFonts w:ascii="Arial" w:hAnsi="Arial" w:cs="Arial"/>
                <w:b/>
                <w:color w:val="000000"/>
              </w:rPr>
              <w:t>)</w:t>
            </w:r>
          </w:p>
        </w:tc>
        <w:tc>
          <w:tcPr>
            <w:tcW w:w="2918" w:type="dxa"/>
            <w:shd w:val="clear" w:color="auto" w:fill="E7E6E6" w:themeFill="background2"/>
          </w:tcPr>
          <w:p w14:paraId="6EF7CF27" w14:textId="77777777" w:rsidR="00C86E84" w:rsidRPr="00D96987" w:rsidRDefault="00D96987" w:rsidP="005D278C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D96987">
              <w:rPr>
                <w:rFonts w:ascii="Arial" w:hAnsi="Arial" w:cs="Arial"/>
                <w:b/>
                <w:color w:val="000000"/>
              </w:rPr>
              <w:t>Adresse</w:t>
            </w:r>
            <w:r w:rsidR="00A7438E">
              <w:rPr>
                <w:rStyle w:val="FootnoteReference"/>
                <w:rFonts w:ascii="Arial" w:hAnsi="Arial" w:cs="Arial"/>
                <w:b/>
                <w:color w:val="000000"/>
              </w:rPr>
              <w:footnoteReference w:id="1"/>
            </w:r>
            <w:r>
              <w:rPr>
                <w:rFonts w:ascii="Arial" w:hAnsi="Arial" w:cs="Arial"/>
                <w:b/>
                <w:color w:val="000000"/>
              </w:rPr>
              <w:t xml:space="preserve"> (si différente de celle indiquée ci-dessus)</w:t>
            </w:r>
          </w:p>
        </w:tc>
      </w:tr>
      <w:tr w:rsidR="00D96987" w:rsidRPr="00C86E84" w14:paraId="6385E893" w14:textId="77777777" w:rsidTr="00E10D0A">
        <w:trPr>
          <w:trHeight w:val="636"/>
        </w:trPr>
        <w:tc>
          <w:tcPr>
            <w:tcW w:w="2591" w:type="dxa"/>
            <w:shd w:val="clear" w:color="auto" w:fill="auto"/>
          </w:tcPr>
          <w:p w14:paraId="20D4F926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2566FB53" w14:textId="77777777"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14:paraId="7AC474CB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14:paraId="5DC18130" w14:textId="77777777"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96987" w:rsidRPr="00C86E84" w14:paraId="5FC32E5C" w14:textId="77777777" w:rsidTr="00E10D0A">
        <w:trPr>
          <w:trHeight w:val="626"/>
        </w:trPr>
        <w:tc>
          <w:tcPr>
            <w:tcW w:w="2591" w:type="dxa"/>
            <w:shd w:val="clear" w:color="auto" w:fill="auto"/>
          </w:tcPr>
          <w:p w14:paraId="23383CF3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3F86FF2F" w14:textId="77777777"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14:paraId="38F87DCC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14:paraId="2FFEDF24" w14:textId="77777777"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96987" w:rsidRPr="00C86E84" w14:paraId="120058FC" w14:textId="77777777" w:rsidTr="00E10D0A">
        <w:trPr>
          <w:trHeight w:val="636"/>
        </w:trPr>
        <w:tc>
          <w:tcPr>
            <w:tcW w:w="2591" w:type="dxa"/>
            <w:shd w:val="clear" w:color="auto" w:fill="auto"/>
          </w:tcPr>
          <w:p w14:paraId="5DD667CC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0558D7ED" w14:textId="77777777"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14:paraId="3C605845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14:paraId="5727193F" w14:textId="77777777"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96987" w:rsidRPr="00C86E84" w14:paraId="2479A6B2" w14:textId="77777777" w:rsidTr="00E10D0A">
        <w:trPr>
          <w:trHeight w:val="626"/>
        </w:trPr>
        <w:tc>
          <w:tcPr>
            <w:tcW w:w="2591" w:type="dxa"/>
            <w:shd w:val="clear" w:color="auto" w:fill="auto"/>
          </w:tcPr>
          <w:p w14:paraId="32627FE2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07D0CDC2" w14:textId="77777777"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14:paraId="707237FB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14:paraId="68DA9456" w14:textId="77777777"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5174A5" w:rsidRPr="00C86E84" w14:paraId="6671147A" w14:textId="77777777" w:rsidTr="00E10D0A">
        <w:trPr>
          <w:trHeight w:val="626"/>
        </w:trPr>
        <w:tc>
          <w:tcPr>
            <w:tcW w:w="2591" w:type="dxa"/>
            <w:shd w:val="clear" w:color="auto" w:fill="auto"/>
          </w:tcPr>
          <w:p w14:paraId="69FCD360" w14:textId="77777777" w:rsidR="005174A5" w:rsidRPr="00C86E84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23460C7A" w14:textId="77777777" w:rsidR="005174A5" w:rsidRPr="00C86E84" w:rsidRDefault="005174A5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14:paraId="51596ECC" w14:textId="77777777" w:rsidR="005174A5" w:rsidRPr="00C86E84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14:paraId="6EFC7713" w14:textId="77777777" w:rsidR="005174A5" w:rsidRPr="00D96987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5174A5" w:rsidRPr="00C86E84" w14:paraId="2E2B9468" w14:textId="77777777" w:rsidTr="00E10D0A">
        <w:trPr>
          <w:trHeight w:val="626"/>
        </w:trPr>
        <w:tc>
          <w:tcPr>
            <w:tcW w:w="2591" w:type="dxa"/>
            <w:shd w:val="clear" w:color="auto" w:fill="auto"/>
          </w:tcPr>
          <w:p w14:paraId="1B2B80D6" w14:textId="77777777" w:rsidR="005174A5" w:rsidRPr="00C86E84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6EFA5686" w14:textId="77777777" w:rsidR="005174A5" w:rsidRPr="00C86E84" w:rsidRDefault="005174A5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14:paraId="14D64925" w14:textId="77777777" w:rsidR="005174A5" w:rsidRPr="00C86E84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14:paraId="7BC0CAA8" w14:textId="77777777" w:rsidR="005174A5" w:rsidRPr="00D96987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96987" w:rsidRPr="00C86E84" w14:paraId="3337B399" w14:textId="77777777" w:rsidTr="00E10D0A">
        <w:trPr>
          <w:trHeight w:val="626"/>
        </w:trPr>
        <w:tc>
          <w:tcPr>
            <w:tcW w:w="2591" w:type="dxa"/>
            <w:shd w:val="clear" w:color="auto" w:fill="auto"/>
          </w:tcPr>
          <w:p w14:paraId="58E9198B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14:paraId="0185D971" w14:textId="77777777"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14:paraId="06F385C4" w14:textId="77777777"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14:paraId="475F6F25" w14:textId="77777777"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7AF1CBF2" w14:textId="77777777" w:rsidR="00F23AF0" w:rsidRPr="00D52F47" w:rsidRDefault="008164E0" w:rsidP="00D87165">
      <w:pPr>
        <w:jc w:val="center"/>
        <w:rPr>
          <w:rFonts w:ascii="Arial" w:hAnsi="Arial" w:cs="Arial"/>
          <w:iCs/>
          <w:color w:val="000000"/>
          <w:sz w:val="16"/>
          <w:szCs w:val="16"/>
        </w:rPr>
      </w:pPr>
      <w:r w:rsidRPr="00D52F47">
        <w:rPr>
          <w:rFonts w:ascii="Arial" w:hAnsi="Arial" w:cs="Arial"/>
          <w:iCs/>
          <w:color w:val="000000"/>
          <w:sz w:val="16"/>
          <w:szCs w:val="16"/>
        </w:rPr>
        <w:t>I</w:t>
      </w:r>
      <w:r w:rsidR="00F23AF0" w:rsidRPr="00D52F47">
        <w:rPr>
          <w:rFonts w:ascii="Arial" w:hAnsi="Arial" w:cs="Arial"/>
          <w:iCs/>
          <w:color w:val="000000"/>
          <w:sz w:val="16"/>
          <w:szCs w:val="16"/>
        </w:rPr>
        <w:t>ndique</w:t>
      </w:r>
      <w:r w:rsidRPr="00D52F47">
        <w:rPr>
          <w:rFonts w:ascii="Arial" w:hAnsi="Arial" w:cs="Arial"/>
          <w:iCs/>
          <w:color w:val="000000"/>
          <w:sz w:val="16"/>
          <w:szCs w:val="16"/>
        </w:rPr>
        <w:t xml:space="preserve">z pour chaque </w:t>
      </w:r>
      <w:r w:rsidR="00ED5AD7">
        <w:rPr>
          <w:rFonts w:ascii="Arial" w:hAnsi="Arial" w:cs="Arial"/>
          <w:iCs/>
          <w:color w:val="000000"/>
          <w:sz w:val="16"/>
          <w:szCs w:val="16"/>
        </w:rPr>
        <w:t xml:space="preserve">tête de ligne : </w:t>
      </w:r>
      <w:r w:rsidR="00D96987">
        <w:rPr>
          <w:rFonts w:ascii="Arial" w:hAnsi="Arial" w:cs="Arial"/>
          <w:iCs/>
          <w:color w:val="000000"/>
          <w:sz w:val="16"/>
          <w:szCs w:val="16"/>
        </w:rPr>
        <w:t xml:space="preserve">le(s) </w:t>
      </w:r>
      <w:r w:rsidR="00ED5AD7">
        <w:rPr>
          <w:rFonts w:ascii="Arial" w:hAnsi="Arial" w:cs="Arial"/>
          <w:iCs/>
          <w:color w:val="000000"/>
          <w:sz w:val="16"/>
          <w:szCs w:val="16"/>
        </w:rPr>
        <w:t>numéro(s) affecté(s) associé(s), le(s) code(s) RIO (si nécessaire) associé, et l’ (les) adresse(s) associée(s)</w:t>
      </w:r>
    </w:p>
    <w:p w14:paraId="2929FB2D" w14:textId="77777777" w:rsidR="005D278C" w:rsidRPr="00E10D0A" w:rsidRDefault="005D278C" w:rsidP="005D278C">
      <w:pPr>
        <w:rPr>
          <w:rFonts w:ascii="Arial" w:hAnsi="Arial" w:cs="Arial"/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4"/>
        <w:gridCol w:w="4328"/>
      </w:tblGrid>
      <w:tr w:rsidR="001A4E17" w:rsidRPr="00E10D0A" w14:paraId="00D5EF96" w14:textId="77777777" w:rsidTr="001B63C8">
        <w:tc>
          <w:tcPr>
            <w:tcW w:w="4786" w:type="dxa"/>
            <w:shd w:val="clear" w:color="auto" w:fill="auto"/>
          </w:tcPr>
          <w:p w14:paraId="4A95B55A" w14:textId="77777777" w:rsidR="001A4E17" w:rsidRPr="00E10D0A" w:rsidRDefault="001A4E17" w:rsidP="00976AE5">
            <w:pPr>
              <w:pStyle w:val="BodyText"/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</w:pP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instrText xml:space="preserve"> FORMCHECKBOX </w:instrText>
            </w:r>
            <w:r w:rsidR="008D6117">
              <w:rPr>
                <w:rFonts w:ascii="Arial" w:hAnsi="Arial" w:cs="Arial"/>
                <w:color w:val="000000"/>
                <w:sz w:val="22"/>
                <w:szCs w:val="24"/>
              </w:rPr>
            </w:r>
            <w:r w:rsidR="008D6117">
              <w:rPr>
                <w:rFonts w:ascii="Arial" w:hAnsi="Arial" w:cs="Arial"/>
                <w:color w:val="000000"/>
                <w:sz w:val="22"/>
                <w:szCs w:val="24"/>
              </w:rPr>
              <w:fldChar w:fldCharType="separate"/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end"/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t xml:space="preserve"> Portabilité totale</w:t>
            </w:r>
          </w:p>
        </w:tc>
        <w:tc>
          <w:tcPr>
            <w:tcW w:w="4426" w:type="dxa"/>
            <w:shd w:val="clear" w:color="auto" w:fill="auto"/>
          </w:tcPr>
          <w:p w14:paraId="6C5B2CE3" w14:textId="77777777" w:rsidR="001A4E17" w:rsidRPr="00E10D0A" w:rsidRDefault="001A4E17" w:rsidP="00976AE5">
            <w:pPr>
              <w:pStyle w:val="BodyText"/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</w:pP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instrText xml:space="preserve"> FORMCHECKBOX </w:instrText>
            </w:r>
            <w:r w:rsidR="008D6117">
              <w:rPr>
                <w:rFonts w:ascii="Arial" w:hAnsi="Arial" w:cs="Arial"/>
                <w:color w:val="000000"/>
                <w:sz w:val="22"/>
                <w:szCs w:val="24"/>
              </w:rPr>
            </w:r>
            <w:r w:rsidR="008D6117">
              <w:rPr>
                <w:rFonts w:ascii="Arial" w:hAnsi="Arial" w:cs="Arial"/>
                <w:color w:val="000000"/>
                <w:sz w:val="22"/>
                <w:szCs w:val="24"/>
              </w:rPr>
              <w:fldChar w:fldCharType="separate"/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end"/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t xml:space="preserve"> Portabilité partielle</w:t>
            </w:r>
          </w:p>
        </w:tc>
      </w:tr>
      <w:tr w:rsidR="001A4E17" w:rsidRPr="00E10D0A" w14:paraId="1A20DE1B" w14:textId="77777777" w:rsidTr="001B63C8">
        <w:tc>
          <w:tcPr>
            <w:tcW w:w="4786" w:type="dxa"/>
            <w:shd w:val="clear" w:color="auto" w:fill="auto"/>
          </w:tcPr>
          <w:p w14:paraId="2A550F5B" w14:textId="77777777" w:rsidR="001A4E17" w:rsidRPr="00E10D0A" w:rsidRDefault="001A4E17" w:rsidP="007E30F5">
            <w:pPr>
              <w:pStyle w:val="BodyText"/>
              <w:rPr>
                <w:rFonts w:ascii="Arial" w:hAnsi="Arial" w:cs="Arial"/>
                <w:b/>
                <w:bCs/>
                <w:color w:val="000000"/>
                <w:sz w:val="22"/>
                <w:szCs w:val="24"/>
                <w:u w:val="single"/>
              </w:rPr>
            </w:pPr>
            <w:r w:rsidRPr="00E10D0A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Date du déménagement </w:t>
            </w:r>
            <w:r w:rsidR="001B63C8" w:rsidRPr="00E10D0A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(s’il y a lieu)</w:t>
            </w:r>
            <w:r w:rsidRPr="00E10D0A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:</w:t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t xml:space="preserve"> </w:t>
            </w:r>
            <w:r w:rsidR="007E30F5">
              <w:rPr>
                <w:rFonts w:ascii="Arial" w:hAnsi="Arial" w:cs="Arial"/>
                <w:color w:val="000000"/>
                <w:sz w:val="22"/>
                <w:szCs w:val="24"/>
              </w:rPr>
              <w:t>[</w:t>
            </w:r>
            <w:r w:rsidR="007E30F5" w:rsidRPr="007E30F5">
              <w:rPr>
                <w:rFonts w:ascii="Arial" w:hAnsi="Arial" w:cs="Arial"/>
                <w:color w:val="000000"/>
                <w:sz w:val="22"/>
                <w:szCs w:val="24"/>
              </w:rPr>
              <w:t>JJ/MM/AAAA</w:t>
            </w:r>
            <w:r w:rsidR="007E30F5">
              <w:rPr>
                <w:rFonts w:ascii="Arial" w:hAnsi="Arial" w:cs="Arial"/>
                <w:color w:val="000000"/>
                <w:sz w:val="22"/>
                <w:szCs w:val="24"/>
              </w:rPr>
              <w:t>]</w:t>
            </w:r>
            <w:r w:rsidR="007E30F5" w:rsidRPr="004023B0">
              <w:rPr>
                <w:rFonts w:ascii="Arial" w:hAnsi="Arial" w:cs="Arial"/>
                <w:sz w:val="22"/>
                <w:szCs w:val="24"/>
                <w:shd w:val="clear" w:color="auto" w:fill="99CCFF"/>
              </w:rPr>
              <w:t>……………………</w:t>
            </w:r>
          </w:p>
        </w:tc>
        <w:tc>
          <w:tcPr>
            <w:tcW w:w="4426" w:type="dxa"/>
            <w:shd w:val="clear" w:color="auto" w:fill="auto"/>
          </w:tcPr>
          <w:p w14:paraId="1C3AE2F0" w14:textId="77777777" w:rsidR="001A4E17" w:rsidRPr="00E10D0A" w:rsidRDefault="001A4E17" w:rsidP="00976AE5">
            <w:pPr>
              <w:pStyle w:val="BodyText"/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</w:pPr>
          </w:p>
        </w:tc>
      </w:tr>
    </w:tbl>
    <w:p w14:paraId="79F56385" w14:textId="77777777" w:rsidR="001A4E17" w:rsidRPr="00E10D0A" w:rsidRDefault="001A4E17" w:rsidP="005D278C">
      <w:pPr>
        <w:rPr>
          <w:rFonts w:ascii="Arial" w:hAnsi="Arial" w:cs="Arial"/>
          <w:color w:val="000000"/>
          <w:sz w:val="22"/>
          <w:szCs w:val="24"/>
        </w:rPr>
      </w:pPr>
    </w:p>
    <w:p w14:paraId="55F7E63B" w14:textId="77777777" w:rsidR="009B62E3" w:rsidRPr="00E10D0A" w:rsidRDefault="00AC3980">
      <w:pPr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hd w:val="clear" w:color="auto" w:fill="99CCFF"/>
        </w:rPr>
        <w:t>[Mandant/Client]…………………………………………</w:t>
      </w:r>
      <w:r w:rsidR="00E10D0A" w:rsidRPr="00E10D0A">
        <w:rPr>
          <w:rFonts w:ascii="Arial" w:hAnsi="Arial" w:cs="Arial"/>
          <w:sz w:val="22"/>
          <w:shd w:val="clear" w:color="auto" w:fill="99CCFF"/>
        </w:rPr>
        <w:t xml:space="preserve"> …</w:t>
      </w:r>
      <w:r w:rsidRPr="00E10D0A">
        <w:rPr>
          <w:rFonts w:ascii="Arial" w:hAnsi="Arial" w:cs="Arial"/>
          <w:sz w:val="22"/>
          <w:shd w:val="clear" w:color="auto" w:fill="99CCFF"/>
        </w:rPr>
        <w:t>……………</w:t>
      </w:r>
      <w:r w:rsidR="009B62E3" w:rsidRPr="00E10D0A">
        <w:rPr>
          <w:rFonts w:ascii="Arial" w:hAnsi="Arial" w:cs="Arial"/>
          <w:sz w:val="22"/>
          <w:szCs w:val="24"/>
        </w:rPr>
        <w:t xml:space="preserve">,titulaire du contrat </w:t>
      </w:r>
      <w:r w:rsidR="00470205" w:rsidRPr="00E10D0A">
        <w:rPr>
          <w:rFonts w:ascii="Arial" w:hAnsi="Arial" w:cs="Arial"/>
          <w:sz w:val="22"/>
          <w:szCs w:val="24"/>
        </w:rPr>
        <w:t xml:space="preserve">et affectataire du </w:t>
      </w:r>
      <w:r w:rsidRPr="00E10D0A">
        <w:rPr>
          <w:rFonts w:ascii="Arial" w:hAnsi="Arial" w:cs="Arial"/>
          <w:sz w:val="22"/>
          <w:szCs w:val="24"/>
        </w:rPr>
        <w:t>(</w:t>
      </w:r>
      <w:r w:rsidR="00470205" w:rsidRPr="00E10D0A">
        <w:rPr>
          <w:rFonts w:ascii="Arial" w:hAnsi="Arial" w:cs="Arial"/>
          <w:sz w:val="22"/>
          <w:szCs w:val="24"/>
        </w:rPr>
        <w:t>ou des</w:t>
      </w:r>
      <w:r w:rsidRPr="00E10D0A">
        <w:rPr>
          <w:rFonts w:ascii="Arial" w:hAnsi="Arial" w:cs="Arial"/>
          <w:sz w:val="22"/>
          <w:szCs w:val="24"/>
        </w:rPr>
        <w:t>)</w:t>
      </w:r>
      <w:r w:rsidR="00470205" w:rsidRPr="00E10D0A">
        <w:rPr>
          <w:rFonts w:ascii="Arial" w:hAnsi="Arial" w:cs="Arial"/>
          <w:sz w:val="22"/>
          <w:szCs w:val="24"/>
        </w:rPr>
        <w:t xml:space="preserve"> numéro(s) indiqué(s) ci-dessus</w:t>
      </w:r>
      <w:r w:rsidR="009B62E3" w:rsidRPr="00E10D0A">
        <w:rPr>
          <w:rFonts w:ascii="Arial" w:hAnsi="Arial" w:cs="Arial"/>
          <w:sz w:val="22"/>
          <w:szCs w:val="24"/>
        </w:rPr>
        <w:t>, déclare de bonne foi :</w:t>
      </w:r>
    </w:p>
    <w:p w14:paraId="22483FE0" w14:textId="77777777" w:rsidR="009B62E3" w:rsidRPr="00E10D0A" w:rsidRDefault="009B62E3">
      <w:pPr>
        <w:rPr>
          <w:rFonts w:ascii="Arial" w:hAnsi="Arial" w:cs="Arial"/>
          <w:sz w:val="22"/>
          <w:szCs w:val="24"/>
        </w:rPr>
      </w:pPr>
    </w:p>
    <w:p w14:paraId="48C73111" w14:textId="77777777" w:rsidR="00E10D0A" w:rsidRDefault="009B62E3" w:rsidP="00E10D0A">
      <w:pPr>
        <w:pStyle w:val="ListParagraph"/>
        <w:numPr>
          <w:ilvl w:val="0"/>
          <w:numId w:val="4"/>
        </w:numPr>
        <w:spacing w:after="240"/>
        <w:ind w:left="714" w:hanging="357"/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 xml:space="preserve">demander la résiliation du contrat </w:t>
      </w:r>
      <w:r w:rsidR="00AC3980" w:rsidRPr="00E10D0A">
        <w:rPr>
          <w:rFonts w:ascii="Arial" w:hAnsi="Arial" w:cs="Arial"/>
          <w:sz w:val="22"/>
          <w:szCs w:val="24"/>
        </w:rPr>
        <w:t xml:space="preserve"> précisant l’affectation du (ou des) numéro(s)</w:t>
      </w:r>
      <w:r w:rsidR="00152714">
        <w:rPr>
          <w:rFonts w:ascii="Arial" w:hAnsi="Arial" w:cs="Arial"/>
          <w:sz w:val="22"/>
          <w:szCs w:val="24"/>
        </w:rPr>
        <w:t xml:space="preserve"> </w:t>
      </w:r>
      <w:r w:rsidR="00470205" w:rsidRPr="00E10D0A">
        <w:rPr>
          <w:rFonts w:ascii="Arial" w:hAnsi="Arial" w:cs="Arial"/>
          <w:sz w:val="22"/>
          <w:szCs w:val="24"/>
        </w:rPr>
        <w:t>mentionné</w:t>
      </w:r>
      <w:r w:rsidR="00AC3980" w:rsidRPr="00E10D0A">
        <w:rPr>
          <w:rFonts w:ascii="Arial" w:hAnsi="Arial" w:cs="Arial"/>
          <w:sz w:val="22"/>
          <w:szCs w:val="24"/>
        </w:rPr>
        <w:t xml:space="preserve">(s) </w:t>
      </w:r>
      <w:r w:rsidRPr="00E10D0A">
        <w:rPr>
          <w:rFonts w:ascii="Arial" w:hAnsi="Arial" w:cs="Arial"/>
          <w:sz w:val="22"/>
          <w:szCs w:val="24"/>
        </w:rPr>
        <w:t xml:space="preserve">ci-dessus et </w:t>
      </w:r>
      <w:r w:rsidR="00470205" w:rsidRPr="00E10D0A">
        <w:rPr>
          <w:rFonts w:ascii="Arial" w:hAnsi="Arial" w:cs="Arial"/>
          <w:sz w:val="22"/>
          <w:szCs w:val="24"/>
        </w:rPr>
        <w:t xml:space="preserve">d’opérer </w:t>
      </w:r>
      <w:r w:rsidRPr="00E10D0A">
        <w:rPr>
          <w:rFonts w:ascii="Arial" w:hAnsi="Arial" w:cs="Arial"/>
          <w:sz w:val="22"/>
          <w:szCs w:val="24"/>
        </w:rPr>
        <w:t>la portabilité du (ou des) numéro</w:t>
      </w:r>
      <w:r w:rsidR="00715686" w:rsidRPr="00E10D0A">
        <w:rPr>
          <w:rFonts w:ascii="Arial" w:hAnsi="Arial" w:cs="Arial"/>
          <w:sz w:val="22"/>
          <w:szCs w:val="24"/>
        </w:rPr>
        <w:t>(</w:t>
      </w:r>
      <w:r w:rsidRPr="00E10D0A">
        <w:rPr>
          <w:rFonts w:ascii="Arial" w:hAnsi="Arial" w:cs="Arial"/>
          <w:sz w:val="22"/>
          <w:szCs w:val="24"/>
        </w:rPr>
        <w:t>s</w:t>
      </w:r>
      <w:r w:rsidR="00715686" w:rsidRPr="00E10D0A">
        <w:rPr>
          <w:rFonts w:ascii="Arial" w:hAnsi="Arial" w:cs="Arial"/>
          <w:sz w:val="22"/>
          <w:szCs w:val="24"/>
        </w:rPr>
        <w:t>)</w:t>
      </w:r>
      <w:r w:rsidRPr="00E10D0A">
        <w:rPr>
          <w:rFonts w:ascii="Arial" w:hAnsi="Arial" w:cs="Arial"/>
          <w:sz w:val="22"/>
          <w:szCs w:val="24"/>
        </w:rPr>
        <w:t xml:space="preserve"> </w:t>
      </w:r>
      <w:r w:rsidR="00470205" w:rsidRPr="00E10D0A">
        <w:rPr>
          <w:rFonts w:ascii="Arial" w:hAnsi="Arial" w:cs="Arial"/>
          <w:sz w:val="22"/>
          <w:szCs w:val="24"/>
        </w:rPr>
        <w:t xml:space="preserve">affecté(s) </w:t>
      </w:r>
      <w:r w:rsidRPr="00E10D0A">
        <w:rPr>
          <w:rFonts w:ascii="Arial" w:hAnsi="Arial" w:cs="Arial"/>
          <w:sz w:val="22"/>
          <w:szCs w:val="24"/>
        </w:rPr>
        <w:t>au titre dudit contrat</w:t>
      </w:r>
      <w:r w:rsidR="00EC6825" w:rsidRPr="00E10D0A">
        <w:rPr>
          <w:rStyle w:val="FootnoteReference"/>
          <w:rFonts w:ascii="Arial" w:hAnsi="Arial" w:cs="Arial"/>
          <w:sz w:val="22"/>
          <w:szCs w:val="24"/>
        </w:rPr>
        <w:footnoteReference w:id="2"/>
      </w:r>
      <w:r w:rsidRPr="00E10D0A">
        <w:rPr>
          <w:rFonts w:ascii="Arial" w:hAnsi="Arial" w:cs="Arial"/>
          <w:sz w:val="22"/>
          <w:szCs w:val="24"/>
        </w:rPr>
        <w:t>.</w:t>
      </w:r>
    </w:p>
    <w:p w14:paraId="7C19A996" w14:textId="77777777" w:rsidR="00E10D0A" w:rsidRDefault="00E10D0A" w:rsidP="00E10D0A">
      <w:pPr>
        <w:pStyle w:val="ListParagraph"/>
        <w:spacing w:after="240"/>
        <w:ind w:left="714"/>
        <w:rPr>
          <w:rFonts w:ascii="Arial" w:hAnsi="Arial" w:cs="Arial"/>
          <w:sz w:val="22"/>
          <w:szCs w:val="24"/>
        </w:rPr>
      </w:pPr>
    </w:p>
    <w:p w14:paraId="7F8BDBCB" w14:textId="1B1ECCE9" w:rsidR="00E10D0A" w:rsidRDefault="009B62E3" w:rsidP="00152714">
      <w:pPr>
        <w:pStyle w:val="ListParagraph"/>
        <w:numPr>
          <w:ilvl w:val="0"/>
          <w:numId w:val="4"/>
        </w:numPr>
        <w:spacing w:after="360"/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 xml:space="preserve">choisir l’opérateur de boucle locale </w:t>
      </w:r>
      <w:r w:rsidR="00F20579" w:rsidRPr="00E10D0A">
        <w:rPr>
          <w:rFonts w:ascii="Arial" w:hAnsi="Arial" w:cs="Arial"/>
          <w:sz w:val="22"/>
          <w:szCs w:val="24"/>
          <w:shd w:val="clear" w:color="auto" w:fill="99CCFF"/>
        </w:rPr>
        <w:t>………</w:t>
      </w:r>
      <w:r w:rsidR="00F20579">
        <w:rPr>
          <w:rFonts w:ascii="Arial" w:hAnsi="Arial" w:cs="Arial"/>
          <w:sz w:val="22"/>
          <w:szCs w:val="24"/>
          <w:shd w:val="clear" w:color="auto" w:fill="99CCFF"/>
        </w:rPr>
        <w:t>…………………………….</w:t>
      </w:r>
      <w:r w:rsidRPr="00E10D0A">
        <w:rPr>
          <w:rFonts w:ascii="Arial" w:hAnsi="Arial" w:cs="Arial"/>
          <w:sz w:val="22"/>
          <w:szCs w:val="24"/>
        </w:rPr>
        <w:t xml:space="preserve">, au lieu et place de </w:t>
      </w:r>
      <w:r w:rsidR="005E68D8" w:rsidRPr="00E10D0A">
        <w:rPr>
          <w:rFonts w:ascii="Arial" w:hAnsi="Arial" w:cs="Arial"/>
          <w:sz w:val="22"/>
          <w:szCs w:val="24"/>
          <w:shd w:val="clear" w:color="auto" w:fill="99CCFF"/>
        </w:rPr>
        <w:t>[Opérateur Cédant]</w:t>
      </w:r>
      <w:r w:rsidR="002D1642" w:rsidRPr="00E10D0A">
        <w:rPr>
          <w:rFonts w:ascii="Arial" w:hAnsi="Arial" w:cs="Arial"/>
          <w:sz w:val="22"/>
          <w:szCs w:val="24"/>
          <w:shd w:val="clear" w:color="auto" w:fill="99CCFF"/>
        </w:rPr>
        <w:t>…………</w:t>
      </w:r>
      <w:r w:rsidR="00152714" w:rsidRPr="00E10D0A">
        <w:rPr>
          <w:rFonts w:ascii="Arial" w:hAnsi="Arial" w:cs="Arial"/>
          <w:sz w:val="22"/>
          <w:szCs w:val="24"/>
          <w:shd w:val="clear" w:color="auto" w:fill="99CCFF"/>
        </w:rPr>
        <w:t>…</w:t>
      </w:r>
      <w:r w:rsidR="002D1642" w:rsidRPr="00E10D0A">
        <w:rPr>
          <w:rFonts w:ascii="Arial" w:hAnsi="Arial" w:cs="Arial"/>
          <w:sz w:val="22"/>
          <w:szCs w:val="24"/>
          <w:shd w:val="clear" w:color="auto" w:fill="99CCFF"/>
        </w:rPr>
        <w:t>………….</w:t>
      </w:r>
      <w:r w:rsidRPr="00E10D0A">
        <w:rPr>
          <w:rFonts w:ascii="Arial" w:hAnsi="Arial" w:cs="Arial"/>
          <w:sz w:val="22"/>
          <w:szCs w:val="24"/>
          <w:shd w:val="clear" w:color="auto" w:fill="99CCFF"/>
        </w:rPr>
        <w:t xml:space="preserve"> </w:t>
      </w:r>
      <w:r w:rsidRPr="00E10D0A">
        <w:rPr>
          <w:rFonts w:ascii="Arial" w:hAnsi="Arial" w:cs="Arial"/>
          <w:sz w:val="22"/>
          <w:szCs w:val="24"/>
        </w:rPr>
        <w:t>et, à ce titre, avoir pleinement connaissance des conséquences de la résiliation de mon précédent contrat</w:t>
      </w:r>
      <w:r w:rsidR="00EC6825" w:rsidRPr="00E10D0A">
        <w:rPr>
          <w:rStyle w:val="FootnoteReference"/>
          <w:rFonts w:ascii="Arial" w:hAnsi="Arial" w:cs="Arial"/>
          <w:sz w:val="22"/>
          <w:szCs w:val="24"/>
        </w:rPr>
        <w:footnoteReference w:id="3"/>
      </w:r>
      <w:r w:rsidRPr="00E10D0A">
        <w:rPr>
          <w:rFonts w:ascii="Arial" w:hAnsi="Arial" w:cs="Arial"/>
          <w:sz w:val="22"/>
          <w:szCs w:val="24"/>
        </w:rPr>
        <w:t xml:space="preserve"> avec </w:t>
      </w:r>
      <w:r w:rsidR="00E10D0A" w:rsidRPr="00E10D0A">
        <w:rPr>
          <w:rFonts w:ascii="Arial" w:hAnsi="Arial" w:cs="Arial"/>
          <w:sz w:val="22"/>
          <w:szCs w:val="24"/>
          <w:shd w:val="clear" w:color="auto" w:fill="99CCFF"/>
        </w:rPr>
        <w:t>[Opérateur Cédant]</w:t>
      </w:r>
      <w:r w:rsidR="002D1642" w:rsidRPr="00E10D0A">
        <w:rPr>
          <w:rFonts w:ascii="Arial" w:hAnsi="Arial" w:cs="Arial"/>
          <w:sz w:val="22"/>
          <w:szCs w:val="24"/>
          <w:shd w:val="clear" w:color="auto" w:fill="99CCFF"/>
        </w:rPr>
        <w:t>……………</w:t>
      </w:r>
      <w:r w:rsidR="00152714" w:rsidRPr="00152714">
        <w:rPr>
          <w:rFonts w:ascii="Arial" w:hAnsi="Arial" w:cs="Arial"/>
          <w:sz w:val="22"/>
          <w:szCs w:val="24"/>
          <w:shd w:val="clear" w:color="auto" w:fill="99CCFF"/>
        </w:rPr>
        <w:t xml:space="preserve"> …</w:t>
      </w:r>
      <w:r w:rsidR="002D1642" w:rsidRPr="00E10D0A">
        <w:rPr>
          <w:rFonts w:ascii="Arial" w:hAnsi="Arial" w:cs="Arial"/>
          <w:sz w:val="22"/>
          <w:szCs w:val="24"/>
          <w:shd w:val="clear" w:color="auto" w:fill="99CCFF"/>
        </w:rPr>
        <w:t>……….</w:t>
      </w:r>
      <w:r w:rsidRPr="00E10D0A">
        <w:rPr>
          <w:rFonts w:ascii="Arial" w:hAnsi="Arial" w:cs="Arial"/>
          <w:sz w:val="22"/>
          <w:szCs w:val="24"/>
          <w:shd w:val="clear" w:color="auto" w:fill="99CCFF"/>
        </w:rPr>
        <w:t>,</w:t>
      </w:r>
      <w:r w:rsidRPr="00E10D0A">
        <w:rPr>
          <w:rFonts w:ascii="Arial" w:hAnsi="Arial" w:cs="Arial"/>
          <w:sz w:val="22"/>
          <w:szCs w:val="24"/>
        </w:rPr>
        <w:t xml:space="preserve"> à savoir la rupture d</w:t>
      </w:r>
      <w:r w:rsidR="00152714">
        <w:rPr>
          <w:rFonts w:ascii="Arial" w:hAnsi="Arial" w:cs="Arial"/>
          <w:sz w:val="22"/>
          <w:szCs w:val="24"/>
        </w:rPr>
        <w:t>u lien contractuel avec celle-</w:t>
      </w:r>
      <w:r w:rsidRPr="00E10D0A">
        <w:rPr>
          <w:rFonts w:ascii="Arial" w:hAnsi="Arial" w:cs="Arial"/>
          <w:sz w:val="22"/>
          <w:szCs w:val="24"/>
        </w:rPr>
        <w:t>ci et le fait</w:t>
      </w:r>
      <w:r w:rsidR="00470205" w:rsidRPr="00E10D0A">
        <w:rPr>
          <w:rFonts w:ascii="Arial" w:hAnsi="Arial" w:cs="Arial"/>
          <w:sz w:val="22"/>
          <w:szCs w:val="24"/>
        </w:rPr>
        <w:t>, qu’une fois la portabilité effectuée,</w:t>
      </w:r>
      <w:r w:rsidRPr="00E10D0A">
        <w:rPr>
          <w:rFonts w:ascii="Arial" w:hAnsi="Arial" w:cs="Arial"/>
          <w:sz w:val="22"/>
          <w:szCs w:val="24"/>
        </w:rPr>
        <w:t xml:space="preserve"> la fourniture </w:t>
      </w:r>
      <w:r w:rsidR="00470205" w:rsidRPr="00E10D0A">
        <w:rPr>
          <w:rFonts w:ascii="Arial" w:hAnsi="Arial" w:cs="Arial"/>
          <w:sz w:val="22"/>
          <w:szCs w:val="24"/>
        </w:rPr>
        <w:t xml:space="preserve">du service </w:t>
      </w:r>
      <w:r w:rsidR="000D35BD" w:rsidRPr="00E10D0A">
        <w:rPr>
          <w:rFonts w:ascii="Arial" w:hAnsi="Arial" w:cs="Arial"/>
          <w:sz w:val="22"/>
          <w:szCs w:val="24"/>
        </w:rPr>
        <w:t>téléphonique</w:t>
      </w:r>
      <w:r w:rsidRPr="00E10D0A">
        <w:rPr>
          <w:rFonts w:ascii="Arial" w:hAnsi="Arial" w:cs="Arial"/>
          <w:sz w:val="22"/>
          <w:szCs w:val="24"/>
        </w:rPr>
        <w:t xml:space="preserve"> </w:t>
      </w:r>
      <w:r w:rsidR="00470205" w:rsidRPr="00E10D0A">
        <w:rPr>
          <w:rFonts w:ascii="Arial" w:hAnsi="Arial" w:cs="Arial"/>
          <w:sz w:val="22"/>
          <w:szCs w:val="24"/>
        </w:rPr>
        <w:t>sera</w:t>
      </w:r>
      <w:r w:rsidRPr="00E10D0A">
        <w:rPr>
          <w:rFonts w:ascii="Arial" w:hAnsi="Arial" w:cs="Arial"/>
          <w:sz w:val="22"/>
          <w:szCs w:val="24"/>
        </w:rPr>
        <w:t xml:space="preserve"> </w:t>
      </w:r>
      <w:r w:rsidR="00470205" w:rsidRPr="00E10D0A">
        <w:rPr>
          <w:rFonts w:ascii="Arial" w:hAnsi="Arial" w:cs="Arial"/>
          <w:sz w:val="22"/>
          <w:szCs w:val="24"/>
        </w:rPr>
        <w:t>opéré</w:t>
      </w:r>
      <w:r w:rsidR="000D35BD" w:rsidRPr="00E10D0A">
        <w:rPr>
          <w:rFonts w:ascii="Arial" w:hAnsi="Arial" w:cs="Arial"/>
          <w:sz w:val="22"/>
          <w:szCs w:val="24"/>
        </w:rPr>
        <w:t xml:space="preserve">e </w:t>
      </w:r>
      <w:r w:rsidR="00470205" w:rsidRPr="00E10D0A">
        <w:rPr>
          <w:rFonts w:ascii="Arial" w:hAnsi="Arial" w:cs="Arial"/>
          <w:sz w:val="22"/>
          <w:szCs w:val="24"/>
        </w:rPr>
        <w:t>exclusivement par</w:t>
      </w:r>
      <w:r w:rsidRPr="00E10D0A">
        <w:rPr>
          <w:rFonts w:ascii="Arial" w:hAnsi="Arial" w:cs="Arial"/>
          <w:sz w:val="22"/>
          <w:szCs w:val="24"/>
        </w:rPr>
        <w:t xml:space="preserve"> </w:t>
      </w:r>
      <w:r w:rsidR="00F20579" w:rsidRPr="00E10D0A">
        <w:rPr>
          <w:rFonts w:ascii="Arial" w:hAnsi="Arial" w:cs="Arial"/>
          <w:sz w:val="22"/>
          <w:szCs w:val="24"/>
          <w:shd w:val="clear" w:color="auto" w:fill="99CCFF"/>
        </w:rPr>
        <w:t>……</w:t>
      </w:r>
      <w:r w:rsidR="00F20579">
        <w:rPr>
          <w:rFonts w:ascii="Arial" w:hAnsi="Arial" w:cs="Arial"/>
          <w:sz w:val="22"/>
          <w:szCs w:val="24"/>
          <w:shd w:val="clear" w:color="auto" w:fill="99CCFF"/>
        </w:rPr>
        <w:t>…………………………………</w:t>
      </w:r>
      <w:r w:rsidR="00F20579" w:rsidRPr="00E10D0A">
        <w:rPr>
          <w:rFonts w:ascii="Arial" w:hAnsi="Arial" w:cs="Arial"/>
          <w:sz w:val="22"/>
          <w:szCs w:val="24"/>
          <w:shd w:val="clear" w:color="auto" w:fill="99CCFF"/>
        </w:rPr>
        <w:t>…</w:t>
      </w:r>
      <w:r w:rsidR="00E10D0A">
        <w:rPr>
          <w:rFonts w:ascii="Arial" w:hAnsi="Arial" w:cs="Arial"/>
          <w:sz w:val="22"/>
          <w:szCs w:val="24"/>
        </w:rPr>
        <w:t>.</w:t>
      </w:r>
    </w:p>
    <w:p w14:paraId="3850F743" w14:textId="77777777" w:rsidR="00E10D0A" w:rsidRPr="00E10D0A" w:rsidRDefault="00E10D0A" w:rsidP="00E10D0A">
      <w:pPr>
        <w:pStyle w:val="ListParagraph"/>
        <w:spacing w:after="360"/>
        <w:rPr>
          <w:rFonts w:ascii="Arial" w:hAnsi="Arial" w:cs="Arial"/>
          <w:sz w:val="22"/>
          <w:szCs w:val="24"/>
        </w:rPr>
      </w:pPr>
    </w:p>
    <w:p w14:paraId="152AA94C" w14:textId="664B05E6" w:rsidR="00AC3980" w:rsidRPr="00E10D0A" w:rsidRDefault="009B62E3" w:rsidP="00E10D0A">
      <w:pPr>
        <w:pStyle w:val="ListParagraph"/>
        <w:numPr>
          <w:ilvl w:val="0"/>
          <w:numId w:val="4"/>
        </w:numPr>
        <w:spacing w:after="360"/>
        <w:ind w:left="714" w:hanging="357"/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 xml:space="preserve">avoir donné mandat à la société </w:t>
      </w:r>
      <w:r w:rsidR="00F20579" w:rsidRPr="00E10D0A">
        <w:rPr>
          <w:rFonts w:ascii="Arial" w:hAnsi="Arial" w:cs="Arial"/>
          <w:sz w:val="22"/>
          <w:szCs w:val="24"/>
          <w:shd w:val="clear" w:color="auto" w:fill="99CCFF"/>
        </w:rPr>
        <w:t>………</w:t>
      </w:r>
      <w:r w:rsidR="00F20579">
        <w:rPr>
          <w:rFonts w:ascii="Arial" w:hAnsi="Arial" w:cs="Arial"/>
          <w:sz w:val="22"/>
          <w:szCs w:val="24"/>
          <w:shd w:val="clear" w:color="auto" w:fill="99CCFF"/>
        </w:rPr>
        <w:t xml:space="preserve">                                  </w:t>
      </w:r>
      <w:r w:rsidRPr="00E10D0A">
        <w:rPr>
          <w:rFonts w:ascii="Arial" w:hAnsi="Arial" w:cs="Arial"/>
          <w:sz w:val="22"/>
          <w:szCs w:val="24"/>
        </w:rPr>
        <w:t xml:space="preserve">, N° SIREN </w:t>
      </w:r>
      <w:r w:rsidR="00F20579" w:rsidRPr="00E10D0A">
        <w:rPr>
          <w:rFonts w:ascii="Arial" w:hAnsi="Arial" w:cs="Arial"/>
          <w:sz w:val="22"/>
          <w:szCs w:val="24"/>
          <w:shd w:val="clear" w:color="auto" w:fill="99CCFF"/>
        </w:rPr>
        <w:t>………</w:t>
      </w:r>
      <w:r w:rsidR="00F20579">
        <w:rPr>
          <w:rFonts w:ascii="Arial" w:hAnsi="Arial" w:cs="Arial"/>
          <w:sz w:val="22"/>
          <w:szCs w:val="24"/>
          <w:shd w:val="clear" w:color="auto" w:fill="99CCFF"/>
        </w:rPr>
        <w:t xml:space="preserve">           </w:t>
      </w:r>
      <w:r w:rsidRPr="00E10D0A">
        <w:rPr>
          <w:rFonts w:ascii="Arial" w:hAnsi="Arial" w:cs="Arial"/>
          <w:sz w:val="22"/>
          <w:szCs w:val="24"/>
        </w:rPr>
        <w:t xml:space="preserve">, pour effectuer, </w:t>
      </w:r>
      <w:r w:rsidR="00EC6825" w:rsidRPr="00E10D0A">
        <w:rPr>
          <w:rFonts w:ascii="Arial" w:hAnsi="Arial" w:cs="Arial"/>
          <w:sz w:val="22"/>
          <w:szCs w:val="24"/>
        </w:rPr>
        <w:t xml:space="preserve">au </w:t>
      </w:r>
      <w:r w:rsidRPr="00E10D0A">
        <w:rPr>
          <w:rFonts w:ascii="Arial" w:hAnsi="Arial" w:cs="Arial"/>
          <w:sz w:val="22"/>
          <w:szCs w:val="24"/>
        </w:rPr>
        <w:t xml:space="preserve">nom et pour </w:t>
      </w:r>
      <w:r w:rsidR="00EC6825" w:rsidRPr="00E10D0A">
        <w:rPr>
          <w:rFonts w:ascii="Arial" w:hAnsi="Arial" w:cs="Arial"/>
          <w:sz w:val="22"/>
          <w:szCs w:val="24"/>
        </w:rPr>
        <w:t xml:space="preserve">le </w:t>
      </w:r>
      <w:r w:rsidRPr="00E10D0A">
        <w:rPr>
          <w:rFonts w:ascii="Arial" w:hAnsi="Arial" w:cs="Arial"/>
          <w:sz w:val="22"/>
          <w:szCs w:val="24"/>
        </w:rPr>
        <w:t>compte</w:t>
      </w:r>
      <w:r w:rsidR="00EC6825" w:rsidRPr="00E10D0A">
        <w:rPr>
          <w:rFonts w:ascii="Arial" w:hAnsi="Arial" w:cs="Arial"/>
          <w:sz w:val="22"/>
          <w:szCs w:val="24"/>
        </w:rPr>
        <w:t xml:space="preserve"> de </w:t>
      </w:r>
      <w:r w:rsidR="00EC6825" w:rsidRPr="00E10D0A">
        <w:rPr>
          <w:rFonts w:ascii="Arial" w:hAnsi="Arial" w:cs="Arial"/>
          <w:sz w:val="22"/>
          <w:shd w:val="clear" w:color="auto" w:fill="99CCFF"/>
        </w:rPr>
        <w:t>[Mandant/Client]……………………………………………………………………</w:t>
      </w:r>
      <w:r w:rsidRPr="00E10D0A">
        <w:rPr>
          <w:rFonts w:ascii="Arial" w:hAnsi="Arial" w:cs="Arial"/>
          <w:sz w:val="22"/>
          <w:szCs w:val="24"/>
        </w:rPr>
        <w:t xml:space="preserve">, toutes les démarches nécessaires auprès de </w:t>
      </w:r>
      <w:r w:rsidR="00EC6825" w:rsidRPr="00E10D0A">
        <w:rPr>
          <w:rFonts w:ascii="Arial" w:hAnsi="Arial" w:cs="Arial"/>
          <w:sz w:val="22"/>
          <w:szCs w:val="24"/>
        </w:rPr>
        <w:t>l’</w:t>
      </w:r>
      <w:r w:rsidRPr="00E10D0A">
        <w:rPr>
          <w:rFonts w:ascii="Arial" w:hAnsi="Arial" w:cs="Arial"/>
          <w:sz w:val="22"/>
          <w:szCs w:val="24"/>
        </w:rPr>
        <w:t xml:space="preserve">ancien opérateur de boucle locale, afin de procéder à la résiliation de </w:t>
      </w:r>
      <w:r w:rsidR="00EC6825" w:rsidRPr="00E10D0A">
        <w:rPr>
          <w:rFonts w:ascii="Arial" w:hAnsi="Arial" w:cs="Arial"/>
          <w:sz w:val="22"/>
          <w:szCs w:val="24"/>
        </w:rPr>
        <w:t>s</w:t>
      </w:r>
      <w:r w:rsidRPr="00E10D0A">
        <w:rPr>
          <w:rFonts w:ascii="Arial" w:hAnsi="Arial" w:cs="Arial"/>
          <w:sz w:val="22"/>
          <w:szCs w:val="24"/>
        </w:rPr>
        <w:t xml:space="preserve">on </w:t>
      </w:r>
      <w:r w:rsidR="00EC6825" w:rsidRPr="00E10D0A">
        <w:rPr>
          <w:rFonts w:ascii="Arial" w:hAnsi="Arial" w:cs="Arial"/>
          <w:sz w:val="22"/>
          <w:szCs w:val="24"/>
        </w:rPr>
        <w:t xml:space="preserve">service </w:t>
      </w:r>
      <w:r w:rsidRPr="00E10D0A">
        <w:rPr>
          <w:rFonts w:ascii="Arial" w:hAnsi="Arial" w:cs="Arial"/>
          <w:sz w:val="22"/>
          <w:szCs w:val="24"/>
        </w:rPr>
        <w:t xml:space="preserve">téléphonique </w:t>
      </w:r>
      <w:r w:rsidR="00EC6825" w:rsidRPr="00E10D0A">
        <w:rPr>
          <w:rFonts w:ascii="Arial" w:hAnsi="Arial" w:cs="Arial"/>
          <w:sz w:val="22"/>
          <w:szCs w:val="24"/>
        </w:rPr>
        <w:t xml:space="preserve"> et </w:t>
      </w:r>
      <w:r w:rsidRPr="00E10D0A">
        <w:rPr>
          <w:rFonts w:ascii="Arial" w:hAnsi="Arial" w:cs="Arial"/>
          <w:sz w:val="22"/>
          <w:szCs w:val="24"/>
        </w:rPr>
        <w:t>de mettre en œuvre la portabilité des numéros susvisés.</w:t>
      </w:r>
    </w:p>
    <w:p w14:paraId="20AD87ED" w14:textId="77777777" w:rsidR="00AC3980" w:rsidRDefault="00AC3980">
      <w:pPr>
        <w:rPr>
          <w:rFonts w:ascii="Arial" w:hAnsi="Arial" w:cs="Arial"/>
          <w:sz w:val="24"/>
          <w:szCs w:val="24"/>
        </w:rPr>
      </w:pPr>
    </w:p>
    <w:p w14:paraId="3C44553B" w14:textId="77777777" w:rsidR="00AC3980" w:rsidRPr="00CF6D45" w:rsidRDefault="00AC3980" w:rsidP="00AC39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est entendu que la validité du présent mandat est soumise à la signature préalable par </w:t>
      </w:r>
      <w:r w:rsidR="00A04EDB">
        <w:rPr>
          <w:rFonts w:ascii="Arial" w:hAnsi="Arial" w:cs="Arial"/>
          <w:sz w:val="22"/>
          <w:szCs w:val="22"/>
        </w:rPr>
        <w:t>le mandant/Client</w:t>
      </w:r>
      <w:r>
        <w:rPr>
          <w:rFonts w:ascii="Arial" w:hAnsi="Arial" w:cs="Arial"/>
          <w:sz w:val="22"/>
          <w:szCs w:val="22"/>
        </w:rPr>
        <w:t xml:space="preserve"> du Contrat</w:t>
      </w:r>
      <w:r w:rsidR="00EC6825">
        <w:rPr>
          <w:rStyle w:val="FootnoteReference"/>
          <w:rFonts w:ascii="Arial" w:hAnsi="Arial" w:cs="Arial"/>
          <w:sz w:val="22"/>
          <w:szCs w:val="22"/>
        </w:rPr>
        <w:footnoteReference w:id="4"/>
      </w:r>
      <w:r>
        <w:rPr>
          <w:rFonts w:ascii="Arial" w:hAnsi="Arial" w:cs="Arial"/>
          <w:sz w:val="22"/>
          <w:szCs w:val="22"/>
        </w:rPr>
        <w:t xml:space="preserve"> pour le service concerné relatif au(x) numéro(s) indiqué(s) dans le présent mandat.</w:t>
      </w:r>
    </w:p>
    <w:p w14:paraId="59BD5811" w14:textId="77777777" w:rsidR="00AC3980" w:rsidRPr="00D52F47" w:rsidRDefault="00AC3980">
      <w:pPr>
        <w:rPr>
          <w:rFonts w:ascii="Arial" w:hAnsi="Arial" w:cs="Arial"/>
          <w:sz w:val="24"/>
          <w:szCs w:val="24"/>
        </w:rPr>
      </w:pPr>
    </w:p>
    <w:p w14:paraId="4FE862F6" w14:textId="77777777" w:rsidR="009B62E3" w:rsidRPr="00D52F47" w:rsidRDefault="009B62E3">
      <w:pPr>
        <w:rPr>
          <w:rFonts w:ascii="Arial" w:hAnsi="Arial" w:cs="Arial"/>
          <w:sz w:val="24"/>
          <w:szCs w:val="24"/>
        </w:rPr>
      </w:pPr>
    </w:p>
    <w:p w14:paraId="21294897" w14:textId="77777777" w:rsidR="009B62E3" w:rsidRPr="00E10D0A" w:rsidRDefault="00E10D0A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74EC1" w:rsidRPr="00E10D0A">
        <w:rPr>
          <w:rFonts w:ascii="Arial" w:hAnsi="Arial" w:cs="Arial"/>
          <w:sz w:val="22"/>
          <w:szCs w:val="24"/>
        </w:rPr>
        <w:t>Fait</w:t>
      </w:r>
      <w:r w:rsidR="009B62E3" w:rsidRPr="00E10D0A">
        <w:rPr>
          <w:rFonts w:ascii="Arial" w:hAnsi="Arial" w:cs="Arial"/>
          <w:sz w:val="22"/>
          <w:szCs w:val="24"/>
        </w:rPr>
        <w:t xml:space="preserve"> à ......................................, le .....................</w:t>
      </w:r>
      <w:r w:rsidR="00E1434A" w:rsidRPr="00E10D0A">
        <w:rPr>
          <w:rFonts w:ascii="Arial" w:hAnsi="Arial" w:cs="Arial"/>
          <w:sz w:val="22"/>
          <w:szCs w:val="24"/>
        </w:rPr>
        <w:t>.........................</w:t>
      </w:r>
    </w:p>
    <w:p w14:paraId="47D29ECC" w14:textId="77777777" w:rsidR="00E10D0A" w:rsidRPr="00E10D0A" w:rsidRDefault="007046D2">
      <w:pPr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ab/>
      </w:r>
      <w:r w:rsidRPr="00E10D0A">
        <w:rPr>
          <w:rFonts w:ascii="Arial" w:hAnsi="Arial" w:cs="Arial"/>
          <w:sz w:val="22"/>
          <w:szCs w:val="24"/>
        </w:rPr>
        <w:tab/>
      </w:r>
      <w:r w:rsidRPr="00E10D0A">
        <w:rPr>
          <w:rFonts w:ascii="Arial" w:hAnsi="Arial" w:cs="Arial"/>
          <w:sz w:val="22"/>
          <w:szCs w:val="24"/>
        </w:rPr>
        <w:tab/>
      </w:r>
      <w:r w:rsidRPr="00E10D0A">
        <w:rPr>
          <w:rFonts w:ascii="Arial" w:hAnsi="Arial" w:cs="Arial"/>
          <w:sz w:val="22"/>
          <w:szCs w:val="24"/>
        </w:rPr>
        <w:tab/>
      </w:r>
    </w:p>
    <w:p w14:paraId="7622DF0F" w14:textId="77777777" w:rsidR="00E10D0A" w:rsidRPr="00E10D0A" w:rsidRDefault="00E10D0A">
      <w:pPr>
        <w:rPr>
          <w:rFonts w:ascii="Arial" w:hAnsi="Arial" w:cs="Arial"/>
          <w:sz w:val="22"/>
          <w:szCs w:val="24"/>
        </w:rPr>
      </w:pPr>
    </w:p>
    <w:p w14:paraId="32D43251" w14:textId="77777777" w:rsidR="009B62E3" w:rsidRPr="00E10D0A" w:rsidRDefault="00E74EC1" w:rsidP="00E10D0A">
      <w:pPr>
        <w:ind w:left="1416" w:firstLine="708"/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>Signature &amp; Cachet</w:t>
      </w:r>
      <w:r w:rsidR="008A5DC6" w:rsidRPr="00E10D0A">
        <w:rPr>
          <w:rFonts w:ascii="Arial" w:hAnsi="Arial" w:cs="Arial"/>
          <w:sz w:val="22"/>
          <w:szCs w:val="24"/>
        </w:rPr>
        <w:t xml:space="preserve"> (</w:t>
      </w:r>
      <w:r w:rsidR="008A5DC6" w:rsidRPr="00E10D0A">
        <w:rPr>
          <w:rFonts w:ascii="Arial" w:hAnsi="Arial" w:cs="Arial"/>
          <w:sz w:val="22"/>
          <w:szCs w:val="24"/>
          <w:highlight w:val="yellow"/>
        </w:rPr>
        <w:t>obligatoire</w:t>
      </w:r>
      <w:r w:rsidR="008A5DC6" w:rsidRPr="00E10D0A">
        <w:rPr>
          <w:rFonts w:ascii="Arial" w:hAnsi="Arial" w:cs="Arial"/>
          <w:sz w:val="22"/>
          <w:szCs w:val="24"/>
        </w:rPr>
        <w:t>)</w:t>
      </w:r>
      <w:r w:rsidR="009B62E3" w:rsidRPr="00E10D0A">
        <w:rPr>
          <w:rFonts w:ascii="Arial" w:hAnsi="Arial" w:cs="Arial"/>
          <w:sz w:val="22"/>
          <w:szCs w:val="24"/>
        </w:rPr>
        <w:t>..................................</w:t>
      </w:r>
      <w:r w:rsidR="00E1434A" w:rsidRPr="00E10D0A">
        <w:rPr>
          <w:rFonts w:ascii="Arial" w:hAnsi="Arial" w:cs="Arial"/>
          <w:sz w:val="22"/>
          <w:szCs w:val="24"/>
        </w:rPr>
        <w:t>..............</w:t>
      </w:r>
    </w:p>
    <w:p w14:paraId="119B2E9C" w14:textId="77777777" w:rsidR="007046D2" w:rsidRPr="00E10D0A" w:rsidRDefault="007046D2" w:rsidP="007046D2">
      <w:pPr>
        <w:rPr>
          <w:rFonts w:ascii="Arial" w:hAnsi="Arial" w:cs="Arial"/>
          <w:b/>
          <w:sz w:val="22"/>
          <w:szCs w:val="24"/>
          <w:u w:val="single"/>
        </w:rPr>
      </w:pPr>
    </w:p>
    <w:p w14:paraId="0957E0B4" w14:textId="77777777" w:rsidR="00655E9A" w:rsidRPr="00D52F47" w:rsidRDefault="00655E9A" w:rsidP="00655E9A">
      <w:pPr>
        <w:rPr>
          <w:rFonts w:ascii="Arial" w:hAnsi="Arial" w:cs="Arial"/>
          <w:sz w:val="24"/>
          <w:szCs w:val="24"/>
        </w:rPr>
      </w:pPr>
    </w:p>
    <w:p w14:paraId="0B541E8E" w14:textId="77777777" w:rsidR="00655E9A" w:rsidRPr="00D52F47" w:rsidRDefault="00655E9A" w:rsidP="00E10D0A">
      <w:pPr>
        <w:ind w:left="720"/>
        <w:rPr>
          <w:rFonts w:ascii="Arial" w:hAnsi="Arial" w:cs="Arial"/>
          <w:sz w:val="24"/>
          <w:szCs w:val="24"/>
        </w:rPr>
      </w:pPr>
    </w:p>
    <w:sectPr w:rsidR="00655E9A" w:rsidRPr="00D52F47" w:rsidSect="005F54A5">
      <w:footerReference w:type="default" r:id="rId13"/>
      <w:pgSz w:w="11906" w:h="16838"/>
      <w:pgMar w:top="1252" w:right="1417" w:bottom="1134" w:left="1417" w:header="426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617AF" w14:textId="77777777" w:rsidR="00D31FE1" w:rsidRDefault="00D31FE1">
      <w:r>
        <w:separator/>
      </w:r>
    </w:p>
  </w:endnote>
  <w:endnote w:type="continuationSeparator" w:id="0">
    <w:p w14:paraId="0CC7546B" w14:textId="77777777" w:rsidR="00D31FE1" w:rsidRDefault="00D31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2DBCA" w14:textId="77777777" w:rsidR="00D6018C" w:rsidRPr="009C7EA2" w:rsidRDefault="00D6018C" w:rsidP="00330843">
    <w:pPr>
      <w:pStyle w:val="Footer"/>
    </w:pPr>
    <w:r>
      <w:rPr>
        <w:color w:val="0000FF"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6AD06" w14:textId="77777777" w:rsidR="00D31FE1" w:rsidRDefault="00D31FE1">
      <w:r>
        <w:separator/>
      </w:r>
    </w:p>
  </w:footnote>
  <w:footnote w:type="continuationSeparator" w:id="0">
    <w:p w14:paraId="6EC89472" w14:textId="77777777" w:rsidR="00D31FE1" w:rsidRDefault="00D31FE1">
      <w:r>
        <w:continuationSeparator/>
      </w:r>
    </w:p>
  </w:footnote>
  <w:footnote w:id="1">
    <w:p w14:paraId="1FF3CE61" w14:textId="1C43358D" w:rsidR="00987932" w:rsidRDefault="00A7438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7438E">
        <w:t>Il est de la responsabilité du manda</w:t>
      </w:r>
      <w:r w:rsidR="004E7753">
        <w:t>nt/C</w:t>
      </w:r>
      <w:r w:rsidRPr="00A7438E">
        <w:t>lient de s’assurer</w:t>
      </w:r>
      <w:r>
        <w:t xml:space="preserve"> que l’adresse indiquée est</w:t>
      </w:r>
      <w:r w:rsidR="00987932">
        <w:t xml:space="preserve"> correcte</w:t>
      </w:r>
      <w:r>
        <w:t xml:space="preserve"> </w:t>
      </w:r>
      <w:r w:rsidR="00987932">
        <w:t xml:space="preserve">et suffisamment renseignée </w:t>
      </w:r>
      <w:r w:rsidR="007E30F5">
        <w:t>afin d’être</w:t>
      </w:r>
      <w:r w:rsidR="004E7753">
        <w:t xml:space="preserve"> utilisée par </w:t>
      </w:r>
      <w:r w:rsidR="00F20579">
        <w:t>[</w:t>
      </w:r>
      <w:r w:rsidR="00F20579" w:rsidRPr="00F20579">
        <w:rPr>
          <w:rFonts w:ascii="Arial" w:hAnsi="Arial" w:cs="Arial"/>
          <w:sz w:val="22"/>
          <w:szCs w:val="24"/>
          <w:shd w:val="clear" w:color="auto" w:fill="99CCFF"/>
        </w:rPr>
        <w:t>O</w:t>
      </w:r>
      <w:r w:rsidR="00F20579" w:rsidRPr="00F20579">
        <w:rPr>
          <w:rFonts w:ascii="Arial" w:hAnsi="Arial" w:cs="Arial"/>
          <w:sz w:val="22"/>
          <w:szCs w:val="24"/>
          <w:shd w:val="clear" w:color="auto" w:fill="99CCFF"/>
        </w:rPr>
        <w:t>pérateur</w:t>
      </w:r>
      <w:r w:rsidR="00F20579" w:rsidRPr="00F20579">
        <w:rPr>
          <w:rFonts w:ascii="Arial" w:hAnsi="Arial" w:cs="Arial"/>
          <w:sz w:val="22"/>
          <w:szCs w:val="24"/>
          <w:shd w:val="clear" w:color="auto" w:fill="99CCFF"/>
        </w:rPr>
        <w:t> :</w:t>
      </w:r>
      <w:r w:rsidR="00F20579">
        <w:rPr>
          <w:rFonts w:ascii="Arial" w:hAnsi="Arial" w:cs="Arial"/>
          <w:sz w:val="22"/>
          <w:szCs w:val="24"/>
          <w:shd w:val="clear" w:color="auto" w:fill="99CCFF"/>
        </w:rPr>
        <w:t>……………………….</w:t>
      </w:r>
      <w:r w:rsidR="00F20579" w:rsidRPr="00F20579">
        <w:rPr>
          <w:rFonts w:ascii="Arial" w:hAnsi="Arial" w:cs="Arial"/>
          <w:sz w:val="22"/>
          <w:szCs w:val="24"/>
          <w:shd w:val="clear" w:color="auto" w:fill="99CCFF"/>
        </w:rPr>
        <w:t>]</w:t>
      </w:r>
      <w:r w:rsidR="00F20579" w:rsidRPr="00F20579">
        <w:t xml:space="preserve"> </w:t>
      </w:r>
      <w:r w:rsidR="00987932" w:rsidRPr="00F20579">
        <w:t>pour</w:t>
      </w:r>
      <w:r w:rsidR="00987932">
        <w:t xml:space="preserve"> les s</w:t>
      </w:r>
      <w:r w:rsidR="004E7753">
        <w:t>ervices d’urgence</w:t>
      </w:r>
      <w:r w:rsidR="00987932">
        <w:t xml:space="preserve">. </w:t>
      </w:r>
    </w:p>
    <w:p w14:paraId="6741278B" w14:textId="77777777" w:rsidR="00A7438E" w:rsidRPr="00A7438E" w:rsidRDefault="00987932" w:rsidP="000B65E9">
      <w:pPr>
        <w:pStyle w:val="FootnoteText"/>
        <w:spacing w:after="120"/>
      </w:pPr>
      <w:r>
        <w:t>Aussi, tout numéro affecté doit respecter doit respecter</w:t>
      </w:r>
      <w:r w:rsidRPr="00987932">
        <w:t xml:space="preserve"> les critè</w:t>
      </w:r>
      <w:r w:rsidR="00E10D0A">
        <w:t>res d’implantation géographique</w:t>
      </w:r>
      <w:r w:rsidRPr="00987932">
        <w:t xml:space="preserve"> requis par le plan de numérotation de l’ARCEP.</w:t>
      </w:r>
    </w:p>
  </w:footnote>
  <w:footnote w:id="2">
    <w:p w14:paraId="4996E433" w14:textId="2A1D1CEC" w:rsidR="00EC6825" w:rsidRPr="00EC6825" w:rsidRDefault="00EC6825" w:rsidP="00E10D0A">
      <w:pPr>
        <w:pStyle w:val="FootnoteText"/>
        <w:spacing w:after="120"/>
      </w:pPr>
      <w:r>
        <w:rPr>
          <w:rStyle w:val="FootnoteReference"/>
        </w:rPr>
        <w:footnoteRef/>
      </w:r>
      <w:r>
        <w:t xml:space="preserve"> </w:t>
      </w:r>
      <w:r w:rsidR="005174A5">
        <w:t xml:space="preserve">Le contrat entre le mandant/Client et l’opérateur cédant doit </w:t>
      </w:r>
      <w:r w:rsidR="00FD0091">
        <w:t>faire l’objet d’une</w:t>
      </w:r>
      <w:r w:rsidR="005174A5">
        <w:t xml:space="preserve"> affectation</w:t>
      </w:r>
      <w:r w:rsidR="00FD0091">
        <w:t xml:space="preserve"> du (ou des) numéro(s) indiqué(s) dans le présent mandat. Le Client doit être le </w:t>
      </w:r>
      <w:r w:rsidR="00FD0091" w:rsidRPr="007E30F5">
        <w:t>titulaire</w:t>
      </w:r>
      <w:r w:rsidR="00152714">
        <w:t xml:space="preserve"> du (ou des) numéros concerné(s)</w:t>
      </w:r>
      <w:r w:rsidR="009D56B6" w:rsidRPr="007E30F5">
        <w:t xml:space="preserve"> </w:t>
      </w:r>
      <w:r w:rsidR="00FD0091" w:rsidRPr="007E30F5">
        <w:t xml:space="preserve">exerçant </w:t>
      </w:r>
      <w:r w:rsidR="00152714">
        <w:t xml:space="preserve">ici </w:t>
      </w:r>
      <w:r w:rsidR="00FD0091" w:rsidRPr="007E30F5">
        <w:t xml:space="preserve">son </w:t>
      </w:r>
      <w:r w:rsidR="009D56B6" w:rsidRPr="007E30F5">
        <w:t xml:space="preserve">droit à la </w:t>
      </w:r>
      <w:r w:rsidR="00FD0091" w:rsidRPr="007E30F5">
        <w:t>conservation du</w:t>
      </w:r>
      <w:r w:rsidR="00A7438E" w:rsidRPr="007E30F5">
        <w:t xml:space="preserve"> (ou des)</w:t>
      </w:r>
      <w:r w:rsidR="00FD0091" w:rsidRPr="007E30F5">
        <w:t xml:space="preserve"> numéro</w:t>
      </w:r>
      <w:r w:rsidR="00A7438E" w:rsidRPr="007E30F5">
        <w:t>(s)</w:t>
      </w:r>
      <w:r w:rsidR="00FD0091" w:rsidRPr="007E30F5">
        <w:t xml:space="preserve"> fixe</w:t>
      </w:r>
      <w:r w:rsidR="00A7438E" w:rsidRPr="007E30F5">
        <w:t>(s)</w:t>
      </w:r>
      <w:r w:rsidR="005174A5" w:rsidRPr="007E30F5">
        <w:t>. Si un (ou des) numéro</w:t>
      </w:r>
      <w:r w:rsidR="00A7438E" w:rsidRPr="007E30F5">
        <w:t>(</w:t>
      </w:r>
      <w:r w:rsidR="005174A5" w:rsidRPr="007E30F5">
        <w:t>s</w:t>
      </w:r>
      <w:r w:rsidR="00A7438E" w:rsidRPr="007E30F5">
        <w:t>)</w:t>
      </w:r>
      <w:r w:rsidR="005174A5" w:rsidRPr="007E30F5">
        <w:t xml:space="preserve"> </w:t>
      </w:r>
      <w:r w:rsidR="00A7438E" w:rsidRPr="007E30F5">
        <w:t>est (sont)</w:t>
      </w:r>
      <w:r w:rsidR="005174A5" w:rsidRPr="007E30F5">
        <w:t xml:space="preserve"> listé</w:t>
      </w:r>
      <w:r w:rsidR="00A7438E" w:rsidRPr="007E30F5">
        <w:t>(</w:t>
      </w:r>
      <w:r w:rsidR="005174A5" w:rsidRPr="007E30F5">
        <w:t>s</w:t>
      </w:r>
      <w:r w:rsidR="00A7438E" w:rsidRPr="007E30F5">
        <w:t>)</w:t>
      </w:r>
      <w:r w:rsidR="005174A5" w:rsidRPr="007E30F5">
        <w:t xml:space="preserve"> </w:t>
      </w:r>
      <w:r w:rsidR="00FD0091" w:rsidRPr="007E30F5">
        <w:t xml:space="preserve">dans le présent mandat </w:t>
      </w:r>
      <w:r w:rsidR="005174A5" w:rsidRPr="007E30F5">
        <w:t>alors qu’il</w:t>
      </w:r>
      <w:r w:rsidR="00FD0091" w:rsidRPr="007E30F5">
        <w:t>(</w:t>
      </w:r>
      <w:r w:rsidR="005174A5" w:rsidRPr="007E30F5">
        <w:t>s</w:t>
      </w:r>
      <w:r w:rsidR="00FD0091" w:rsidRPr="007E30F5">
        <w:t>) ne fai</w:t>
      </w:r>
      <w:r w:rsidR="005174A5" w:rsidRPr="00ED5AD7">
        <w:t>t</w:t>
      </w:r>
      <w:r w:rsidR="00FD0091" w:rsidRPr="00ED5AD7">
        <w:t xml:space="preserve"> (font)</w:t>
      </w:r>
      <w:r w:rsidR="005174A5" w:rsidRPr="00ED5AD7">
        <w:t xml:space="preserve"> pas l’objet d’une affectation au Client, alors </w:t>
      </w:r>
      <w:r w:rsidR="00F20579" w:rsidRPr="00E10D0A">
        <w:rPr>
          <w:rFonts w:ascii="Arial" w:hAnsi="Arial" w:cs="Arial"/>
          <w:sz w:val="22"/>
          <w:szCs w:val="24"/>
          <w:shd w:val="clear" w:color="auto" w:fill="99CCFF"/>
        </w:rPr>
        <w:t>………</w:t>
      </w:r>
      <w:r w:rsidR="00F20579">
        <w:rPr>
          <w:rFonts w:ascii="Arial" w:hAnsi="Arial" w:cs="Arial"/>
          <w:sz w:val="22"/>
          <w:szCs w:val="24"/>
          <w:shd w:val="clear" w:color="auto" w:fill="99CCFF"/>
        </w:rPr>
        <w:t>………….</w:t>
      </w:r>
      <w:r w:rsidR="005174A5" w:rsidRPr="00ED5AD7">
        <w:t xml:space="preserve"> </w:t>
      </w:r>
      <w:r w:rsidR="009D56B6" w:rsidRPr="00ED5AD7">
        <w:t xml:space="preserve">tiendra le Client comme responsable de </w:t>
      </w:r>
      <w:r w:rsidR="007407EF" w:rsidRPr="00ED5AD7">
        <w:t xml:space="preserve">toute coupure </w:t>
      </w:r>
      <w:r w:rsidR="00152714">
        <w:t xml:space="preserve">de service </w:t>
      </w:r>
      <w:r w:rsidR="009D56B6" w:rsidRPr="00ED5AD7">
        <w:t>engendré</w:t>
      </w:r>
      <w:r w:rsidR="007407EF" w:rsidRPr="00ED5AD7">
        <w:t>e</w:t>
      </w:r>
      <w:r w:rsidR="009D56B6" w:rsidRPr="00ED5AD7">
        <w:t xml:space="preserve"> pour le</w:t>
      </w:r>
      <w:r w:rsidR="00A7438E" w:rsidRPr="00E10D0A">
        <w:t>(s)</w:t>
      </w:r>
      <w:r w:rsidR="009D56B6" w:rsidRPr="007E30F5">
        <w:t xml:space="preserve"> réel</w:t>
      </w:r>
      <w:r w:rsidR="00A7438E" w:rsidRPr="00E10D0A">
        <w:t>(s)</w:t>
      </w:r>
      <w:r w:rsidR="009D56B6" w:rsidRPr="007E30F5">
        <w:t xml:space="preserve"> affectataire</w:t>
      </w:r>
      <w:r w:rsidR="00A7438E" w:rsidRPr="00E10D0A">
        <w:t>(s) du (ou des) numéro(s).</w:t>
      </w:r>
    </w:p>
  </w:footnote>
  <w:footnote w:id="3">
    <w:p w14:paraId="3CBD572A" w14:textId="77777777" w:rsidR="00EC6825" w:rsidRPr="00EC6825" w:rsidRDefault="00EC6825" w:rsidP="00E10D0A">
      <w:pPr>
        <w:pStyle w:val="FootnoteText"/>
        <w:spacing w:after="120"/>
      </w:pPr>
      <w:r>
        <w:rPr>
          <w:rStyle w:val="FootnoteReference"/>
        </w:rPr>
        <w:footnoteRef/>
      </w:r>
      <w:r>
        <w:t xml:space="preserve"> Il est de la responsabilité du mandant/client de s’assurer que l</w:t>
      </w:r>
      <w:r w:rsidRPr="000D35BD">
        <w:t>es conditions contractuelles d’abonnement au service téléphonique relatives à la durée minimum de l’abonnement</w:t>
      </w:r>
      <w:r>
        <w:t xml:space="preserve"> sont respectées. Notamment</w:t>
      </w:r>
      <w:r w:rsidR="007E30F5">
        <w:t>,</w:t>
      </w:r>
      <w:r>
        <w:t xml:space="preserve"> cette portabilité n’</w:t>
      </w:r>
      <w:r w:rsidR="007E30F5">
        <w:t>affranchit pas le mandat/C</w:t>
      </w:r>
      <w:r>
        <w:t xml:space="preserve">lient des frais de résiliation anticipée dus à l’opérateur cédant.  </w:t>
      </w:r>
    </w:p>
  </w:footnote>
  <w:footnote w:id="4">
    <w:p w14:paraId="46C5A98B" w14:textId="54D21AC2" w:rsidR="00EC6825" w:rsidRPr="00EC6825" w:rsidRDefault="00EC6825" w:rsidP="00D96987">
      <w:pPr>
        <w:pStyle w:val="FootnoteText"/>
        <w:spacing w:after="120"/>
      </w:pPr>
      <w:r>
        <w:rPr>
          <w:rStyle w:val="FootnoteReference"/>
        </w:rPr>
        <w:footnoteRef/>
      </w:r>
      <w:r>
        <w:t xml:space="preserve"> Le Contrat signifie la Commande signée par </w:t>
      </w:r>
      <w:r w:rsidR="007E30F5">
        <w:t>le Client</w:t>
      </w:r>
      <w:r>
        <w:t xml:space="preserve"> </w:t>
      </w:r>
      <w:r w:rsidR="007E30F5">
        <w:t>telle que définie</w:t>
      </w:r>
      <w:r w:rsidR="00152714">
        <w:t xml:space="preserve">, </w:t>
      </w:r>
      <w:r>
        <w:t xml:space="preserve">soit dans un contrat spécifique signé entre </w:t>
      </w:r>
      <w:r w:rsidR="00F20579" w:rsidRPr="00E10D0A">
        <w:rPr>
          <w:rFonts w:ascii="Arial" w:hAnsi="Arial" w:cs="Arial"/>
          <w:sz w:val="22"/>
          <w:szCs w:val="24"/>
          <w:shd w:val="clear" w:color="auto" w:fill="99CCFF"/>
        </w:rPr>
        <w:t>………</w:t>
      </w:r>
      <w:r w:rsidR="00F20579">
        <w:rPr>
          <w:rFonts w:ascii="Arial" w:hAnsi="Arial" w:cs="Arial"/>
          <w:sz w:val="22"/>
          <w:szCs w:val="24"/>
          <w:shd w:val="clear" w:color="auto" w:fill="99CCFF"/>
        </w:rPr>
        <w:t>…………………………..</w:t>
      </w:r>
      <w:r>
        <w:t xml:space="preserve">et </w:t>
      </w:r>
      <w:r w:rsidR="007E30F5">
        <w:t>le Client</w:t>
      </w:r>
      <w:r>
        <w:t>.</w:t>
      </w:r>
      <w:bookmarkStart w:id="1" w:name="_GoBack"/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A3EFE"/>
    <w:multiLevelType w:val="hybridMultilevel"/>
    <w:tmpl w:val="574EBCDC"/>
    <w:lvl w:ilvl="0" w:tplc="9246F4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848AA"/>
    <w:multiLevelType w:val="hybridMultilevel"/>
    <w:tmpl w:val="502AE346"/>
    <w:lvl w:ilvl="0" w:tplc="A210DC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5C0C94"/>
    <w:multiLevelType w:val="hybridMultilevel"/>
    <w:tmpl w:val="F8206588"/>
    <w:lvl w:ilvl="0" w:tplc="7828F47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EA12D9"/>
    <w:multiLevelType w:val="hybridMultilevel"/>
    <w:tmpl w:val="A4B677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EC1"/>
    <w:rsid w:val="000B65E9"/>
    <w:rsid w:val="000D35BD"/>
    <w:rsid w:val="00137B9B"/>
    <w:rsid w:val="00147F09"/>
    <w:rsid w:val="00152714"/>
    <w:rsid w:val="001A4E17"/>
    <w:rsid w:val="001B63C8"/>
    <w:rsid w:val="001E24CA"/>
    <w:rsid w:val="00223253"/>
    <w:rsid w:val="00233BFF"/>
    <w:rsid w:val="00276232"/>
    <w:rsid w:val="002B0B48"/>
    <w:rsid w:val="002D1642"/>
    <w:rsid w:val="002E73A6"/>
    <w:rsid w:val="00330843"/>
    <w:rsid w:val="003F0397"/>
    <w:rsid w:val="003F55BA"/>
    <w:rsid w:val="00470205"/>
    <w:rsid w:val="004A492E"/>
    <w:rsid w:val="004E4360"/>
    <w:rsid w:val="004E7753"/>
    <w:rsid w:val="005174A5"/>
    <w:rsid w:val="005771FF"/>
    <w:rsid w:val="005C08F6"/>
    <w:rsid w:val="005D278C"/>
    <w:rsid w:val="005E68D8"/>
    <w:rsid w:val="005F54A5"/>
    <w:rsid w:val="00630580"/>
    <w:rsid w:val="00655E9A"/>
    <w:rsid w:val="00674505"/>
    <w:rsid w:val="006B4DA1"/>
    <w:rsid w:val="007046D2"/>
    <w:rsid w:val="00712227"/>
    <w:rsid w:val="00715686"/>
    <w:rsid w:val="007407EF"/>
    <w:rsid w:val="007422A1"/>
    <w:rsid w:val="007E30F5"/>
    <w:rsid w:val="008164E0"/>
    <w:rsid w:val="008353B1"/>
    <w:rsid w:val="008A5DC6"/>
    <w:rsid w:val="008C40B9"/>
    <w:rsid w:val="008D6117"/>
    <w:rsid w:val="008D6D33"/>
    <w:rsid w:val="008E2F8B"/>
    <w:rsid w:val="00930517"/>
    <w:rsid w:val="00930F52"/>
    <w:rsid w:val="00934F36"/>
    <w:rsid w:val="0095293E"/>
    <w:rsid w:val="00954D16"/>
    <w:rsid w:val="00976AE5"/>
    <w:rsid w:val="00981925"/>
    <w:rsid w:val="00987932"/>
    <w:rsid w:val="009B62E3"/>
    <w:rsid w:val="009B631B"/>
    <w:rsid w:val="009C7EA2"/>
    <w:rsid w:val="009D56B6"/>
    <w:rsid w:val="00A04EDB"/>
    <w:rsid w:val="00A56DF8"/>
    <w:rsid w:val="00A740DC"/>
    <w:rsid w:val="00A7438E"/>
    <w:rsid w:val="00AC3980"/>
    <w:rsid w:val="00B21384"/>
    <w:rsid w:val="00C11A04"/>
    <w:rsid w:val="00C50122"/>
    <w:rsid w:val="00C86E84"/>
    <w:rsid w:val="00CE7CB0"/>
    <w:rsid w:val="00D31FE1"/>
    <w:rsid w:val="00D52F47"/>
    <w:rsid w:val="00D6018C"/>
    <w:rsid w:val="00D87165"/>
    <w:rsid w:val="00D96987"/>
    <w:rsid w:val="00E01271"/>
    <w:rsid w:val="00E10D0A"/>
    <w:rsid w:val="00E11A0A"/>
    <w:rsid w:val="00E1434A"/>
    <w:rsid w:val="00E70C3D"/>
    <w:rsid w:val="00E74EC1"/>
    <w:rsid w:val="00E939DA"/>
    <w:rsid w:val="00EC6825"/>
    <w:rsid w:val="00ED5AD7"/>
    <w:rsid w:val="00F003B9"/>
    <w:rsid w:val="00F02781"/>
    <w:rsid w:val="00F20579"/>
    <w:rsid w:val="00F23AF0"/>
    <w:rsid w:val="00F35F5C"/>
    <w:rsid w:val="00FD0091"/>
    <w:rsid w:val="00FD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780300C1"/>
  <w15:chartTrackingRefBased/>
  <w15:docId w15:val="{4EAF89BD-D929-40B9-8925-9509A98D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3B9"/>
    <w:rPr>
      <w:lang w:val="fr-FR" w:eastAsia="fr-FR"/>
    </w:rPr>
  </w:style>
  <w:style w:type="paragraph" w:styleId="Heading7">
    <w:name w:val="heading 7"/>
    <w:basedOn w:val="Normal"/>
    <w:next w:val="Normal"/>
    <w:qFormat/>
    <w:rsid w:val="00233BFF"/>
    <w:pPr>
      <w:keepNext/>
      <w:spacing w:before="240" w:after="240"/>
      <w:ind w:left="1134"/>
      <w:jc w:val="both"/>
      <w:outlineLvl w:val="6"/>
    </w:pPr>
    <w:rPr>
      <w:rFonts w:ascii="Arial" w:hAnsi="Arial"/>
      <w:b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b/>
    </w:rPr>
  </w:style>
  <w:style w:type="paragraph" w:styleId="BalloonText">
    <w:name w:val="Balloon Text"/>
    <w:basedOn w:val="Normal"/>
    <w:semiHidden/>
    <w:rsid w:val="0022325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30843"/>
  </w:style>
  <w:style w:type="paragraph" w:styleId="Title">
    <w:name w:val="Title"/>
    <w:basedOn w:val="Normal"/>
    <w:qFormat/>
    <w:rsid w:val="00233BFF"/>
    <w:pPr>
      <w:jc w:val="center"/>
    </w:pPr>
    <w:rPr>
      <w:b/>
    </w:rPr>
  </w:style>
  <w:style w:type="paragraph" w:styleId="BodyText">
    <w:name w:val="Body Text"/>
    <w:basedOn w:val="Normal"/>
    <w:rsid w:val="00233BFF"/>
    <w:pPr>
      <w:spacing w:after="120"/>
    </w:pPr>
  </w:style>
  <w:style w:type="character" w:styleId="CommentReference">
    <w:name w:val="annotation reference"/>
    <w:semiHidden/>
    <w:rsid w:val="00F35F5C"/>
    <w:rPr>
      <w:sz w:val="16"/>
      <w:szCs w:val="16"/>
    </w:rPr>
  </w:style>
  <w:style w:type="paragraph" w:styleId="CommentText">
    <w:name w:val="annotation text"/>
    <w:basedOn w:val="Normal"/>
    <w:semiHidden/>
    <w:rsid w:val="00F35F5C"/>
  </w:style>
  <w:style w:type="paragraph" w:styleId="CommentSubject">
    <w:name w:val="annotation subject"/>
    <w:basedOn w:val="CommentText"/>
    <w:next w:val="CommentText"/>
    <w:semiHidden/>
    <w:rsid w:val="00F35F5C"/>
    <w:rPr>
      <w:b/>
      <w:bCs/>
    </w:rPr>
  </w:style>
  <w:style w:type="table" w:styleId="TableGrid">
    <w:name w:val="Table Grid"/>
    <w:basedOn w:val="TableNormal"/>
    <w:rsid w:val="001A4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D35BD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5BD"/>
    <w:rPr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0D35BD"/>
    <w:rPr>
      <w:vertAlign w:val="superscript"/>
    </w:rPr>
  </w:style>
  <w:style w:type="paragraph" w:styleId="ListParagraph">
    <w:name w:val="List Paragraph"/>
    <w:basedOn w:val="Normal"/>
    <w:uiPriority w:val="34"/>
    <w:qFormat/>
    <w:rsid w:val="00E10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sboui\Desktop\Mandat%20FT%20ty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4" ma:contentTypeDescription="Create a new document." ma:contentTypeScope="" ma:versionID="2b2feb270467525a562991e039fb3927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13ca28d89580d63685b7ee0c4c682122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DHQ4KNS6T2M2-2111369996-47</_dlc_DocId>
    <_dlc_DocIdUrl xmlns="85bdb67a-68dc-4b72-be68-a086d460c31f">
      <Url>https://coltinternal.sharepoint.com/sites/pt/PortingInformation/_layouts/15/DocIdRedir.aspx?ID=DHQ4KNS6T2M2-2111369996-47</Url>
      <Description>DHQ4KNS6T2M2-2111369996-47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34920-9E8E-49AF-89F4-E8ECEC107E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865EA7B-EE57-4215-A3FC-79EA9BEE440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9530F7F-64AC-469D-914E-98B687589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db67a-68dc-4b72-be68-a086d460c31f"/>
    <ds:schemaRef ds:uri="f1d1c7a4-d8f1-45db-9f4e-e74acd9c8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9F8FC6-CF6D-4599-AD5B-E9F459A9764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633DEF-38EF-48C2-8EB5-5E22F9F7FDCC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1d1c7a4-d8f1-45db-9f4e-e74acd9c8e06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5bdb67a-68dc-4b72-be68-a086d460c31f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EAF7F03B-31B1-4F09-8A58-162C6A79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Mandat FT type</Template>
  <TotalTime>0</TotalTime>
  <Pages>2</Pages>
  <Words>354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Demande de résiliation avec portabilité du numéro</vt:lpstr>
    </vt:vector>
  </TitlesOfParts>
  <Company>FRANCE TELECOM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de résiliation avec portabilité du numéro</dc:title>
  <dc:subject/>
  <dc:creator>Fathi SBOUI</dc:creator>
  <cp:keywords/>
  <dc:description/>
  <cp:lastModifiedBy>Hickling, Penelope</cp:lastModifiedBy>
  <cp:revision>3</cp:revision>
  <cp:lastPrinted>2005-10-06T14:59:00Z</cp:lastPrinted>
  <dcterms:created xsi:type="dcterms:W3CDTF">2023-01-06T20:32:00Z</dcterms:created>
  <dcterms:modified xsi:type="dcterms:W3CDTF">2023-01-06T20:41:00Z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JS7K5FWMVA44-482-73</vt:lpwstr>
  </property>
  <property fmtid="{D5CDD505-2E9C-101B-9397-08002B2CF9AE}" pid="3" name="_dlc_DocIdItemGuid">
    <vt:lpwstr>215f28ae-6d03-4d15-bf6e-95bc52e498c4</vt:lpwstr>
  </property>
  <property fmtid="{D5CDD505-2E9C-101B-9397-08002B2CF9AE}" pid="4" name="_dlc_DocIdUrl">
    <vt:lpwstr>http://coltdiscover/SPC3/_layouts/DocIdRedir.aspx?ID=JS7K5FWMVA44-482-73, JS7K5FWMVA44-482-73</vt:lpwstr>
  </property>
  <property fmtid="{D5CDD505-2E9C-101B-9397-08002B2CF9AE}" pid="5" name="ContentTypeId">
    <vt:lpwstr>0x0101005A4394DB821ADB47B1D0005AAB7277E1</vt:lpwstr>
  </property>
</Properties>
</file>