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B6035" w14:textId="77777777" w:rsidR="000D2444" w:rsidRDefault="000D2444" w:rsidP="000D2444">
      <w:pPr>
        <w:jc w:val="center"/>
        <w:rPr>
          <w:rFonts w:ascii="Arial" w:hAnsi="Arial" w:cs="Arial"/>
          <w:b/>
          <w:lang w:val="pt-PT"/>
        </w:rPr>
      </w:pPr>
      <w:r w:rsidRPr="00913705">
        <w:rPr>
          <w:rFonts w:ascii="Arial" w:hAnsi="Arial" w:cs="Arial"/>
          <w:b/>
          <w:lang w:val="pt-PT"/>
        </w:rPr>
        <w:t>DECLARAÇÃO – DENÚNCIA / ALTERAÇÃO DO CONTRATO DE SFT</w:t>
      </w:r>
    </w:p>
    <w:p w14:paraId="26F6B5BC" w14:textId="77777777" w:rsidR="00CB6703" w:rsidRPr="00913705" w:rsidRDefault="00CB6703" w:rsidP="000D2444">
      <w:pPr>
        <w:jc w:val="center"/>
        <w:rPr>
          <w:rFonts w:ascii="Arial" w:hAnsi="Arial" w:cs="Arial"/>
          <w:b/>
          <w:lang w:val="pt-PT"/>
        </w:rPr>
      </w:pPr>
    </w:p>
    <w:p w14:paraId="61A6B706" w14:textId="6984EF10" w:rsidR="00610927" w:rsidRDefault="00610927" w:rsidP="000D2444">
      <w:pPr>
        <w:rPr>
          <w:rFonts w:ascii="Arial" w:hAnsi="Arial" w:cs="Arial"/>
          <w:lang w:val="pt-PT"/>
        </w:rPr>
      </w:pPr>
    </w:p>
    <w:p w14:paraId="177216DE" w14:textId="3A40C9F4" w:rsidR="00EE4477" w:rsidRPr="00421B63" w:rsidRDefault="000D2444" w:rsidP="00AD1B78">
      <w:pPr>
        <w:rPr>
          <w:rFonts w:ascii="Arial" w:hAnsi="Arial" w:cs="Arial"/>
          <w:lang w:val="pt-PT"/>
        </w:rPr>
      </w:pPr>
      <w:r w:rsidRPr="00421B63">
        <w:rPr>
          <w:rFonts w:ascii="Arial" w:hAnsi="Arial" w:cs="Arial"/>
          <w:lang w:val="pt-PT"/>
        </w:rPr>
        <w:t>(Nome</w:t>
      </w:r>
      <w:r w:rsidR="00EE4477" w:rsidRPr="00421B63">
        <w:rPr>
          <w:rFonts w:ascii="Arial" w:hAnsi="Arial" w:cs="Arial"/>
          <w:lang w:val="pt-PT"/>
        </w:rPr>
        <w:t>)</w:t>
      </w:r>
      <w:r w:rsidR="0039221C" w:rsidRPr="00421B63">
        <w:rPr>
          <w:rFonts w:ascii="Arial" w:hAnsi="Arial" w:cs="Arial"/>
          <w:lang w:val="pt-PT"/>
        </w:rPr>
        <w:t xml:space="preserve"> </w:t>
      </w:r>
      <w:sdt>
        <w:sdtPr>
          <w:rPr>
            <w:rFonts w:ascii="Arial" w:hAnsi="Arial" w:cs="Arial"/>
            <w:lang w:val="pt-PT"/>
          </w:rPr>
          <w:id w:val="-1939900643"/>
          <w:placeholder>
            <w:docPart w:val="78D8ACCEF9FF4E61B1800F4B2B2F242D"/>
          </w:placeholder>
          <w:showingPlcHdr/>
          <w:text/>
        </w:sdtPr>
        <w:sdtEndPr/>
        <w:sdtContent>
          <w:r w:rsidR="004A43C8" w:rsidRPr="00421B63">
            <w:rPr>
              <w:rStyle w:val="PlaceholderText"/>
              <w:u w:val="single" w:color="000000" w:themeColor="text1"/>
              <w:lang w:val="pt-PT"/>
            </w:rPr>
            <w:t xml:space="preserve">                                                                                                             </w:t>
          </w:r>
        </w:sdtContent>
      </w:sdt>
      <w:r w:rsidR="00EE4477" w:rsidRPr="00421B63">
        <w:rPr>
          <w:rFonts w:ascii="Arial" w:hAnsi="Arial" w:cs="Arial"/>
          <w:lang w:val="pt-PT"/>
        </w:rPr>
        <w:t xml:space="preserve">   </w:t>
      </w:r>
    </w:p>
    <w:p w14:paraId="53C85731" w14:textId="55361936" w:rsidR="000D2444" w:rsidRPr="00421B63" w:rsidRDefault="000D2444" w:rsidP="00AD1B78">
      <w:pPr>
        <w:rPr>
          <w:rFonts w:ascii="Arial" w:hAnsi="Arial" w:cs="Arial"/>
          <w:lang w:val="pt-PT"/>
        </w:rPr>
      </w:pPr>
    </w:p>
    <w:p w14:paraId="0AC41BB1" w14:textId="59E4D3B1" w:rsidR="000D2444" w:rsidRPr="00152F17" w:rsidRDefault="00527815" w:rsidP="00AD1B78">
      <w:pPr>
        <w:rPr>
          <w:rFonts w:ascii="Arial" w:hAnsi="Arial"/>
          <w:b/>
          <w:noProof/>
          <w:lang w:val="pt-PT"/>
        </w:rPr>
      </w:pPr>
      <w:r w:rsidRPr="004A43C8">
        <w:rPr>
          <w:rFonts w:ascii="Arial" w:hAnsi="Arial" w:cs="Arial"/>
          <w:lang w:val="pt-PT"/>
        </w:rPr>
        <w:t>NIF</w:t>
      </w:r>
      <w:r w:rsidR="00180FEE" w:rsidRPr="004A43C8">
        <w:rPr>
          <w:rFonts w:ascii="Arial" w:hAnsi="Arial" w:cs="Arial"/>
          <w:lang w:val="pt-PT"/>
        </w:rPr>
        <w:t xml:space="preserve"> </w:t>
      </w:r>
      <w:sdt>
        <w:sdtPr>
          <w:rPr>
            <w:rFonts w:ascii="Arial" w:hAnsi="Arial" w:cs="Arial"/>
            <w:lang w:val="pt-PT"/>
          </w:rPr>
          <w:id w:val="-134717657"/>
          <w:placeholder>
            <w:docPart w:val="3699E27EA45341C0A61D9C0723BC81B1"/>
          </w:placeholder>
          <w:showingPlcHdr/>
          <w:text/>
        </w:sdtPr>
        <w:sdtEndPr/>
        <w:sdtContent>
          <w:r w:rsidR="004A43C8" w:rsidRPr="004A43C8">
            <w:rPr>
              <w:rStyle w:val="PlaceholderText"/>
              <w:u w:val="single" w:color="000000" w:themeColor="text1"/>
              <w:lang w:val="pt-PT"/>
            </w:rPr>
            <w:t xml:space="preserve">                                                            </w:t>
          </w:r>
        </w:sdtContent>
      </w:sdt>
      <w:r w:rsidR="00180FEE" w:rsidRPr="004A43C8">
        <w:rPr>
          <w:rFonts w:ascii="Arial" w:hAnsi="Arial" w:cs="Arial"/>
          <w:lang w:val="pt-PT"/>
        </w:rPr>
        <w:t xml:space="preserve"> </w:t>
      </w:r>
      <w:r w:rsidR="008624B2">
        <w:rPr>
          <w:rFonts w:ascii="Arial" w:hAnsi="Arial" w:cs="Arial"/>
          <w:lang w:val="pt-PT"/>
        </w:rPr>
        <w:t xml:space="preserve">titular do Contrato de </w:t>
      </w:r>
      <w:r w:rsidR="000D2444" w:rsidRPr="00CE44DE">
        <w:rPr>
          <w:rFonts w:ascii="Arial" w:hAnsi="Arial" w:cs="Arial"/>
          <w:lang w:val="pt-PT"/>
        </w:rPr>
        <w:t>Prestação do Serviço F</w:t>
      </w:r>
      <w:r w:rsidR="002303A6" w:rsidRPr="00CE44DE">
        <w:rPr>
          <w:rFonts w:ascii="Arial" w:hAnsi="Arial" w:cs="Arial"/>
          <w:lang w:val="pt-PT"/>
        </w:rPr>
        <w:t>ixo de Telefone celebrado com</w:t>
      </w:r>
      <w:r w:rsidR="00CE44DE" w:rsidRPr="00CE44DE">
        <w:rPr>
          <w:rFonts w:ascii="Arial" w:hAnsi="Arial" w:cs="Arial"/>
          <w:lang w:val="pt-PT"/>
        </w:rPr>
        <w:t xml:space="preserve"> </w:t>
      </w:r>
      <w:r w:rsidR="00CE44DE" w:rsidRPr="003002FE">
        <w:rPr>
          <w:rFonts w:ascii="Arial" w:hAnsi="Arial"/>
          <w:b/>
          <w:noProof/>
          <w:lang w:val="pt-PT"/>
        </w:rPr>
        <w:t>(operador detentor)</w:t>
      </w:r>
      <w:r w:rsidR="005D47EC" w:rsidRPr="00CE44DE">
        <w:rPr>
          <w:rFonts w:ascii="Arial" w:hAnsi="Arial" w:cs="Arial"/>
          <w:lang w:val="pt-PT"/>
        </w:rPr>
        <w:t xml:space="preserve"> </w:t>
      </w:r>
      <w:sdt>
        <w:sdtPr>
          <w:rPr>
            <w:rFonts w:ascii="Arial" w:hAnsi="Arial" w:cs="Arial"/>
            <w:lang w:val="pt-PT"/>
          </w:rPr>
          <w:id w:val="-1125539480"/>
          <w:placeholder>
            <w:docPart w:val="10DE925A279F45808D9AF23359052DBA"/>
          </w:placeholder>
          <w:showingPlcHdr/>
          <w:text/>
        </w:sdtPr>
        <w:sdtEndPr/>
        <w:sdtContent>
          <w:r w:rsidR="004A43C8" w:rsidRPr="004A43C8">
            <w:rPr>
              <w:rStyle w:val="PlaceholderText"/>
              <w:u w:val="single" w:color="000000" w:themeColor="text1"/>
              <w:lang w:val="pt-PT"/>
            </w:rPr>
            <w:t xml:space="preserve">                                    </w:t>
          </w:r>
          <w:r w:rsidR="004A43C8" w:rsidRPr="004A43C8">
            <w:rPr>
              <w:rFonts w:ascii="Arial" w:hAnsi="Arial" w:cs="Arial"/>
              <w:u w:val="single" w:color="000000" w:themeColor="text1"/>
            </w:rPr>
            <w:t xml:space="preserve">                    </w:t>
          </w:r>
          <w:r w:rsidR="004A43C8" w:rsidRPr="004A43C8">
            <w:rPr>
              <w:rFonts w:ascii="Arial" w:hAnsi="Arial" w:cs="Arial"/>
              <w:u w:val="single" w:color="000000" w:themeColor="text1"/>
              <w:lang w:val="pt-PT"/>
            </w:rPr>
            <w:t xml:space="preserve">              </w:t>
          </w:r>
        </w:sdtContent>
      </w:sdt>
      <w:r w:rsidR="000D2444" w:rsidRPr="00CE44DE">
        <w:rPr>
          <w:rFonts w:ascii="Arial" w:hAnsi="Arial" w:cs="Arial"/>
          <w:lang w:val="pt-PT"/>
        </w:rPr>
        <w:t xml:space="preserve">, ao abrigo do qual foram instaladas as linhas telefónicas </w:t>
      </w:r>
      <w:r w:rsidR="000D2444" w:rsidRPr="003002FE">
        <w:rPr>
          <w:rFonts w:ascii="Arial" w:hAnsi="Arial" w:cs="Arial"/>
          <w:b/>
          <w:lang w:val="pt-PT"/>
        </w:rPr>
        <w:t>(números de telefone)</w:t>
      </w:r>
      <w:r w:rsidR="00180FEE">
        <w:rPr>
          <w:rFonts w:ascii="Arial" w:hAnsi="Arial" w:cs="Arial"/>
          <w:b/>
          <w:lang w:val="pt-PT"/>
        </w:rPr>
        <w:t xml:space="preserve"> </w:t>
      </w:r>
      <w:sdt>
        <w:sdtPr>
          <w:rPr>
            <w:rFonts w:ascii="Arial" w:hAnsi="Arial" w:cs="Arial"/>
            <w:lang w:val="pt-PT"/>
          </w:rPr>
          <w:id w:val="1889993119"/>
          <w:placeholder>
            <w:docPart w:val="0AC15D5E46094B949E149203ACD6BBEE"/>
          </w:placeholder>
          <w:showingPlcHdr/>
          <w:text/>
        </w:sdtPr>
        <w:sdtEndPr/>
        <w:sdtContent>
          <w:r w:rsidR="004A43C8" w:rsidRPr="00D218E5">
            <w:rPr>
              <w:rStyle w:val="PlaceholderText"/>
              <w:u w:val="single" w:color="000000" w:themeColor="text1"/>
              <w:lang w:val="pt-PT"/>
            </w:rPr>
            <w:t xml:space="preserve">       </w:t>
          </w:r>
          <w:r w:rsidR="00D218E5" w:rsidRPr="00D218E5">
            <w:rPr>
              <w:rStyle w:val="PlaceholderText"/>
              <w:u w:val="single" w:color="000000" w:themeColor="text1"/>
              <w:lang w:val="pt-PT"/>
            </w:rPr>
            <w:t xml:space="preserve">              </w:t>
          </w:r>
          <w:r w:rsidR="004A43C8" w:rsidRPr="00D218E5">
            <w:rPr>
              <w:rStyle w:val="PlaceholderText"/>
              <w:u w:val="single" w:color="000000" w:themeColor="text1"/>
              <w:lang w:val="pt-PT"/>
            </w:rPr>
            <w:t xml:space="preserve">  </w:t>
          </w:r>
          <w:r w:rsidR="00D218E5" w:rsidRPr="00D218E5">
            <w:rPr>
              <w:rStyle w:val="PlaceholderText"/>
              <w:u w:val="single" w:color="000000" w:themeColor="text1"/>
              <w:lang w:val="pt-PT"/>
            </w:rPr>
            <w:t xml:space="preserve">                     </w:t>
          </w:r>
          <w:r w:rsidR="004A43C8" w:rsidRPr="00D218E5">
            <w:rPr>
              <w:rStyle w:val="PlaceholderText"/>
              <w:u w:val="single" w:color="000000" w:themeColor="text1"/>
              <w:lang w:val="pt-PT"/>
            </w:rPr>
            <w:t xml:space="preserve">         </w:t>
          </w:r>
          <w:r w:rsidR="00D218E5" w:rsidRPr="00D218E5">
            <w:rPr>
              <w:rStyle w:val="PlaceholderText"/>
              <w:u w:val="single" w:color="000000" w:themeColor="text1"/>
              <w:lang w:val="pt-PT"/>
            </w:rPr>
            <w:t xml:space="preserve">                        </w:t>
          </w:r>
          <w:r w:rsidR="004A43C8" w:rsidRPr="00D218E5">
            <w:rPr>
              <w:rStyle w:val="PlaceholderText"/>
              <w:u w:val="single" w:color="000000" w:themeColor="text1"/>
              <w:lang w:val="pt-PT"/>
            </w:rPr>
            <w:t xml:space="preserve">                            </w:t>
          </w:r>
          <w:r w:rsidR="00D218E5" w:rsidRPr="00D218E5">
            <w:rPr>
              <w:rStyle w:val="PlaceholderText"/>
              <w:u w:val="single" w:color="000000" w:themeColor="text1"/>
              <w:lang w:val="pt-PT"/>
            </w:rPr>
            <w:t xml:space="preserve">          </w:t>
          </w:r>
          <w:r w:rsidR="004A43C8" w:rsidRPr="00D218E5">
            <w:rPr>
              <w:rStyle w:val="PlaceholderText"/>
              <w:u w:val="single" w:color="000000" w:themeColor="text1"/>
              <w:lang w:val="pt-PT"/>
            </w:rPr>
            <w:t xml:space="preserve">  </w:t>
          </w:r>
        </w:sdtContent>
      </w:sdt>
      <w:r w:rsidR="00CE44DE">
        <w:rPr>
          <w:rFonts w:ascii="Arial" w:hAnsi="Arial" w:cs="Arial"/>
          <w:lang w:val="pt-PT"/>
        </w:rPr>
        <w:t xml:space="preserve"> </w:t>
      </w:r>
      <w:r w:rsidR="000D2444" w:rsidRPr="00CE44DE">
        <w:rPr>
          <w:rFonts w:ascii="Arial" w:hAnsi="Arial" w:cs="Arial"/>
          <w:lang w:val="pt-PT"/>
        </w:rPr>
        <w:t>pretendendo:</w:t>
      </w:r>
    </w:p>
    <w:p w14:paraId="206716F1" w14:textId="77777777" w:rsidR="002E1FE4" w:rsidRDefault="002E1FE4" w:rsidP="00CB6703">
      <w:pPr>
        <w:jc w:val="both"/>
        <w:rPr>
          <w:rFonts w:ascii="Arial" w:hAnsi="Arial"/>
          <w:noProof/>
          <w:lang w:val="pt-PT"/>
        </w:rPr>
      </w:pPr>
    </w:p>
    <w:p w14:paraId="2DE7D386" w14:textId="77777777" w:rsidR="002E1FE4" w:rsidRDefault="002E1FE4" w:rsidP="000D2444">
      <w:pPr>
        <w:ind w:left="900"/>
        <w:jc w:val="both"/>
        <w:rPr>
          <w:rFonts w:ascii="Arial" w:hAnsi="Arial"/>
          <w:noProof/>
          <w:lang w:val="pt-PT"/>
        </w:rPr>
      </w:pPr>
    </w:p>
    <w:p w14:paraId="31AA8975" w14:textId="77777777" w:rsidR="002E1FE4" w:rsidRPr="00CE44DE" w:rsidRDefault="002E1FE4" w:rsidP="000D2444">
      <w:pPr>
        <w:ind w:left="900"/>
        <w:jc w:val="both"/>
        <w:rPr>
          <w:rFonts w:ascii="Arial" w:hAnsi="Arial"/>
          <w:noProof/>
          <w:lang w:val="pt-PT"/>
        </w:rPr>
      </w:pPr>
    </w:p>
    <w:p w14:paraId="766815CF" w14:textId="77777777" w:rsidR="000D2444" w:rsidRPr="00CE44DE" w:rsidRDefault="00180FEE" w:rsidP="00AD1B78">
      <w:pPr>
        <w:ind w:left="902"/>
        <w:jc w:val="both"/>
        <w:rPr>
          <w:rFonts w:ascii="Arial" w:hAnsi="Arial" w:cs="Arial"/>
          <w:lang w:val="pt-PT"/>
        </w:rPr>
      </w:pPr>
      <w:r w:rsidRPr="00CE44DE">
        <w:rPr>
          <w:rFonts w:ascii="Arial" w:hAnsi="Arial" w:cs="Arial"/>
          <w:noProof/>
          <w:lang w:val="pt-P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1D47D9" wp14:editId="445A51E8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228600" cy="228600"/>
                <wp:effectExtent l="14605" t="15240" r="13970" b="1333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C3BA0A0" w14:textId="77777777" w:rsidR="004A43C8" w:rsidRPr="00F86DF7" w:rsidRDefault="004A43C8" w:rsidP="000D2444">
                            <w:pPr>
                              <w:rPr>
                                <w:lang w:val="pt-PT"/>
                              </w:rPr>
                            </w:pPr>
                            <w:r>
                              <w:rPr>
                                <w:lang w:val="pt-PT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D47D9" id="Rectangle 6" o:spid="_x0000_s1026" style="position:absolute;left:0;text-align:left;margin-left:18pt;margin-top:4.6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" strokeweight="1.5pt">
                <v:textbox>
                  <w:txbxContent>
                    <w:p w14:paraId="0C3BA0A0" w14:textId="77777777" w:rsidR="004A43C8" w:rsidRPr="00F86DF7" w:rsidRDefault="004A43C8" w:rsidP="000D2444">
                      <w:pPr>
                        <w:rPr>
                          <w:lang w:val="pt-PT"/>
                        </w:rPr>
                      </w:pPr>
                      <w:r>
                        <w:rPr>
                          <w:lang w:val="pt-PT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 w:rsidR="000D2444" w:rsidRPr="00CE44DE">
        <w:rPr>
          <w:rFonts w:ascii="Arial" w:hAnsi="Arial" w:cs="Arial"/>
          <w:lang w:val="pt-PT"/>
        </w:rPr>
        <w:t>denunciar / alterar o referido contrato, para efeitos de portabilidade</w:t>
      </w:r>
      <w:r w:rsidR="000249E4">
        <w:rPr>
          <w:rFonts w:ascii="Arial" w:hAnsi="Arial" w:cs="Arial"/>
          <w:lang w:val="pt-PT"/>
        </w:rPr>
        <w:t xml:space="preserve"> para a </w:t>
      </w:r>
      <w:r w:rsidR="000249E4" w:rsidRPr="00CE44DE">
        <w:rPr>
          <w:rFonts w:ascii="Arial" w:hAnsi="Arial" w:cs="Arial"/>
          <w:lang w:val="pt-PT"/>
        </w:rPr>
        <w:t>Colt Technology Services, Unipessoal, Lda</w:t>
      </w:r>
      <w:r w:rsidR="000D2444" w:rsidRPr="00CE44DE">
        <w:rPr>
          <w:rFonts w:ascii="Arial" w:hAnsi="Arial" w:cs="Arial"/>
          <w:lang w:val="pt-PT"/>
        </w:rPr>
        <w:t>, relativamente à(</w:t>
      </w:r>
      <w:r w:rsidR="00967335">
        <w:rPr>
          <w:rFonts w:ascii="Arial" w:hAnsi="Arial" w:cs="Arial"/>
          <w:lang w:val="pt-PT"/>
        </w:rPr>
        <w:t>s) linha(s) telefónica(s) supra</w:t>
      </w:r>
      <w:r w:rsidR="000D2444" w:rsidRPr="00CE44DE">
        <w:rPr>
          <w:rFonts w:ascii="Arial" w:hAnsi="Arial" w:cs="Arial"/>
          <w:lang w:val="pt-PT"/>
        </w:rPr>
        <w:t>mencionada(s) que se considerará efectiva no momento em que ocorrer a portabilidade do número.</w:t>
      </w:r>
    </w:p>
    <w:p w14:paraId="12198AE8" w14:textId="77777777" w:rsidR="000D2444" w:rsidRPr="00CE44DE" w:rsidRDefault="000D2444" w:rsidP="00B32CB5">
      <w:pPr>
        <w:spacing w:line="360" w:lineRule="auto"/>
        <w:ind w:left="902"/>
        <w:jc w:val="both"/>
        <w:rPr>
          <w:rFonts w:ascii="Arial" w:hAnsi="Arial"/>
          <w:noProof/>
          <w:lang w:val="pt-PT"/>
        </w:rPr>
      </w:pPr>
    </w:p>
    <w:p w14:paraId="78F29E8D" w14:textId="77777777" w:rsidR="000D2444" w:rsidRDefault="000D2444" w:rsidP="000D2444">
      <w:pPr>
        <w:ind w:left="900"/>
        <w:jc w:val="both"/>
        <w:rPr>
          <w:rFonts w:ascii="Arial" w:hAnsi="Arial" w:cs="Arial"/>
          <w:lang w:val="pt-PT"/>
        </w:rPr>
      </w:pPr>
    </w:p>
    <w:p w14:paraId="0EB970E0" w14:textId="77777777" w:rsidR="00CB6703" w:rsidRDefault="00CB6703" w:rsidP="000D2444">
      <w:pPr>
        <w:ind w:left="900"/>
        <w:jc w:val="both"/>
        <w:rPr>
          <w:rFonts w:ascii="Arial" w:hAnsi="Arial" w:cs="Arial"/>
          <w:lang w:val="pt-PT"/>
        </w:rPr>
      </w:pPr>
    </w:p>
    <w:p w14:paraId="7B2BF958" w14:textId="77777777" w:rsidR="00CB6703" w:rsidRDefault="00CB6703" w:rsidP="000D2444">
      <w:pPr>
        <w:ind w:left="900"/>
        <w:jc w:val="both"/>
        <w:rPr>
          <w:rFonts w:ascii="Arial" w:hAnsi="Arial" w:cs="Arial"/>
          <w:lang w:val="pt-PT"/>
        </w:rPr>
      </w:pPr>
    </w:p>
    <w:p w14:paraId="6109991B" w14:textId="752A4F82" w:rsidR="00CB6703" w:rsidRDefault="00CB6703" w:rsidP="00CB6703">
      <w:pPr>
        <w:jc w:val="both"/>
        <w:rPr>
          <w:rFonts w:ascii="Arial" w:hAnsi="Arial"/>
          <w:noProof/>
          <w:lang w:val="pt-PT"/>
        </w:rPr>
      </w:pPr>
      <w:r>
        <w:rPr>
          <w:rFonts w:ascii="Arial" w:hAnsi="Arial"/>
          <w:noProof/>
          <w:lang w:val="pt-PT"/>
        </w:rPr>
        <w:t>CVP (código de validação de portabilidade):</w:t>
      </w:r>
      <w:r w:rsidR="00180FEE">
        <w:rPr>
          <w:rFonts w:ascii="Arial" w:hAnsi="Arial"/>
          <w:noProof/>
          <w:lang w:val="pt-PT"/>
        </w:rPr>
        <w:t xml:space="preserve"> </w:t>
      </w:r>
      <w:sdt>
        <w:sdtPr>
          <w:rPr>
            <w:rFonts w:ascii="Arial" w:hAnsi="Arial"/>
            <w:noProof/>
            <w:lang w:val="pt-PT"/>
          </w:rPr>
          <w:id w:val="2002004240"/>
          <w:placeholder>
            <w:docPart w:val="D2991CBC97ED497BAC7FE6498566903A"/>
          </w:placeholder>
          <w:showingPlcHdr/>
          <w:text/>
        </w:sdtPr>
        <w:sdtEndPr/>
        <w:sdtContent>
          <w:r w:rsidR="004A43C8" w:rsidRPr="004A43C8">
            <w:rPr>
              <w:rFonts w:ascii="Arial" w:hAnsi="Arial"/>
              <w:noProof/>
              <w:u w:val="single" w:color="000000" w:themeColor="text1"/>
              <w:lang w:val="pt-PT"/>
            </w:rPr>
            <w:t xml:space="preserve">                                 </w:t>
          </w:r>
        </w:sdtContent>
      </w:sdt>
    </w:p>
    <w:p w14:paraId="48438FA1" w14:textId="77777777" w:rsidR="00CB6703" w:rsidRPr="00CE44DE" w:rsidRDefault="00CB6703" w:rsidP="000D2444">
      <w:pPr>
        <w:ind w:left="900"/>
        <w:jc w:val="both"/>
        <w:rPr>
          <w:rFonts w:ascii="Arial" w:hAnsi="Arial" w:cs="Arial"/>
          <w:lang w:val="pt-PT"/>
        </w:rPr>
      </w:pPr>
    </w:p>
    <w:p w14:paraId="62E9DFC3" w14:textId="77777777" w:rsidR="000D2444" w:rsidRPr="00CE44DE" w:rsidRDefault="000D2444" w:rsidP="000D2444">
      <w:pPr>
        <w:rPr>
          <w:rFonts w:ascii="Arial" w:hAnsi="Arial" w:cs="Arial"/>
          <w:lang w:val="pt-PT"/>
        </w:rPr>
      </w:pPr>
    </w:p>
    <w:p w14:paraId="413A3898" w14:textId="77777777" w:rsidR="00CB6703" w:rsidRDefault="00CB6703" w:rsidP="000D2444">
      <w:pPr>
        <w:rPr>
          <w:rFonts w:ascii="Arial" w:hAnsi="Arial" w:cs="Arial"/>
          <w:lang w:val="pt-PT"/>
        </w:rPr>
      </w:pPr>
    </w:p>
    <w:p w14:paraId="719A099D" w14:textId="77777777" w:rsidR="00CB6703" w:rsidRDefault="00CB6703" w:rsidP="000D2444">
      <w:pPr>
        <w:rPr>
          <w:rFonts w:ascii="Arial" w:hAnsi="Arial" w:cs="Arial"/>
          <w:lang w:val="pt-PT"/>
        </w:rPr>
      </w:pPr>
    </w:p>
    <w:p w14:paraId="3D6FC98A" w14:textId="77777777" w:rsidR="00CB6703" w:rsidRDefault="00CB6703" w:rsidP="000D2444">
      <w:pPr>
        <w:rPr>
          <w:rFonts w:ascii="Arial" w:hAnsi="Arial" w:cs="Arial"/>
          <w:lang w:val="pt-PT"/>
        </w:rPr>
      </w:pPr>
    </w:p>
    <w:p w14:paraId="04939691" w14:textId="77777777" w:rsidR="000D2444" w:rsidRPr="00CE44DE" w:rsidRDefault="000D2444" w:rsidP="000D2444">
      <w:pPr>
        <w:rPr>
          <w:rFonts w:ascii="Arial" w:hAnsi="Arial" w:cs="Arial"/>
          <w:lang w:val="pt-PT"/>
        </w:rPr>
      </w:pPr>
    </w:p>
    <w:p w14:paraId="2D03ED94" w14:textId="760E23A9" w:rsidR="000D2444" w:rsidRPr="00E16B19" w:rsidRDefault="004F5250" w:rsidP="000D2444">
      <w:pPr>
        <w:rPr>
          <w:rFonts w:ascii="Arial" w:hAnsi="Arial" w:cs="Arial"/>
          <w:lang w:val="pt-PT"/>
        </w:rPr>
      </w:pPr>
      <w:sdt>
        <w:sdtPr>
          <w:rPr>
            <w:rFonts w:ascii="Arial" w:hAnsi="Arial" w:cs="Arial"/>
            <w:lang w:val="pt-PT"/>
          </w:rPr>
          <w:id w:val="-1713410427"/>
          <w:placeholder>
            <w:docPart w:val="FC67CBB488084669B238A536BFBB2CAF"/>
          </w:placeholder>
          <w:showingPlcHdr/>
          <w:text/>
        </w:sdtPr>
        <w:sdtEndPr/>
        <w:sdtContent>
          <w:r w:rsidR="004A43C8" w:rsidRPr="00E16B19">
            <w:rPr>
              <w:rFonts w:ascii="Arial" w:hAnsi="Arial" w:cs="Arial"/>
              <w:u w:val="single"/>
              <w:lang w:val="pt-PT"/>
            </w:rPr>
            <w:t xml:space="preserve">                        </w:t>
          </w:r>
        </w:sdtContent>
      </w:sdt>
      <w:r w:rsidR="000D2444" w:rsidRPr="00E16B19">
        <w:rPr>
          <w:rFonts w:ascii="Arial" w:hAnsi="Arial" w:cs="Arial"/>
          <w:lang w:val="pt-PT"/>
        </w:rPr>
        <w:t xml:space="preserve">, </w:t>
      </w:r>
      <w:sdt>
        <w:sdtPr>
          <w:rPr>
            <w:rFonts w:ascii="Arial" w:hAnsi="Arial" w:cs="Arial"/>
            <w:lang w:val="en-GB"/>
          </w:rPr>
          <w:id w:val="799724058"/>
          <w:placeholder>
            <w:docPart w:val="B14F6943F62C42E2817AC8F171CDECF0"/>
          </w:placeholder>
          <w:showingPlcHdr/>
          <w:text/>
        </w:sdtPr>
        <w:sdtEndPr/>
        <w:sdtContent>
          <w:r w:rsidR="004A43C8" w:rsidRPr="00E16B19">
            <w:rPr>
              <w:rStyle w:val="PlaceholderText"/>
              <w:u w:val="single" w:color="000000" w:themeColor="text1"/>
              <w:lang w:val="pt-PT"/>
            </w:rPr>
            <w:t xml:space="preserve">          </w:t>
          </w:r>
        </w:sdtContent>
      </w:sdt>
      <w:r w:rsidR="00D86CD3" w:rsidRPr="00E16B19">
        <w:rPr>
          <w:rFonts w:ascii="Arial" w:hAnsi="Arial" w:cs="Arial"/>
          <w:lang w:val="pt-PT"/>
        </w:rPr>
        <w:t xml:space="preserve"> de </w:t>
      </w:r>
      <w:sdt>
        <w:sdtPr>
          <w:rPr>
            <w:rFonts w:ascii="Arial" w:hAnsi="Arial" w:cs="Arial"/>
            <w:lang w:val="en-GB"/>
          </w:rPr>
          <w:id w:val="-1560774487"/>
          <w:placeholder>
            <w:docPart w:val="D717264CB2914CBE8F83E1B9BAE9FE97"/>
          </w:placeholder>
          <w:showingPlcHdr/>
          <w:text/>
        </w:sdtPr>
        <w:sdtEndPr/>
        <w:sdtContent>
          <w:r w:rsidR="004A43C8" w:rsidRPr="00E16B19">
            <w:rPr>
              <w:rFonts w:ascii="Arial" w:hAnsi="Arial" w:cs="Arial"/>
              <w:u w:val="single"/>
              <w:lang w:val="pt-PT"/>
            </w:rPr>
            <w:t xml:space="preserve">                              </w:t>
          </w:r>
        </w:sdtContent>
      </w:sdt>
      <w:r w:rsidR="00D86CD3" w:rsidRPr="00E16B19">
        <w:rPr>
          <w:rFonts w:ascii="Arial" w:hAnsi="Arial" w:cs="Arial"/>
          <w:lang w:val="pt-PT"/>
        </w:rPr>
        <w:t xml:space="preserve"> de 20</w:t>
      </w:r>
      <w:r w:rsidR="00E16B19">
        <w:rPr>
          <w:rFonts w:ascii="Arial" w:hAnsi="Arial" w:cs="Arial"/>
          <w:lang w:val="pt-PT"/>
        </w:rPr>
        <w:t>2</w:t>
      </w:r>
      <w:r>
        <w:rPr>
          <w:rFonts w:ascii="Arial" w:hAnsi="Arial" w:cs="Arial"/>
          <w:lang w:val="pt-PT"/>
        </w:rPr>
        <w:t>5</w:t>
      </w:r>
      <w:r w:rsidR="008F2F56" w:rsidRPr="00E16B19">
        <w:rPr>
          <w:rFonts w:ascii="Arial" w:hAnsi="Arial" w:cs="Arial"/>
          <w:lang w:val="pt-PT"/>
        </w:rPr>
        <w:t xml:space="preserve"> (*)</w:t>
      </w:r>
    </w:p>
    <w:p w14:paraId="0ABE0363" w14:textId="77777777" w:rsidR="000D2444" w:rsidRPr="00E16B19" w:rsidRDefault="000D2444" w:rsidP="000D2444">
      <w:pPr>
        <w:rPr>
          <w:rFonts w:ascii="Arial" w:hAnsi="Arial" w:cs="Arial"/>
          <w:lang w:val="pt-PT"/>
        </w:rPr>
      </w:pPr>
    </w:p>
    <w:p w14:paraId="36949E6B" w14:textId="77777777" w:rsidR="000D2444" w:rsidRPr="00E16B19" w:rsidRDefault="000D2444" w:rsidP="00180FEE">
      <w:pPr>
        <w:rPr>
          <w:rFonts w:ascii="Arial" w:hAnsi="Arial" w:cs="Arial"/>
          <w:lang w:val="pt-PT"/>
        </w:rPr>
      </w:pPr>
    </w:p>
    <w:sdt>
      <w:sdtPr>
        <w:rPr>
          <w:rFonts w:ascii="Arial" w:hAnsi="Arial" w:cs="Arial"/>
          <w:lang w:val="pt-PT"/>
        </w:rPr>
        <w:id w:val="1279529612"/>
        <w:placeholder>
          <w:docPart w:val="A6B2CE5C765349FA9065D1FBA46DC3B8"/>
        </w:placeholder>
        <w:showingPlcHdr/>
        <w:text/>
      </w:sdtPr>
      <w:sdtEndPr/>
      <w:sdtContent>
        <w:p w14:paraId="7E8E4436" w14:textId="18A6DCB1" w:rsidR="00180FEE" w:rsidRPr="00E16B19" w:rsidRDefault="004A43C8" w:rsidP="00180FEE">
          <w:pPr>
            <w:rPr>
              <w:rFonts w:ascii="Arial" w:hAnsi="Arial" w:cs="Arial"/>
              <w:lang w:val="pt-PT"/>
            </w:rPr>
          </w:pPr>
          <w:r w:rsidRPr="00E16B19">
            <w:rPr>
              <w:rStyle w:val="PlaceholderText"/>
              <w:u w:val="single" w:color="000000" w:themeColor="text1"/>
              <w:lang w:val="pt-PT"/>
            </w:rPr>
            <w:t xml:space="preserve">                                                                                                                          </w:t>
          </w:r>
        </w:p>
      </w:sdtContent>
    </w:sdt>
    <w:p w14:paraId="32DBC78D" w14:textId="77777777" w:rsidR="000D2444" w:rsidRPr="00E16B19" w:rsidRDefault="000D2444" w:rsidP="00180FEE">
      <w:pPr>
        <w:ind w:firstLine="720"/>
        <w:rPr>
          <w:rFonts w:ascii="Arial" w:hAnsi="Arial" w:cs="Arial"/>
          <w:lang w:val="pt-PT"/>
        </w:rPr>
      </w:pPr>
    </w:p>
    <w:p w14:paraId="3483307C" w14:textId="77777777" w:rsidR="000D2444" w:rsidRPr="00913705" w:rsidRDefault="000D2444" w:rsidP="000D2444">
      <w:pPr>
        <w:rPr>
          <w:rFonts w:ascii="Arial" w:hAnsi="Arial" w:cs="Arial"/>
          <w:lang w:val="pt-PT"/>
        </w:rPr>
      </w:pPr>
      <w:r w:rsidRPr="00913705">
        <w:rPr>
          <w:rFonts w:ascii="Arial" w:hAnsi="Arial" w:cs="Arial"/>
          <w:lang w:val="pt-PT"/>
        </w:rPr>
        <w:t>Assinatura do titular do contrato*</w:t>
      </w:r>
      <w:r w:rsidR="008F2F56">
        <w:rPr>
          <w:rFonts w:ascii="Arial" w:hAnsi="Arial" w:cs="Arial"/>
          <w:lang w:val="pt-PT"/>
        </w:rPr>
        <w:t>*</w:t>
      </w:r>
    </w:p>
    <w:p w14:paraId="27E7CABB" w14:textId="77777777" w:rsidR="000D2444" w:rsidRDefault="000D2444" w:rsidP="000D2444">
      <w:pPr>
        <w:rPr>
          <w:rFonts w:ascii="Arial" w:hAnsi="Arial" w:cs="Arial"/>
          <w:lang w:val="pt-PT"/>
        </w:rPr>
      </w:pPr>
    </w:p>
    <w:p w14:paraId="02593EEE" w14:textId="77777777" w:rsidR="008F2F56" w:rsidRDefault="008F2F56" w:rsidP="000D2444">
      <w:pPr>
        <w:rPr>
          <w:rFonts w:ascii="Arial" w:hAnsi="Arial" w:cs="Arial"/>
          <w:lang w:val="pt-PT"/>
        </w:rPr>
      </w:pPr>
    </w:p>
    <w:p w14:paraId="34CFDF84" w14:textId="77777777" w:rsidR="008F2F56" w:rsidRPr="00180FEE" w:rsidRDefault="008F2F56" w:rsidP="00333DDD">
      <w:pPr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</w:pPr>
      <w:r w:rsidRPr="00180FEE">
        <w:rPr>
          <w:rFonts w:ascii="Arial" w:hAnsi="Arial" w:cs="Arial"/>
          <w:color w:val="808080" w:themeColor="background1" w:themeShade="80"/>
          <w:lang w:val="pt-PT"/>
        </w:rPr>
        <w:t xml:space="preserve">* </w:t>
      </w:r>
      <w:r w:rsidR="00333DDD"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>A presente declaração de denúncia/alteração de contrato é válida por 3 meses a contar da data da sua apresentação (artº 10º, nº 7, alinea a) do Regulamento da Portabilidade).</w:t>
      </w:r>
    </w:p>
    <w:p w14:paraId="25BEA77E" w14:textId="77777777" w:rsidR="00B32CB5" w:rsidRPr="00180FEE" w:rsidRDefault="00B32CB5" w:rsidP="000D2444">
      <w:pPr>
        <w:rPr>
          <w:rFonts w:ascii="Arial" w:hAnsi="Arial" w:cs="Arial"/>
          <w:color w:val="808080" w:themeColor="background1" w:themeShade="80"/>
          <w:lang w:val="pt-PT"/>
        </w:rPr>
      </w:pPr>
    </w:p>
    <w:p w14:paraId="1E2C63C4" w14:textId="77777777" w:rsidR="004F5A5A" w:rsidRPr="00180FEE" w:rsidRDefault="000D2444" w:rsidP="000D2444">
      <w:pPr>
        <w:jc w:val="both"/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</w:pPr>
      <w:r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>*</w:t>
      </w:r>
      <w:r w:rsidR="008F2F56"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>*</w:t>
      </w:r>
      <w:r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 xml:space="preserve"> Tratando-se de </w:t>
      </w:r>
      <w:r w:rsidRPr="00180FEE">
        <w:rPr>
          <w:rFonts w:ascii="Arial" w:hAnsi="Arial" w:cs="Arial"/>
          <w:b/>
          <w:color w:val="808080" w:themeColor="background1" w:themeShade="80"/>
          <w:sz w:val="18"/>
          <w:szCs w:val="18"/>
          <w:lang w:val="pt-PT"/>
        </w:rPr>
        <w:t xml:space="preserve">Pessoa Colectiva ou Equiparada, </w:t>
      </w:r>
      <w:r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>a declaração deverá ser assinada pela(s) pessoa(s) com poderes para a vincular e a assinatura reconhecida, nessa qualidade, podendo, em alternativa, ser apresentado documento que permi</w:t>
      </w:r>
      <w:r w:rsidR="005D47EC"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>ta a respectiva conferência pel</w:t>
      </w:r>
      <w:r w:rsidR="00AE7ABD"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>o Prestador</w:t>
      </w:r>
      <w:r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 xml:space="preserve">. Tratando-se de pessoa colectiva de direito público, deverá ser aposto o selo branco em uso sobre a assinatura da pessoa(s) com poderes para o acto.  </w:t>
      </w:r>
    </w:p>
    <w:p w14:paraId="27FC2BA0" w14:textId="136D0D92" w:rsidR="005233DC" w:rsidRPr="00180FEE" w:rsidRDefault="008A5EC0" w:rsidP="005233DC">
      <w:pPr>
        <w:jc w:val="both"/>
        <w:rPr>
          <w:rFonts w:ascii="Arial" w:hAnsi="Arial" w:cs="Arial"/>
          <w:b/>
          <w:color w:val="808080" w:themeColor="background1" w:themeShade="80"/>
          <w:sz w:val="18"/>
          <w:szCs w:val="18"/>
          <w:lang w:val="pt-PT"/>
        </w:rPr>
      </w:pPr>
      <w:r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 xml:space="preserve">Tratando-se de uma </w:t>
      </w:r>
      <w:r w:rsidRPr="00180FEE">
        <w:rPr>
          <w:rFonts w:ascii="Arial" w:hAnsi="Arial" w:cs="Arial"/>
          <w:b/>
          <w:color w:val="808080" w:themeColor="background1" w:themeShade="80"/>
          <w:sz w:val="18"/>
          <w:szCs w:val="18"/>
          <w:lang w:val="pt-PT"/>
        </w:rPr>
        <w:t>Pessoa Singular</w:t>
      </w:r>
      <w:r w:rsidR="00E16B19">
        <w:rPr>
          <w:rFonts w:ascii="Arial" w:hAnsi="Arial" w:cs="Arial"/>
          <w:b/>
          <w:color w:val="808080" w:themeColor="background1" w:themeShade="80"/>
          <w:sz w:val="18"/>
          <w:szCs w:val="18"/>
          <w:lang w:val="pt-PT"/>
        </w:rPr>
        <w:t xml:space="preserve">, </w:t>
      </w:r>
      <w:r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>a assinatura deverá ser reconhecida notarialmente ou a declaração terá que ser acompanhada de cópia do B.I., Passaporte ou outro documento de identificação emitido por Entidade Pública.</w:t>
      </w:r>
    </w:p>
    <w:p w14:paraId="10224F4D" w14:textId="77777777" w:rsidR="008A5EC0" w:rsidRPr="00180FEE" w:rsidRDefault="008A5EC0" w:rsidP="005233DC">
      <w:pPr>
        <w:jc w:val="both"/>
        <w:rPr>
          <w:rFonts w:ascii="Arial" w:hAnsi="Arial" w:cs="Arial"/>
          <w:b/>
          <w:color w:val="808080" w:themeColor="background1" w:themeShade="80"/>
          <w:sz w:val="18"/>
          <w:szCs w:val="18"/>
          <w:highlight w:val="yellow"/>
          <w:lang w:val="pt-PT"/>
        </w:rPr>
      </w:pPr>
    </w:p>
    <w:p w14:paraId="0F48FCF7" w14:textId="77777777" w:rsidR="00B32CB5" w:rsidRPr="00180FEE" w:rsidRDefault="002651B2" w:rsidP="000D2444">
      <w:pPr>
        <w:jc w:val="both"/>
        <w:rPr>
          <w:rFonts w:ascii="Arial" w:hAnsi="Arial" w:cs="Arial"/>
          <w:b/>
          <w:color w:val="808080" w:themeColor="background1" w:themeShade="80"/>
          <w:sz w:val="18"/>
          <w:szCs w:val="18"/>
          <w:highlight w:val="yellow"/>
          <w:lang w:val="pt-PT"/>
        </w:rPr>
      </w:pPr>
      <w:r w:rsidRPr="00180FEE">
        <w:rPr>
          <w:rFonts w:ascii="Arial" w:hAnsi="Arial" w:cs="Arial"/>
          <w:color w:val="808080" w:themeColor="background1" w:themeShade="80"/>
          <w:sz w:val="18"/>
          <w:szCs w:val="18"/>
          <w:lang w:val="pt-PT"/>
        </w:rPr>
        <w:t>No entanto, este documento pode ser assinado usando assinatura eletrónica avançada e o recurso a assinatura autógrafa reconhecida por entidade com competência legal, “por semelhança” ou “na qualidade com poderes para o ato”, que será válida e suficiente para identificar a pessoa e os seus respetivos poderes para representar e vincular o cliente, havendo lugar à dispensa da verificação da conformidade da assinatura do assinante aposta no documento de denúncia contratual para efeitos de portabilidade.</w:t>
      </w:r>
    </w:p>
    <w:sectPr w:rsidR="00B32CB5" w:rsidRPr="00180FEE" w:rsidSect="001B5D1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696" w:right="746" w:bottom="719" w:left="1418" w:header="1134" w:footer="5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C762A" w14:textId="77777777" w:rsidR="004A43C8" w:rsidRDefault="004A43C8">
      <w:r>
        <w:separator/>
      </w:r>
    </w:p>
  </w:endnote>
  <w:endnote w:type="continuationSeparator" w:id="0">
    <w:p w14:paraId="4723A7B2" w14:textId="77777777" w:rsidR="004A43C8" w:rsidRDefault="004A4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AF175" w14:textId="77777777" w:rsidR="004A43C8" w:rsidRPr="00D60203" w:rsidRDefault="004A43C8" w:rsidP="001B5D1A">
    <w:pPr>
      <w:tabs>
        <w:tab w:val="right" w:pos="3420"/>
      </w:tabs>
      <w:autoSpaceDE w:val="0"/>
      <w:autoSpaceDN w:val="0"/>
      <w:adjustRightInd w:val="0"/>
      <w:ind w:left="-180" w:right="22"/>
      <w:rPr>
        <w:noProof/>
        <w:sz w:val="12"/>
        <w:szCs w:val="12"/>
      </w:rPr>
    </w:pPr>
    <w:r w:rsidRPr="001B5D1A">
      <w:rPr>
        <w:noProof/>
        <w:sz w:val="12"/>
        <w:szCs w:val="12"/>
        <w:lang w:val="en-GB"/>
      </w:rPr>
      <w:t>Colt Technology Services, Unipessoal Lda.</w:t>
    </w:r>
    <w:r w:rsidRPr="001B5D1A">
      <w:rPr>
        <w:noProof/>
        <w:sz w:val="12"/>
        <w:szCs w:val="12"/>
        <w:lang w:val="en-GB"/>
      </w:rPr>
      <w:tab/>
    </w:r>
    <w:r w:rsidR="004F5250">
      <w:fldChar w:fldCharType="begin"/>
    </w:r>
    <w:r w:rsidR="004F5250" w:rsidRPr="004F5250">
      <w:rPr>
        <w:lang w:val="en-GB"/>
      </w:rPr>
      <w:instrText>HYPERLINK "http://www.colt.net/"</w:instrText>
    </w:r>
    <w:r w:rsidR="004F5250">
      <w:fldChar w:fldCharType="separate"/>
    </w:r>
    <w:r w:rsidRPr="00D60203">
      <w:rPr>
        <w:rStyle w:val="Hyperlink"/>
        <w:noProof/>
        <w:sz w:val="12"/>
        <w:szCs w:val="12"/>
      </w:rPr>
      <w:t>www.colt.net</w:t>
    </w:r>
    <w:r w:rsidR="004F5250">
      <w:rPr>
        <w:rStyle w:val="Hyperlink"/>
        <w:noProof/>
        <w:sz w:val="12"/>
        <w:szCs w:val="12"/>
      </w:rPr>
      <w:fldChar w:fldCharType="end"/>
    </w:r>
  </w:p>
  <w:p w14:paraId="585E16E7" w14:textId="77777777" w:rsidR="004A43C8" w:rsidRPr="00D60203" w:rsidRDefault="004A43C8" w:rsidP="001B5D1A">
    <w:pPr>
      <w:tabs>
        <w:tab w:val="right" w:pos="9639"/>
      </w:tabs>
      <w:autoSpaceDE w:val="0"/>
      <w:autoSpaceDN w:val="0"/>
      <w:adjustRightInd w:val="0"/>
      <w:ind w:left="-180" w:right="22"/>
      <w:rPr>
        <w:noProof/>
        <w:sz w:val="12"/>
        <w:szCs w:val="12"/>
        <w:lang w:val="pt-PT"/>
      </w:rPr>
    </w:pPr>
    <w:r w:rsidRPr="00D60203">
      <w:rPr>
        <w:noProof/>
        <w:sz w:val="12"/>
        <w:szCs w:val="12"/>
        <w:lang w:val="pt-PT"/>
      </w:rPr>
      <w:t>Sede:Estrada da Outurela, 118 - Parque Holanda, Edificio B1, 2790-114 Carnaxide, Portugal</w:t>
    </w:r>
    <w:r w:rsidRPr="00D60203">
      <w:rPr>
        <w:i/>
        <w:iCs/>
        <w:noProof/>
        <w:sz w:val="12"/>
        <w:szCs w:val="12"/>
        <w:lang w:val="pt-PT"/>
      </w:rPr>
      <w:t>.</w:t>
    </w:r>
    <w:r w:rsidRPr="00D60203">
      <w:rPr>
        <w:noProof/>
        <w:sz w:val="12"/>
        <w:szCs w:val="12"/>
        <w:lang w:val="pt-PT"/>
      </w:rPr>
      <w:tab/>
      <w:t>Telefone: +351 21 120 00 00 / Fax: +351 21 120 00 09</w:t>
    </w:r>
  </w:p>
  <w:p w14:paraId="2CA1905C" w14:textId="77777777" w:rsidR="004A43C8" w:rsidRPr="00D60203" w:rsidRDefault="004A43C8" w:rsidP="001B5D1A">
    <w:pPr>
      <w:ind w:left="-180" w:right="22"/>
      <w:rPr>
        <w:noProof/>
        <w:sz w:val="12"/>
        <w:szCs w:val="12"/>
        <w:lang w:val="pt-PT"/>
      </w:rPr>
    </w:pPr>
    <w:r w:rsidRPr="00D60203">
      <w:rPr>
        <w:noProof/>
        <w:sz w:val="12"/>
        <w:szCs w:val="12"/>
        <w:lang w:val="pt-PT"/>
      </w:rPr>
      <w:t xml:space="preserve">Sociedade matriculada na Conservatória Registo Comercial de Cascais sob o nº 505289385 </w:t>
    </w:r>
    <w:r w:rsidRPr="00FC7364">
      <w:rPr>
        <w:rFonts w:ascii="MS Mincho" w:eastAsia="MS Mincho" w:hAnsi="MS Mincho" w:hint="eastAsia"/>
        <w:noProof/>
        <w:sz w:val="12"/>
        <w:szCs w:val="12"/>
        <w:lang w:val="pt-PT"/>
      </w:rPr>
      <w:t>•</w:t>
    </w:r>
    <w:r w:rsidRPr="00D60203">
      <w:rPr>
        <w:noProof/>
        <w:sz w:val="12"/>
        <w:szCs w:val="12"/>
        <w:lang w:val="pt-PT"/>
      </w:rPr>
      <w:t>Pessoa colectiva nº 505289385</w:t>
    </w:r>
    <w:r>
      <w:rPr>
        <w:noProof/>
        <w:sz w:val="12"/>
        <w:szCs w:val="12"/>
        <w:lang w:val="pt-PT"/>
      </w:rPr>
      <w:t xml:space="preserve"> </w:t>
    </w:r>
    <w:r w:rsidRPr="00FC7364">
      <w:rPr>
        <w:rFonts w:ascii="MS Mincho" w:eastAsia="MS Mincho" w:hAnsi="MS Mincho" w:hint="eastAsia"/>
        <w:noProof/>
        <w:sz w:val="12"/>
        <w:szCs w:val="12"/>
        <w:lang w:val="pt-PT"/>
      </w:rPr>
      <w:t>•</w:t>
    </w:r>
    <w:r w:rsidRPr="00D60203">
      <w:rPr>
        <w:noProof/>
        <w:sz w:val="12"/>
        <w:szCs w:val="12"/>
        <w:lang w:val="pt-PT"/>
      </w:rPr>
      <w:t>Capital social</w:t>
    </w:r>
    <w:r>
      <w:rPr>
        <w:noProof/>
        <w:sz w:val="12"/>
        <w:szCs w:val="12"/>
        <w:lang w:val="pt-PT"/>
      </w:rPr>
      <w:t>:</w:t>
    </w:r>
    <w:r w:rsidRPr="00D60203">
      <w:rPr>
        <w:noProof/>
        <w:sz w:val="12"/>
        <w:szCs w:val="12"/>
        <w:lang w:val="pt-PT"/>
      </w:rPr>
      <w:t xml:space="preserve"> 15.000.000,00 </w:t>
    </w:r>
    <w:r>
      <w:rPr>
        <w:noProof/>
        <w:sz w:val="12"/>
        <w:szCs w:val="12"/>
        <w:lang w:val="pt-PT"/>
      </w:rPr>
      <w:t>€</w:t>
    </w:r>
    <w:r w:rsidRPr="00D60203">
      <w:rPr>
        <w:noProof/>
        <w:sz w:val="12"/>
        <w:szCs w:val="12"/>
        <w:lang w:val="pt-PT"/>
      </w:rPr>
      <w:t xml:space="preserve"> (quinze milhões de euros)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3964" w14:textId="77777777" w:rsidR="004A43C8" w:rsidRPr="006A4140" w:rsidRDefault="004A43C8" w:rsidP="00A72E90">
    <w:pPr>
      <w:tabs>
        <w:tab w:val="right" w:pos="3420"/>
      </w:tabs>
      <w:autoSpaceDE w:val="0"/>
      <w:autoSpaceDN w:val="0"/>
      <w:adjustRightInd w:val="0"/>
      <w:ind w:left="-180" w:right="22"/>
      <w:jc w:val="center"/>
      <w:rPr>
        <w:rFonts w:ascii="Arial" w:hAnsi="Arial" w:cs="Arial"/>
        <w:noProof/>
        <w:sz w:val="12"/>
        <w:szCs w:val="12"/>
      </w:rPr>
    </w:pPr>
    <w:r w:rsidRPr="00A72E90">
      <w:rPr>
        <w:rFonts w:ascii="Arial" w:hAnsi="Arial" w:cs="Arial"/>
        <w:noProof/>
        <w:sz w:val="12"/>
        <w:szCs w:val="12"/>
        <w:lang w:val="en-US"/>
      </w:rPr>
      <w:t xml:space="preserve">Colt Technology Services, Unipessoal Lda. </w:t>
    </w:r>
    <w:r w:rsidR="004F5250">
      <w:fldChar w:fldCharType="begin"/>
    </w:r>
    <w:r w:rsidR="004F5250" w:rsidRPr="004F5250">
      <w:rPr>
        <w:lang w:val="en-GB"/>
      </w:rPr>
      <w:instrText>HYPERLINK "http://www.colt.net/"</w:instrText>
    </w:r>
    <w:r w:rsidR="004F5250">
      <w:fldChar w:fldCharType="separate"/>
    </w:r>
    <w:r w:rsidRPr="006A4140">
      <w:rPr>
        <w:rStyle w:val="Hyperlink"/>
        <w:rFonts w:ascii="Arial" w:hAnsi="Arial" w:cs="Arial"/>
        <w:noProof/>
        <w:sz w:val="12"/>
        <w:szCs w:val="12"/>
      </w:rPr>
      <w:t>www.colt.net</w:t>
    </w:r>
    <w:r w:rsidR="004F5250">
      <w:rPr>
        <w:rStyle w:val="Hyperlink"/>
        <w:rFonts w:ascii="Arial" w:hAnsi="Arial" w:cs="Arial"/>
        <w:noProof/>
        <w:sz w:val="12"/>
        <w:szCs w:val="12"/>
      </w:rPr>
      <w:fldChar w:fldCharType="end"/>
    </w:r>
  </w:p>
  <w:p w14:paraId="2AD59F07" w14:textId="77777777" w:rsidR="004A43C8" w:rsidRPr="006A4140" w:rsidRDefault="004A43C8" w:rsidP="00A72E90">
    <w:pPr>
      <w:tabs>
        <w:tab w:val="right" w:pos="9639"/>
      </w:tabs>
      <w:autoSpaceDE w:val="0"/>
      <w:autoSpaceDN w:val="0"/>
      <w:adjustRightInd w:val="0"/>
      <w:ind w:left="-180" w:right="22"/>
      <w:jc w:val="center"/>
      <w:rPr>
        <w:rFonts w:ascii="Arial" w:hAnsi="Arial" w:cs="Arial"/>
        <w:noProof/>
        <w:sz w:val="12"/>
        <w:szCs w:val="12"/>
        <w:lang w:val="pt-PT"/>
      </w:rPr>
    </w:pPr>
    <w:r w:rsidRPr="006A4140">
      <w:rPr>
        <w:rFonts w:ascii="Arial" w:hAnsi="Arial" w:cs="Arial"/>
        <w:noProof/>
        <w:sz w:val="12"/>
        <w:szCs w:val="12"/>
        <w:lang w:val="pt-PT"/>
      </w:rPr>
      <w:t>Sede:Estrada da Outurela, 118 - Parque Holanda, Edificio B1, 2790-114 Carnaxide, Portugal</w:t>
    </w:r>
    <w:r w:rsidRPr="006A4140">
      <w:rPr>
        <w:rFonts w:ascii="Arial" w:hAnsi="Arial" w:cs="Arial"/>
        <w:i/>
        <w:iCs/>
        <w:noProof/>
        <w:sz w:val="12"/>
        <w:szCs w:val="12"/>
        <w:lang w:val="pt-PT"/>
      </w:rPr>
      <w:t>.</w:t>
    </w:r>
    <w:r>
      <w:rPr>
        <w:rFonts w:ascii="Arial" w:hAnsi="Arial" w:cs="Arial"/>
        <w:i/>
        <w:iCs/>
        <w:noProof/>
        <w:sz w:val="12"/>
        <w:szCs w:val="12"/>
        <w:lang w:val="pt-PT"/>
      </w:rPr>
      <w:t xml:space="preserve"> </w:t>
    </w:r>
    <w:r w:rsidRPr="006A4140">
      <w:rPr>
        <w:rFonts w:ascii="Arial" w:hAnsi="Arial" w:cs="Arial"/>
        <w:noProof/>
        <w:sz w:val="12"/>
        <w:szCs w:val="12"/>
        <w:lang w:val="pt-PT"/>
      </w:rPr>
      <w:t>Telefone: +351 21 120 00 00 / Fax: +351 21 120 00 09</w:t>
    </w:r>
  </w:p>
  <w:p w14:paraId="60428B8F" w14:textId="77777777" w:rsidR="004A43C8" w:rsidRPr="006A4140" w:rsidRDefault="004A43C8" w:rsidP="00A72E90">
    <w:pPr>
      <w:ind w:left="-180" w:right="22"/>
      <w:jc w:val="center"/>
      <w:rPr>
        <w:rFonts w:ascii="Arial" w:hAnsi="Arial" w:cs="Arial"/>
        <w:noProof/>
        <w:sz w:val="12"/>
        <w:szCs w:val="12"/>
        <w:lang w:val="pt-PT"/>
      </w:rPr>
    </w:pPr>
    <w:r w:rsidRPr="006A4140">
      <w:rPr>
        <w:rFonts w:ascii="Arial" w:hAnsi="Arial" w:cs="Arial"/>
        <w:noProof/>
        <w:sz w:val="12"/>
        <w:szCs w:val="12"/>
        <w:lang w:val="pt-PT"/>
      </w:rPr>
      <w:t xml:space="preserve">Sociedade matriculada na Conservatória Registo Comercial de Cascais sob o nº 505289385 </w:t>
    </w:r>
    <w:r w:rsidRPr="006A4140">
      <w:rPr>
        <w:rFonts w:ascii="Arial" w:eastAsia="MS Mincho" w:hAnsi="Arial" w:cs="Arial"/>
        <w:noProof/>
        <w:sz w:val="12"/>
        <w:szCs w:val="12"/>
        <w:lang w:val="pt-PT"/>
      </w:rPr>
      <w:t>•</w:t>
    </w:r>
    <w:r w:rsidRPr="006A4140">
      <w:rPr>
        <w:rFonts w:ascii="Arial" w:hAnsi="Arial" w:cs="Arial"/>
        <w:noProof/>
        <w:sz w:val="12"/>
        <w:szCs w:val="12"/>
        <w:lang w:val="pt-PT"/>
      </w:rPr>
      <w:t xml:space="preserve">Pessoa colectiva nº 505289385 </w:t>
    </w:r>
    <w:r w:rsidRPr="006A4140">
      <w:rPr>
        <w:rFonts w:ascii="Arial" w:eastAsia="MS Mincho" w:hAnsi="Arial" w:cs="Arial"/>
        <w:noProof/>
        <w:sz w:val="12"/>
        <w:szCs w:val="12"/>
        <w:lang w:val="pt-PT"/>
      </w:rPr>
      <w:t>•</w:t>
    </w:r>
    <w:r w:rsidRPr="006A4140">
      <w:rPr>
        <w:rFonts w:ascii="Arial" w:hAnsi="Arial" w:cs="Arial"/>
        <w:noProof/>
        <w:sz w:val="12"/>
        <w:szCs w:val="12"/>
        <w:lang w:val="pt-PT"/>
      </w:rPr>
      <w:t>Capital social: 15.000.000,00 € (quinze milhões de euros)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1CDF3" w14:textId="77777777" w:rsidR="004A43C8" w:rsidRDefault="004A43C8">
      <w:r>
        <w:separator/>
      </w:r>
    </w:p>
  </w:footnote>
  <w:footnote w:type="continuationSeparator" w:id="0">
    <w:p w14:paraId="25BAA57D" w14:textId="77777777" w:rsidR="004A43C8" w:rsidRDefault="004A4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B50E1" w14:textId="77777777" w:rsidR="004A43C8" w:rsidRPr="008A5EC0" w:rsidRDefault="004A43C8" w:rsidP="008A5EC0">
    <w:pPr>
      <w:pStyle w:val="Header"/>
    </w:pPr>
    <w:r>
      <w:rPr>
        <w:noProof/>
        <w:lang w:val="en-US" w:eastAsia="ja-JP"/>
      </w:rPr>
      <w:drawing>
        <wp:anchor distT="0" distB="0" distL="114300" distR="114300" simplePos="0" relativeHeight="251658240" behindDoc="0" locked="1" layoutInCell="1" allowOverlap="1" wp14:anchorId="5EF069E3" wp14:editId="481B10CA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65" cy="302260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1362" w14:textId="77777777" w:rsidR="004A43C8" w:rsidRDefault="004A43C8" w:rsidP="008A5EC0">
    <w:pPr>
      <w:pStyle w:val="Header"/>
      <w:ind w:left="1440"/>
    </w:pPr>
    <w:r>
      <w:rPr>
        <w:noProof/>
      </w:rPr>
      <w:drawing>
        <wp:anchor distT="0" distB="0" distL="114300" distR="114300" simplePos="0" relativeHeight="251657216" behindDoc="0" locked="1" layoutInCell="1" allowOverlap="1" wp14:anchorId="516001BA" wp14:editId="6B2F2F6F">
          <wp:simplePos x="0" y="0"/>
          <wp:positionH relativeFrom="page">
            <wp:posOffset>5824220</wp:posOffset>
          </wp:positionH>
          <wp:positionV relativeFrom="page">
            <wp:posOffset>540385</wp:posOffset>
          </wp:positionV>
          <wp:extent cx="774065" cy="30226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0D5060" w14:textId="77777777" w:rsidR="004A43C8" w:rsidRDefault="004A43C8">
    <w:pPr>
      <w:pStyle w:val="Header"/>
    </w:pPr>
    <w:r>
      <w:t>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919DA"/>
    <w:multiLevelType w:val="hybridMultilevel"/>
    <w:tmpl w:val="BBDEB9CC"/>
    <w:lvl w:ilvl="0" w:tplc="471ED45E">
      <w:start w:val="1"/>
      <w:numFmt w:val="bullet"/>
      <w:pStyle w:val="Bullet2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244DCB"/>
    <w:multiLevelType w:val="hybridMultilevel"/>
    <w:tmpl w:val="45564DF6"/>
    <w:lvl w:ilvl="0" w:tplc="631EFCD8">
      <w:start w:val="1"/>
      <w:numFmt w:val="bullet"/>
      <w:lvlText w:val="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1F55BE"/>
    <w:multiLevelType w:val="hybridMultilevel"/>
    <w:tmpl w:val="90EC12C2"/>
    <w:lvl w:ilvl="0" w:tplc="D8B8B5B0">
      <w:start w:val="1"/>
      <w:numFmt w:val="bullet"/>
      <w:pStyle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15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12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136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14400" w:hanging="360"/>
      </w:pPr>
      <w:rPr>
        <w:rFonts w:ascii="Wingdings" w:hAnsi="Wingdings" w:hint="default"/>
      </w:rPr>
    </w:lvl>
  </w:abstractNum>
  <w:abstractNum w:abstractNumId="3" w15:restartNumberingAfterBreak="0">
    <w:nsid w:val="4D4F0E47"/>
    <w:multiLevelType w:val="hybridMultilevel"/>
    <w:tmpl w:val="DB1E9FF0"/>
    <w:lvl w:ilvl="0" w:tplc="631EFCD8">
      <w:start w:val="1"/>
      <w:numFmt w:val="bullet"/>
      <w:lvlText w:val="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4F2B91"/>
    <w:multiLevelType w:val="hybridMultilevel"/>
    <w:tmpl w:val="467685E2"/>
    <w:lvl w:ilvl="0" w:tplc="631EFCD8">
      <w:start w:val="1"/>
      <w:numFmt w:val="bullet"/>
      <w:lvlText w:val="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3B35DD"/>
    <w:multiLevelType w:val="hybridMultilevel"/>
    <w:tmpl w:val="0FD6D86E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454570">
    <w:abstractNumId w:val="2"/>
  </w:num>
  <w:num w:numId="2" w16cid:durableId="384333136">
    <w:abstractNumId w:val="0"/>
  </w:num>
  <w:num w:numId="3" w16cid:durableId="154698756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513286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105264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64807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/>
  <w:defaultTabStop w:val="720"/>
  <w:hyphenationZone w:val="357"/>
  <w:doNotHyphenateCaps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5EF"/>
    <w:rsid w:val="00005DE5"/>
    <w:rsid w:val="0002245F"/>
    <w:rsid w:val="000249E4"/>
    <w:rsid w:val="00035DE1"/>
    <w:rsid w:val="00036C4B"/>
    <w:rsid w:val="00052F5E"/>
    <w:rsid w:val="00073ECC"/>
    <w:rsid w:val="000877E5"/>
    <w:rsid w:val="000A075C"/>
    <w:rsid w:val="000D2444"/>
    <w:rsid w:val="000D3CC4"/>
    <w:rsid w:val="000E240C"/>
    <w:rsid w:val="001103C4"/>
    <w:rsid w:val="00111E83"/>
    <w:rsid w:val="001211C5"/>
    <w:rsid w:val="00123F97"/>
    <w:rsid w:val="00152F17"/>
    <w:rsid w:val="001532F4"/>
    <w:rsid w:val="001533D1"/>
    <w:rsid w:val="00180FEE"/>
    <w:rsid w:val="00182519"/>
    <w:rsid w:val="00184CCD"/>
    <w:rsid w:val="0019022F"/>
    <w:rsid w:val="00191B8E"/>
    <w:rsid w:val="001A0251"/>
    <w:rsid w:val="001B5D1A"/>
    <w:rsid w:val="001B73DA"/>
    <w:rsid w:val="001C2E6C"/>
    <w:rsid w:val="001C39F8"/>
    <w:rsid w:val="001D336E"/>
    <w:rsid w:val="001E22CD"/>
    <w:rsid w:val="00224598"/>
    <w:rsid w:val="002303A6"/>
    <w:rsid w:val="00234D0F"/>
    <w:rsid w:val="00246E8A"/>
    <w:rsid w:val="00254CE2"/>
    <w:rsid w:val="002651B2"/>
    <w:rsid w:val="00297B65"/>
    <w:rsid w:val="002A187C"/>
    <w:rsid w:val="002A244A"/>
    <w:rsid w:val="002A65EF"/>
    <w:rsid w:val="002D7F3F"/>
    <w:rsid w:val="002E1C26"/>
    <w:rsid w:val="002E1FE4"/>
    <w:rsid w:val="002E40F4"/>
    <w:rsid w:val="002F38D0"/>
    <w:rsid w:val="002F67C4"/>
    <w:rsid w:val="003002FE"/>
    <w:rsid w:val="0030198B"/>
    <w:rsid w:val="003212ED"/>
    <w:rsid w:val="00333DDD"/>
    <w:rsid w:val="003511B6"/>
    <w:rsid w:val="00351DBF"/>
    <w:rsid w:val="003612CF"/>
    <w:rsid w:val="003712CB"/>
    <w:rsid w:val="0039221C"/>
    <w:rsid w:val="00395FA7"/>
    <w:rsid w:val="00396A21"/>
    <w:rsid w:val="003B1454"/>
    <w:rsid w:val="003B4C1E"/>
    <w:rsid w:val="003C492A"/>
    <w:rsid w:val="003D6E37"/>
    <w:rsid w:val="003E76FE"/>
    <w:rsid w:val="003F1E46"/>
    <w:rsid w:val="00421B63"/>
    <w:rsid w:val="00436F94"/>
    <w:rsid w:val="004415AD"/>
    <w:rsid w:val="004451B2"/>
    <w:rsid w:val="004523F5"/>
    <w:rsid w:val="00477E4A"/>
    <w:rsid w:val="00494F2D"/>
    <w:rsid w:val="004A43C8"/>
    <w:rsid w:val="004B1A5D"/>
    <w:rsid w:val="004E4B1D"/>
    <w:rsid w:val="004F3714"/>
    <w:rsid w:val="004F5250"/>
    <w:rsid w:val="004F5A5A"/>
    <w:rsid w:val="0050640B"/>
    <w:rsid w:val="005122FD"/>
    <w:rsid w:val="0051327B"/>
    <w:rsid w:val="005233DC"/>
    <w:rsid w:val="00527815"/>
    <w:rsid w:val="00534531"/>
    <w:rsid w:val="00543634"/>
    <w:rsid w:val="00544AFB"/>
    <w:rsid w:val="005847F4"/>
    <w:rsid w:val="00585B2C"/>
    <w:rsid w:val="00597223"/>
    <w:rsid w:val="005A3217"/>
    <w:rsid w:val="005A65F0"/>
    <w:rsid w:val="005D47EC"/>
    <w:rsid w:val="005E6566"/>
    <w:rsid w:val="005F29B8"/>
    <w:rsid w:val="00610927"/>
    <w:rsid w:val="00614ABF"/>
    <w:rsid w:val="00645B68"/>
    <w:rsid w:val="00681A91"/>
    <w:rsid w:val="00691A5E"/>
    <w:rsid w:val="00694B76"/>
    <w:rsid w:val="006A4140"/>
    <w:rsid w:val="006C5EC0"/>
    <w:rsid w:val="006D68F4"/>
    <w:rsid w:val="006E5065"/>
    <w:rsid w:val="0071146E"/>
    <w:rsid w:val="00714506"/>
    <w:rsid w:val="0075229C"/>
    <w:rsid w:val="00764765"/>
    <w:rsid w:val="00767297"/>
    <w:rsid w:val="0077220F"/>
    <w:rsid w:val="007745FE"/>
    <w:rsid w:val="007761C3"/>
    <w:rsid w:val="007A3654"/>
    <w:rsid w:val="007A546A"/>
    <w:rsid w:val="007B0638"/>
    <w:rsid w:val="008100D8"/>
    <w:rsid w:val="008433CF"/>
    <w:rsid w:val="008624B2"/>
    <w:rsid w:val="00863139"/>
    <w:rsid w:val="00876024"/>
    <w:rsid w:val="00876CD0"/>
    <w:rsid w:val="0088170B"/>
    <w:rsid w:val="008A0F0D"/>
    <w:rsid w:val="008A5EC0"/>
    <w:rsid w:val="008D6941"/>
    <w:rsid w:val="008E7CA5"/>
    <w:rsid w:val="008F2F56"/>
    <w:rsid w:val="008F3CC7"/>
    <w:rsid w:val="00913C71"/>
    <w:rsid w:val="0095171C"/>
    <w:rsid w:val="00964769"/>
    <w:rsid w:val="00967335"/>
    <w:rsid w:val="00986D23"/>
    <w:rsid w:val="009B56A6"/>
    <w:rsid w:val="009E59F3"/>
    <w:rsid w:val="009F7186"/>
    <w:rsid w:val="00A000CD"/>
    <w:rsid w:val="00A01F08"/>
    <w:rsid w:val="00A20AEA"/>
    <w:rsid w:val="00A250E7"/>
    <w:rsid w:val="00A4343A"/>
    <w:rsid w:val="00A504D6"/>
    <w:rsid w:val="00A72E90"/>
    <w:rsid w:val="00A95FFA"/>
    <w:rsid w:val="00AA5C44"/>
    <w:rsid w:val="00AD1B78"/>
    <w:rsid w:val="00AD430F"/>
    <w:rsid w:val="00AE4B51"/>
    <w:rsid w:val="00AE7ABD"/>
    <w:rsid w:val="00B02983"/>
    <w:rsid w:val="00B32CB5"/>
    <w:rsid w:val="00B438AA"/>
    <w:rsid w:val="00B76B38"/>
    <w:rsid w:val="00BA4827"/>
    <w:rsid w:val="00BA72C0"/>
    <w:rsid w:val="00C174F2"/>
    <w:rsid w:val="00C33D46"/>
    <w:rsid w:val="00C40AA1"/>
    <w:rsid w:val="00C460C2"/>
    <w:rsid w:val="00C46756"/>
    <w:rsid w:val="00C542D4"/>
    <w:rsid w:val="00CA5D0A"/>
    <w:rsid w:val="00CB2B30"/>
    <w:rsid w:val="00CB6703"/>
    <w:rsid w:val="00CE44DE"/>
    <w:rsid w:val="00D218E5"/>
    <w:rsid w:val="00D43D25"/>
    <w:rsid w:val="00D60203"/>
    <w:rsid w:val="00D751D0"/>
    <w:rsid w:val="00D86CD3"/>
    <w:rsid w:val="00D908E1"/>
    <w:rsid w:val="00D926D4"/>
    <w:rsid w:val="00D93A58"/>
    <w:rsid w:val="00DD30A7"/>
    <w:rsid w:val="00DD5E22"/>
    <w:rsid w:val="00DE326E"/>
    <w:rsid w:val="00DF077F"/>
    <w:rsid w:val="00E16B19"/>
    <w:rsid w:val="00E31AE6"/>
    <w:rsid w:val="00E34D74"/>
    <w:rsid w:val="00E41E41"/>
    <w:rsid w:val="00E63C60"/>
    <w:rsid w:val="00E87251"/>
    <w:rsid w:val="00E94AC0"/>
    <w:rsid w:val="00E96989"/>
    <w:rsid w:val="00EB527A"/>
    <w:rsid w:val="00EB5A3C"/>
    <w:rsid w:val="00EC6F09"/>
    <w:rsid w:val="00ED5940"/>
    <w:rsid w:val="00EE01B9"/>
    <w:rsid w:val="00EE4477"/>
    <w:rsid w:val="00F11326"/>
    <w:rsid w:val="00F14402"/>
    <w:rsid w:val="00F20AB1"/>
    <w:rsid w:val="00F43E9A"/>
    <w:rsid w:val="00F4674B"/>
    <w:rsid w:val="00F60A8C"/>
    <w:rsid w:val="00F63B71"/>
    <w:rsid w:val="00F83ADF"/>
    <w:rsid w:val="00F97965"/>
    <w:rsid w:val="00FA2923"/>
    <w:rsid w:val="00FA6459"/>
    <w:rsid w:val="00FC1B4E"/>
    <w:rsid w:val="00FC7364"/>
    <w:rsid w:val="00FD49D1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oNotEmbedSmartTags/>
  <w:decimalSymbol w:val="."/>
  <w:listSeparator w:val=","/>
  <w14:docId w14:val="4B413C16"/>
  <w15:chartTrackingRefBased/>
  <w15:docId w15:val="{2AF1F18D-1E68-4854-8A53-074EC77B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A3C"/>
    <w:rPr>
      <w:lang w:val="pt-BR" w:eastAsia="pt-PT"/>
    </w:rPr>
  </w:style>
  <w:style w:type="paragraph" w:styleId="Heading1">
    <w:name w:val="heading 1"/>
    <w:basedOn w:val="Normal"/>
    <w:next w:val="Normal"/>
    <w:link w:val="Heading1Char"/>
    <w:qFormat/>
    <w:rsid w:val="00964769"/>
    <w:pPr>
      <w:keepNext/>
      <w:spacing w:before="240" w:after="60"/>
      <w:outlineLvl w:val="0"/>
    </w:pPr>
    <w:rPr>
      <w:b/>
      <w:bCs/>
      <w:color w:val="009DE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C2E6C"/>
    <w:pPr>
      <w:keepNext/>
      <w:spacing w:before="240" w:after="6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C2E6C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semiHidden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semiHidden/>
    <w:rPr>
      <w:rFonts w:ascii="Cambria" w:hAnsi="Cambria" w:cs="Times New Roman"/>
      <w:b/>
      <w:bCs/>
      <w:sz w:val="26"/>
      <w:szCs w:val="26"/>
      <w:lang w:val="en-GB" w:eastAsia="en-GB"/>
    </w:rPr>
  </w:style>
  <w:style w:type="paragraph" w:styleId="Header">
    <w:name w:val="header"/>
    <w:basedOn w:val="Normal"/>
    <w:link w:val="HeaderChar"/>
    <w:uiPriority w:val="99"/>
    <w:rsid w:val="00005D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Pr>
      <w:rFonts w:ascii="Arial" w:hAnsi="Arial" w:cs="Arial"/>
      <w:lang w:val="en-GB" w:eastAsia="en-GB"/>
    </w:rPr>
  </w:style>
  <w:style w:type="paragraph" w:styleId="Footer">
    <w:name w:val="footer"/>
    <w:basedOn w:val="Normal"/>
    <w:link w:val="FooterChar"/>
    <w:rsid w:val="0002245F"/>
    <w:pPr>
      <w:tabs>
        <w:tab w:val="center" w:pos="4153"/>
        <w:tab w:val="right" w:pos="8306"/>
      </w:tabs>
    </w:pPr>
    <w:rPr>
      <w:sz w:val="14"/>
      <w:szCs w:val="14"/>
    </w:rPr>
  </w:style>
  <w:style w:type="character" w:customStyle="1" w:styleId="FooterChar">
    <w:name w:val="Footer Char"/>
    <w:link w:val="Footer"/>
    <w:semiHidden/>
    <w:rPr>
      <w:rFonts w:ascii="Arial" w:hAnsi="Arial" w:cs="Arial"/>
      <w:lang w:val="en-GB" w:eastAsia="en-GB"/>
    </w:rPr>
  </w:style>
  <w:style w:type="paragraph" w:customStyle="1" w:styleId="ColtCompanyAddress">
    <w:name w:val="Colt_Company_Address"/>
    <w:basedOn w:val="Normal"/>
    <w:rsid w:val="004E4B1D"/>
    <w:rPr>
      <w:sz w:val="15"/>
      <w:szCs w:val="15"/>
    </w:rPr>
  </w:style>
  <w:style w:type="paragraph" w:customStyle="1" w:styleId="Bullet">
    <w:name w:val="Bullet"/>
    <w:basedOn w:val="Normal"/>
    <w:link w:val="BulletChar"/>
    <w:rsid w:val="00224598"/>
    <w:pPr>
      <w:numPr>
        <w:numId w:val="1"/>
      </w:numPr>
      <w:ind w:left="284" w:hanging="284"/>
    </w:pPr>
  </w:style>
  <w:style w:type="paragraph" w:customStyle="1" w:styleId="Bullet2">
    <w:name w:val="Bullet 2"/>
    <w:basedOn w:val="Normal"/>
    <w:rsid w:val="00052F5E"/>
    <w:pPr>
      <w:numPr>
        <w:numId w:val="2"/>
      </w:numPr>
    </w:pPr>
  </w:style>
  <w:style w:type="character" w:customStyle="1" w:styleId="BulletChar">
    <w:name w:val="Bullet Char"/>
    <w:link w:val="Bullet"/>
    <w:rsid w:val="00224598"/>
    <w:rPr>
      <w:rFonts w:ascii="Arial" w:hAnsi="Arial" w:cs="Arial"/>
      <w:sz w:val="24"/>
      <w:szCs w:val="24"/>
      <w:lang w:val="en-GB" w:eastAsia="en-GB"/>
    </w:rPr>
  </w:style>
  <w:style w:type="character" w:styleId="Hyperlink">
    <w:name w:val="Hyperlink"/>
    <w:rsid w:val="00876CD0"/>
    <w:rPr>
      <w:color w:val="0000FF"/>
      <w:u w:val="single"/>
    </w:rPr>
  </w:style>
  <w:style w:type="paragraph" w:customStyle="1" w:styleId="CorpoCarta">
    <w:name w:val="CorpoCarta"/>
    <w:basedOn w:val="Normal"/>
    <w:rsid w:val="00F83ADF"/>
    <w:pPr>
      <w:tabs>
        <w:tab w:val="left" w:pos="2520"/>
        <w:tab w:val="left" w:pos="4680"/>
        <w:tab w:val="right" w:pos="8280"/>
      </w:tabs>
      <w:ind w:right="34"/>
      <w:jc w:val="both"/>
    </w:pPr>
    <w:rPr>
      <w:rFonts w:ascii="Swis721 BT" w:hAnsi="Swis721 BT" w:cs="Arial"/>
      <w:sz w:val="22"/>
      <w:szCs w:val="22"/>
      <w:lang w:val="pt-PT" w:eastAsia="en-US"/>
    </w:rPr>
  </w:style>
  <w:style w:type="paragraph" w:customStyle="1" w:styleId="Referencia">
    <w:name w:val="Referencia"/>
    <w:basedOn w:val="Normal"/>
    <w:link w:val="ReferenciaChar"/>
    <w:rsid w:val="00F83ADF"/>
    <w:pPr>
      <w:tabs>
        <w:tab w:val="left" w:pos="2520"/>
        <w:tab w:val="left" w:pos="4680"/>
        <w:tab w:val="right" w:pos="8280"/>
      </w:tabs>
      <w:ind w:right="34"/>
      <w:jc w:val="both"/>
    </w:pPr>
    <w:rPr>
      <w:rFonts w:ascii="Swis721 BT" w:hAnsi="Swis721 BT" w:cs="Arial"/>
      <w:color w:val="FFFFFF"/>
      <w:sz w:val="16"/>
      <w:szCs w:val="22"/>
      <w:lang w:val="pt-PT" w:eastAsia="en-US"/>
    </w:rPr>
  </w:style>
  <w:style w:type="character" w:customStyle="1" w:styleId="ReferenciaChar">
    <w:name w:val="Referencia Char"/>
    <w:link w:val="Referencia"/>
    <w:rsid w:val="00F83ADF"/>
    <w:rPr>
      <w:rFonts w:ascii="Swis721 BT" w:hAnsi="Swis721 BT" w:cs="Arial"/>
      <w:color w:val="FFFFFF"/>
      <w:sz w:val="16"/>
      <w:szCs w:val="22"/>
      <w:lang w:val="pt-PT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7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47EC"/>
    <w:rPr>
      <w:rFonts w:ascii="Tahoma" w:hAnsi="Tahoma" w:cs="Tahoma"/>
      <w:sz w:val="16"/>
      <w:szCs w:val="16"/>
      <w:lang w:val="pt-BR" w:eastAsia="pt-PT"/>
    </w:rPr>
  </w:style>
  <w:style w:type="character" w:styleId="PlaceholderText">
    <w:name w:val="Placeholder Text"/>
    <w:basedOn w:val="DefaultParagraphFont"/>
    <w:uiPriority w:val="99"/>
    <w:semiHidden/>
    <w:rsid w:val="00180FEE"/>
    <w:rPr>
      <w:color w:val="808080"/>
    </w:rPr>
  </w:style>
  <w:style w:type="table" w:styleId="TableGrid">
    <w:name w:val="Table Grid"/>
    <w:basedOn w:val="TableNormal"/>
    <w:uiPriority w:val="59"/>
    <w:rsid w:val="00EE4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Human_Resources\share\New%20Colt%20Templates\Papel%20Timbrad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8D8ACCEF9FF4E61B1800F4B2B2F2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36582-EADB-4666-8B0E-425033EE1544}"/>
      </w:docPartPr>
      <w:docPartBody>
        <w:p w:rsidR="00510DEA" w:rsidRDefault="00510DEA" w:rsidP="00510DEA">
          <w:pPr>
            <w:pStyle w:val="78D8ACCEF9FF4E61B1800F4B2B2F242D20"/>
          </w:pPr>
          <w:r w:rsidRPr="00421B63">
            <w:rPr>
              <w:rStyle w:val="PlaceholderText"/>
              <w:u w:val="single" w:color="000000" w:themeColor="text1"/>
              <w:lang w:val="pt-PT"/>
            </w:rPr>
            <w:t xml:space="preserve">                                                                                                             </w:t>
          </w:r>
        </w:p>
      </w:docPartBody>
    </w:docPart>
    <w:docPart>
      <w:docPartPr>
        <w:name w:val="3699E27EA45341C0A61D9C0723BC8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B5706-322F-4FDE-90C3-A782DCAF5D9F}"/>
      </w:docPartPr>
      <w:docPartBody>
        <w:p w:rsidR="00510DEA" w:rsidRDefault="00510DEA" w:rsidP="00510DEA">
          <w:pPr>
            <w:pStyle w:val="3699E27EA45341C0A61D9C0723BC81B116"/>
          </w:pPr>
          <w:r w:rsidRPr="004A43C8">
            <w:rPr>
              <w:rStyle w:val="PlaceholderText"/>
              <w:u w:val="single" w:color="000000" w:themeColor="text1"/>
              <w:lang w:val="pt-PT"/>
            </w:rPr>
            <w:t xml:space="preserve">                                                            </w:t>
          </w:r>
        </w:p>
      </w:docPartBody>
    </w:docPart>
    <w:docPart>
      <w:docPartPr>
        <w:name w:val="10DE925A279F45808D9AF23359052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CB772-446D-45C1-B0B6-BAD1600CBA58}"/>
      </w:docPartPr>
      <w:docPartBody>
        <w:p w:rsidR="00510DEA" w:rsidRDefault="00510DEA" w:rsidP="00510DEA">
          <w:pPr>
            <w:pStyle w:val="10DE925A279F45808D9AF23359052DBA16"/>
          </w:pPr>
          <w:r w:rsidRPr="004A43C8">
            <w:rPr>
              <w:rStyle w:val="PlaceholderText"/>
              <w:u w:val="single" w:color="000000" w:themeColor="text1"/>
              <w:lang w:val="pt-PT"/>
            </w:rPr>
            <w:t xml:space="preserve">                                    </w:t>
          </w:r>
          <w:r w:rsidRPr="004A43C8">
            <w:rPr>
              <w:rFonts w:ascii="Arial" w:hAnsi="Arial" w:cs="Arial"/>
              <w:u w:val="single" w:color="000000" w:themeColor="text1"/>
            </w:rPr>
            <w:t xml:space="preserve">                    </w:t>
          </w:r>
          <w:r w:rsidRPr="004A43C8">
            <w:rPr>
              <w:rFonts w:ascii="Arial" w:hAnsi="Arial" w:cs="Arial"/>
              <w:u w:val="single" w:color="000000" w:themeColor="text1"/>
              <w:lang w:val="pt-PT"/>
            </w:rPr>
            <w:t xml:space="preserve">              </w:t>
          </w:r>
        </w:p>
      </w:docPartBody>
    </w:docPart>
    <w:docPart>
      <w:docPartPr>
        <w:name w:val="0AC15D5E46094B949E149203ACD6B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CD8C5-DB14-40E4-804F-B5D6DB8FFDD9}"/>
      </w:docPartPr>
      <w:docPartBody>
        <w:p w:rsidR="00510DEA" w:rsidRDefault="00510DEA" w:rsidP="00510DEA">
          <w:pPr>
            <w:pStyle w:val="0AC15D5E46094B949E149203ACD6BBEE16"/>
          </w:pPr>
          <w:r w:rsidRPr="00D218E5">
            <w:rPr>
              <w:rStyle w:val="PlaceholderText"/>
              <w:u w:val="single" w:color="000000" w:themeColor="text1"/>
              <w:lang w:val="pt-PT"/>
            </w:rPr>
            <w:t xml:space="preserve">                                                                                                                     </w:t>
          </w:r>
        </w:p>
      </w:docPartBody>
    </w:docPart>
    <w:docPart>
      <w:docPartPr>
        <w:name w:val="D2991CBC97ED497BAC7FE64985669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F4FA4-F53F-4A8A-9CBA-224C1618B4BE}"/>
      </w:docPartPr>
      <w:docPartBody>
        <w:p w:rsidR="00510DEA" w:rsidRDefault="00510DEA" w:rsidP="00510DEA">
          <w:pPr>
            <w:pStyle w:val="D2991CBC97ED497BAC7FE6498566903A16"/>
          </w:pPr>
          <w:r w:rsidRPr="004A43C8">
            <w:rPr>
              <w:rFonts w:ascii="Arial" w:hAnsi="Arial"/>
              <w:noProof/>
              <w:u w:val="single" w:color="000000" w:themeColor="text1"/>
              <w:lang w:val="pt-PT"/>
            </w:rPr>
            <w:t xml:space="preserve">                                 </w:t>
          </w:r>
        </w:p>
      </w:docPartBody>
    </w:docPart>
    <w:docPart>
      <w:docPartPr>
        <w:name w:val="FC67CBB488084669B238A536BFBB2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2F0BD-7D54-4410-B345-1A90A6FA7993}"/>
      </w:docPartPr>
      <w:docPartBody>
        <w:p w:rsidR="00510DEA" w:rsidRDefault="00510DEA" w:rsidP="00510DEA">
          <w:pPr>
            <w:pStyle w:val="FC67CBB488084669B238A536BFBB2CAF16"/>
          </w:pPr>
          <w:r w:rsidRPr="004A43C8">
            <w:rPr>
              <w:rFonts w:ascii="Arial" w:hAnsi="Arial" w:cs="Arial"/>
              <w:u w:val="single"/>
              <w:lang w:val="en-GB"/>
            </w:rPr>
            <w:t xml:space="preserve">                        </w:t>
          </w:r>
        </w:p>
      </w:docPartBody>
    </w:docPart>
    <w:docPart>
      <w:docPartPr>
        <w:name w:val="B14F6943F62C42E2817AC8F171CDE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A95E83-54F3-4434-8A6E-D15BAF99B76F}"/>
      </w:docPartPr>
      <w:docPartBody>
        <w:p w:rsidR="00510DEA" w:rsidRDefault="00510DEA" w:rsidP="00510DEA">
          <w:pPr>
            <w:pStyle w:val="B14F6943F62C42E2817AC8F171CDECF016"/>
          </w:pPr>
          <w:r w:rsidRPr="008F3CC7">
            <w:rPr>
              <w:rStyle w:val="PlaceholderText"/>
              <w:u w:val="single" w:color="000000" w:themeColor="text1"/>
              <w:lang w:val="en-GB"/>
            </w:rPr>
            <w:t xml:space="preserve">          </w:t>
          </w:r>
        </w:p>
      </w:docPartBody>
    </w:docPart>
    <w:docPart>
      <w:docPartPr>
        <w:name w:val="D717264CB2914CBE8F83E1B9BAE9F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53307-35C0-46CC-B978-BFE1D2DE23DC}"/>
      </w:docPartPr>
      <w:docPartBody>
        <w:p w:rsidR="00510DEA" w:rsidRDefault="00510DEA" w:rsidP="00510DEA">
          <w:pPr>
            <w:pStyle w:val="D717264CB2914CBE8F83E1B9BAE9FE9716"/>
          </w:pPr>
          <w:r w:rsidRPr="004A43C8">
            <w:rPr>
              <w:rFonts w:ascii="Arial" w:hAnsi="Arial" w:cs="Arial"/>
              <w:u w:val="single"/>
              <w:lang w:val="en-GB"/>
            </w:rPr>
            <w:t xml:space="preserve">                              </w:t>
          </w:r>
        </w:p>
      </w:docPartBody>
    </w:docPart>
    <w:docPart>
      <w:docPartPr>
        <w:name w:val="A6B2CE5C765349FA9065D1FBA46DC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5F7F2-10B9-40E0-A04C-D723656F9148}"/>
      </w:docPartPr>
      <w:docPartBody>
        <w:p w:rsidR="00510DEA" w:rsidRDefault="00510DEA" w:rsidP="00510DEA">
          <w:pPr>
            <w:pStyle w:val="A6B2CE5C765349FA9065D1FBA46DC3B816"/>
          </w:pPr>
          <w:r w:rsidRPr="008F3CC7">
            <w:rPr>
              <w:rStyle w:val="PlaceholderText"/>
              <w:u w:val="single" w:color="000000" w:themeColor="text1"/>
              <w:lang w:val="en-GB"/>
            </w:rPr>
            <w:t xml:space="preserve">                                                                                         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5F4"/>
    <w:rsid w:val="00510DEA"/>
    <w:rsid w:val="00CC15F4"/>
    <w:rsid w:val="00DE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0DEA"/>
    <w:rPr>
      <w:color w:val="808080"/>
    </w:rPr>
  </w:style>
  <w:style w:type="paragraph" w:customStyle="1" w:styleId="78D8ACCEF9FF4E61B1800F4B2B2F242D20">
    <w:name w:val="78D8ACCEF9FF4E61B1800F4B2B2F242D20"/>
    <w:rsid w:val="0051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PT"/>
    </w:rPr>
  </w:style>
  <w:style w:type="paragraph" w:customStyle="1" w:styleId="3699E27EA45341C0A61D9C0723BC81B116">
    <w:name w:val="3699E27EA45341C0A61D9C0723BC81B116"/>
    <w:rsid w:val="0051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PT"/>
    </w:rPr>
  </w:style>
  <w:style w:type="paragraph" w:customStyle="1" w:styleId="10DE925A279F45808D9AF23359052DBA16">
    <w:name w:val="10DE925A279F45808D9AF23359052DBA16"/>
    <w:rsid w:val="0051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PT"/>
    </w:rPr>
  </w:style>
  <w:style w:type="paragraph" w:customStyle="1" w:styleId="0AC15D5E46094B949E149203ACD6BBEE16">
    <w:name w:val="0AC15D5E46094B949E149203ACD6BBEE16"/>
    <w:rsid w:val="0051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PT"/>
    </w:rPr>
  </w:style>
  <w:style w:type="paragraph" w:customStyle="1" w:styleId="D2991CBC97ED497BAC7FE6498566903A16">
    <w:name w:val="D2991CBC97ED497BAC7FE6498566903A16"/>
    <w:rsid w:val="0051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PT"/>
    </w:rPr>
  </w:style>
  <w:style w:type="paragraph" w:customStyle="1" w:styleId="FC67CBB488084669B238A536BFBB2CAF16">
    <w:name w:val="FC67CBB488084669B238A536BFBB2CAF16"/>
    <w:rsid w:val="0051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PT"/>
    </w:rPr>
  </w:style>
  <w:style w:type="paragraph" w:customStyle="1" w:styleId="B14F6943F62C42E2817AC8F171CDECF016">
    <w:name w:val="B14F6943F62C42E2817AC8F171CDECF016"/>
    <w:rsid w:val="0051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PT"/>
    </w:rPr>
  </w:style>
  <w:style w:type="paragraph" w:customStyle="1" w:styleId="D717264CB2914CBE8F83E1B9BAE9FE9716">
    <w:name w:val="D717264CB2914CBE8F83E1B9BAE9FE9716"/>
    <w:rsid w:val="0051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PT"/>
    </w:rPr>
  </w:style>
  <w:style w:type="paragraph" w:customStyle="1" w:styleId="A6B2CE5C765349FA9065D1FBA46DC3B816">
    <w:name w:val="A6B2CE5C765349FA9065D1FBA46DC3B816"/>
    <w:rsid w:val="0051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P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4" ma:contentTypeDescription="Create a new document." ma:contentTypeScope="" ma:versionID="2b2feb270467525a562991e039fb3927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13ca28d89580d63685b7ee0c4c682122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DHQ4KNS6T2M2-2111369996-85</_dlc_DocId>
    <_dlc_DocIdUrl xmlns="85bdb67a-68dc-4b72-be68-a086d460c31f">
      <Url>https://coltinternal.sharepoint.com/sites/pt/PortingInformation/_layouts/15/DocIdRedir.aspx?ID=DHQ4KNS6T2M2-2111369996-85</Url>
      <Description>DHQ4KNS6T2M2-2111369996-85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57DB79-1DF6-4048-A4D6-6E5496577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db67a-68dc-4b72-be68-a086d460c31f"/>
    <ds:schemaRef ds:uri="f1d1c7a4-d8f1-45db-9f4e-e74acd9c8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8A0475-689E-4DB4-BFD6-1ECEA6F5A4E8}">
  <ds:schemaRefs>
    <ds:schemaRef ds:uri="http://schemas.microsoft.com/office/2006/metadata/properties"/>
    <ds:schemaRef ds:uri="http://schemas.microsoft.com/office/infopath/2007/PartnerControls"/>
    <ds:schemaRef ds:uri="85bdb67a-68dc-4b72-be68-a086d460c31f"/>
  </ds:schemaRefs>
</ds:datastoreItem>
</file>

<file path=customXml/itemProps3.xml><?xml version="1.0" encoding="utf-8"?>
<ds:datastoreItem xmlns:ds="http://schemas.openxmlformats.org/officeDocument/2006/customXml" ds:itemID="{83836A42-79D7-4444-9E0E-C84BAD757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3586C1-8014-4392-9CC4-81A9429A28F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Papel Timbrado</Template>
  <TotalTime>0</TotalTime>
  <Pages>1</Pages>
  <Words>289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Colt Letterhead Template</vt:lpstr>
    </vt:vector>
  </TitlesOfParts>
  <Company>Colt</Company>
  <LinksUpToDate>false</LinksUpToDate>
  <CharactersWithSpaces>2567</CharactersWithSpaces>
  <SharedDoc>false</SharedDoc>
  <HLinks>
    <vt:vector size="12" baseType="variant">
      <vt:variant>
        <vt:i4>4194385</vt:i4>
      </vt:variant>
      <vt:variant>
        <vt:i4>3</vt:i4>
      </vt:variant>
      <vt:variant>
        <vt:i4>0</vt:i4>
      </vt:variant>
      <vt:variant>
        <vt:i4>5</vt:i4>
      </vt:variant>
      <vt:variant>
        <vt:lpwstr>http://www.colt.net/</vt:lpwstr>
      </vt:variant>
      <vt:variant>
        <vt:lpwstr/>
      </vt:variant>
      <vt:variant>
        <vt:i4>4194385</vt:i4>
      </vt:variant>
      <vt:variant>
        <vt:i4>0</vt:i4>
      </vt:variant>
      <vt:variant>
        <vt:i4>0</vt:i4>
      </vt:variant>
      <vt:variant>
        <vt:i4>5</vt:i4>
      </vt:variant>
      <vt:variant>
        <vt:lpwstr>http://www.colt.net/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Colt Letterhead Template</dc:title>
  <dc:subject/>
  <dc:creator>COLT Telecom</dc:creator>
  <cp:keywords/>
  <cp:lastModifiedBy>Garner, Joseph</cp:lastModifiedBy>
  <cp:revision>2</cp:revision>
  <cp:lastPrinted>2021-03-08T10:01:00Z</cp:lastPrinted>
  <dcterms:created xsi:type="dcterms:W3CDTF">2025-01-03T13:40:00Z</dcterms:created>
  <dcterms:modified xsi:type="dcterms:W3CDTF">2025-01-03T13:40:00Z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0x0101005A4394DB821ADB47B1D0005AAB7277E1</vt:lpwstr>
  </property>
  <property fmtid="{D5CDD505-2E9C-101B-9397-08002B2CF9AE}" pid="3" name="_dlc_DocIdItemGuid">
    <vt:lpwstr>837bb413-f521-434f-b701-0f38627075bb</vt:lpwstr>
  </property>
</Properties>
</file>